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bidiVisual/>
        <w:tblW w:w="11177" w:type="dxa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729"/>
        <w:gridCol w:w="745"/>
        <w:gridCol w:w="6703"/>
      </w:tblGrid>
      <w:tr w:rsidR="000629D5" w:rsidRPr="0091714B" w14:paraId="7D46CE58" w14:textId="77777777" w:rsidTr="00185377">
        <w:trPr>
          <w:trHeight w:val="3999"/>
        </w:trPr>
        <w:tc>
          <w:tcPr>
            <w:tcW w:w="3729" w:type="dxa"/>
            <w:vAlign w:val="bottom"/>
          </w:tcPr>
          <w:p w14:paraId="4B5C6854" w14:textId="77777777" w:rsidR="000629D5" w:rsidRPr="0091714B" w:rsidRDefault="000629D5" w:rsidP="0091714B">
            <w:pPr>
              <w:tabs>
                <w:tab w:val="left" w:pos="990"/>
              </w:tabs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  <w:lang w:eastAsia="ar"/>
              </w:rPr>
              <mc:AlternateContent>
                <mc:Choice Requires="wps">
                  <w:drawing>
                    <wp:inline distT="0" distB="0" distL="0" distR="0" wp14:anchorId="783073D1" wp14:editId="1E0251A3">
                      <wp:extent cx="2122805" cy="2122805"/>
                      <wp:effectExtent l="19050" t="19050" r="29845" b="29845"/>
                      <wp:docPr id="2" name="شكل بيضاوي 2" title="صورة لوجه رجل احترافية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2805" cy="212280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635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48E55A" id="شكل بيضاوي 2" o:spid="_x0000_s1026" alt="Title: صورة لوجه رجل احترافية" style="width:167.15pt;height:16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" strokecolor="#94b6d2 [3204]" strokeweight="5pt">
                      <v:fill r:id="rId11" o:title="" recolor="t" rotate="t" type="frame"/>
                      <v:stroke joinstyle="miter"/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745" w:type="dxa"/>
          </w:tcPr>
          <w:p w14:paraId="331B417F" w14:textId="77777777" w:rsidR="000629D5" w:rsidRPr="0091714B" w:rsidRDefault="000629D5" w:rsidP="0091714B">
            <w:pPr>
              <w:tabs>
                <w:tab w:val="left" w:pos="990"/>
              </w:tabs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703" w:type="dxa"/>
            <w:vMerge w:val="restart"/>
            <w:vAlign w:val="center"/>
          </w:tcPr>
          <w:p w14:paraId="16FCDFC3" w14:textId="100187F9" w:rsidR="000629D5" w:rsidRPr="0091714B" w:rsidRDefault="00185377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77A3">
              <w:rPr>
                <w:rFonts w:asciiTheme="majorBidi" w:hAnsiTheme="majorBidi" w:cstheme="majorBidi"/>
                <w:b/>
                <w:bCs/>
                <w:color w:val="0070C0"/>
                <w:sz w:val="24"/>
                <w:szCs w:val="24"/>
                <w:rtl/>
                <w:lang w:eastAsia="ar"/>
              </w:rPr>
              <w:t>الخبرات الوظيفية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ar"/>
              </w:rPr>
              <w:t>:-</w:t>
            </w:r>
          </w:p>
          <w:p w14:paraId="0EC52908" w14:textId="77777777" w:rsidR="00185377" w:rsidRPr="0091714B" w:rsidRDefault="00185377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شركة عبدالصمد القرشي </w:t>
            </w:r>
          </w:p>
          <w:p w14:paraId="05027BE4" w14:textId="77777777" w:rsidR="00185377" w:rsidRPr="0091714B" w:rsidRDefault="00185377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مشرف صيانة الفروع مشرف</w:t>
            </w:r>
          </w:p>
          <w:p w14:paraId="4FE02FBA" w14:textId="7C745ADE" w:rsidR="00846D4F" w:rsidRPr="0091714B" w:rsidRDefault="00185377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عن صيانة 189 فرع بمختلف أنواع الصيانات 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 xml:space="preserve">من 2023م 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  <w:t>وحتى الآن</w:t>
            </w:r>
          </w:p>
          <w:p w14:paraId="75D9C34C" w14:textId="77777777" w:rsidR="00185377" w:rsidRPr="0091714B" w:rsidRDefault="00185377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3F6593"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3F6593"/>
                <w:sz w:val="24"/>
                <w:szCs w:val="24"/>
                <w:rtl/>
              </w:rPr>
              <w:t>مؤسسة جرس الأمان التجارية, جدة</w:t>
            </w:r>
          </w:p>
          <w:p w14:paraId="456CFE76" w14:textId="0C121864" w:rsidR="00185377" w:rsidRPr="0091714B" w:rsidRDefault="00185377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مشرف المبيعات ومسئول تنفيذ الأعمال</w:t>
            </w:r>
          </w:p>
          <w:p w14:paraId="3E26435B" w14:textId="77777777" w:rsidR="00185377" w:rsidRPr="0091714B" w:rsidRDefault="00185377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>الاشراف على مبيعات فروع المؤسسة في مجال أدوات السلامة والكاميرات الأمنية</w:t>
            </w:r>
          </w:p>
          <w:p w14:paraId="5CF2C091" w14:textId="77777777" w:rsidR="00185377" w:rsidRPr="0091714B" w:rsidRDefault="00185377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>وجلب المشاريع ومتابعة مندوبي المبيعات الميدانية ومراقبة سير تنفيذ أعمال</w:t>
            </w:r>
          </w:p>
          <w:p w14:paraId="67D25197" w14:textId="115E95CE" w:rsidR="00185377" w:rsidRPr="0091714B" w:rsidRDefault="00185377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>المشاريع المتفق عليها مع العملاء وتجهيزة للمواد اللازمة لكل مشروع والكشف على</w:t>
            </w:r>
          </w:p>
          <w:p w14:paraId="660F61BE" w14:textId="6ED84C6A" w:rsidR="00822807" w:rsidRPr="0091714B" w:rsidRDefault="00185377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>المواقع الجديدة وتجهيز عروض الأسعار اللازمة وتحقيق أهداف المبيعات الشهرية</w:t>
            </w:r>
            <w:r w:rsidR="00A45A96"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 xml:space="preserve"> </w:t>
            </w: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 xml:space="preserve">ومتابعة تنفيذ الأعمال حتى تسليم الموقع </w:t>
            </w:r>
          </w:p>
          <w:p w14:paraId="7CA691DA" w14:textId="4F680EDF" w:rsidR="00185377" w:rsidRPr="0091714B" w:rsidRDefault="00185377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 xml:space="preserve">من عام </w:t>
            </w:r>
          </w:p>
          <w:p w14:paraId="27EDD42D" w14:textId="13D00E48" w:rsidR="000629D5" w:rsidRPr="0091714B" w:rsidRDefault="00484A71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>2016</w:t>
            </w:r>
            <w:r w:rsidR="00185377"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 xml:space="preserve"> وحتى 8 / 2023</w:t>
            </w:r>
            <w:r w:rsidR="00185377"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</w:t>
            </w:r>
          </w:p>
          <w:p w14:paraId="222E8E4A" w14:textId="77777777" w:rsidR="00185377" w:rsidRPr="0091714B" w:rsidRDefault="00185377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3F6593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3F6593"/>
                <w:sz w:val="24"/>
                <w:szCs w:val="24"/>
                <w:rtl/>
              </w:rPr>
              <w:t>مؤسسة الصقور الرابحة للتسويق, جدة</w:t>
            </w:r>
          </w:p>
          <w:p w14:paraId="7066C504" w14:textId="77777777" w:rsidR="00185377" w:rsidRPr="0091714B" w:rsidRDefault="00185377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>المشرف العام</w:t>
            </w:r>
          </w:p>
          <w:p w14:paraId="6F15818D" w14:textId="5E514F94" w:rsidR="00185377" w:rsidRPr="0091714B" w:rsidRDefault="00185377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>مجلة تجار المملكة المسؤول الأول عن وضع الخطط ومتابعة تنفيذها بكافة</w:t>
            </w:r>
          </w:p>
          <w:p w14:paraId="2717E1CE" w14:textId="77777777" w:rsidR="00185377" w:rsidRPr="0091714B" w:rsidRDefault="00185377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>أقسام المؤسسة من حسابات مالية وتسويق ومبيعات وتوظيف ومتابعة الموافقات</w:t>
            </w:r>
          </w:p>
          <w:p w14:paraId="69F1985D" w14:textId="5A3E5EBF" w:rsidR="000629D5" w:rsidRPr="0091714B" w:rsidRDefault="00185377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>الإعلامية وتطوير المنشأة وفتح الأسواق الجديدة حول المملكة والنشر والتوزيع</w:t>
            </w:r>
          </w:p>
          <w:p w14:paraId="0F21FE74" w14:textId="59BCDA63" w:rsidR="00185377" w:rsidRPr="0091714B" w:rsidRDefault="00484A71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2011</w:t>
            </w:r>
            <w:r w:rsidR="00185377"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/9 وحتى 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2016م</w:t>
            </w:r>
          </w:p>
          <w:p w14:paraId="7BD5743B" w14:textId="77777777" w:rsidR="003A3E6D" w:rsidRPr="0091714B" w:rsidRDefault="003A3E6D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3F6593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3F6593"/>
                <w:sz w:val="24"/>
                <w:szCs w:val="24"/>
                <w:rtl/>
              </w:rPr>
              <w:t>شركة بانوراما الخليج, جدة</w:t>
            </w:r>
          </w:p>
          <w:p w14:paraId="46D90800" w14:textId="77777777" w:rsidR="003A3E6D" w:rsidRPr="0091714B" w:rsidRDefault="003A3E6D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>أعمال إدارية ومتابعة أقسام الشركة والربط بين قسم المبيعات والقسم الفني ورفع</w:t>
            </w:r>
          </w:p>
          <w:p w14:paraId="0F14B88D" w14:textId="77777777" w:rsidR="003A3E6D" w:rsidRPr="0091714B" w:rsidRDefault="003A3E6D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>التقارير الخاصة بها للادارة على برامج الأوفس ومتابعة تنفيذ الأعمال لحين الإنتهاء</w:t>
            </w:r>
          </w:p>
          <w:p w14:paraId="5A65B59E" w14:textId="28F8B6D1" w:rsidR="003A3E6D" w:rsidRPr="0091714B" w:rsidRDefault="003A3E6D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>منها في مجال الدعاية والإعلان</w:t>
            </w:r>
          </w:p>
          <w:p w14:paraId="5D475801" w14:textId="4E67FF5A" w:rsidR="003A3E6D" w:rsidRPr="0091714B" w:rsidRDefault="003A3E6D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 xml:space="preserve">2006 وحى </w:t>
            </w:r>
            <w:r w:rsidR="00484A71"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t>2011م</w:t>
            </w:r>
          </w:p>
          <w:p w14:paraId="4C9C428C" w14:textId="77777777" w:rsidR="003A3E6D" w:rsidRPr="0091714B" w:rsidRDefault="003A3E6D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</w:pPr>
          </w:p>
          <w:p w14:paraId="4083D5F9" w14:textId="1F0AC7AC" w:rsidR="003A3E6D" w:rsidRPr="0091714B" w:rsidRDefault="003A3E6D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0070C0"/>
                <w:sz w:val="28"/>
                <w:szCs w:val="28"/>
                <w:rtl/>
              </w:rPr>
              <w:t>التعليم</w:t>
            </w: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br/>
              <w:t>دبلوم إدارة أعمال من الكلية الجامعية المتوسطة بالأردن</w:t>
            </w: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  <w:rtl/>
              </w:rPr>
              <w:br/>
            </w:r>
            <w:r w:rsidRPr="0091714B"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</w:rPr>
              <w:t>2004 – 2006</w:t>
            </w:r>
          </w:p>
          <w:p w14:paraId="47423609" w14:textId="77777777" w:rsidR="003A3E6D" w:rsidRPr="0091714B" w:rsidRDefault="003A3E6D" w:rsidP="0091714B">
            <w:pPr>
              <w:autoSpaceDE w:val="0"/>
              <w:autoSpaceDN w:val="0"/>
              <w:bidi/>
              <w:adjustRightInd w:val="0"/>
              <w:spacing w:after="0" w:line="276" w:lineRule="auto"/>
              <w:rPr>
                <w:rFonts w:asciiTheme="majorBidi" w:hAnsiTheme="majorBidi" w:cstheme="majorBidi"/>
                <w:b/>
                <w:bCs/>
                <w:color w:val="4C4C4C"/>
                <w:sz w:val="24"/>
                <w:szCs w:val="24"/>
              </w:rPr>
            </w:pPr>
          </w:p>
          <w:p w14:paraId="53690DA1" w14:textId="77777777" w:rsidR="000629D5" w:rsidRPr="0091714B" w:rsidRDefault="003A3E6D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الدورات:-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دورة التخاطب شهر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دورة التسويق والمبيعات سنة</w:t>
            </w:r>
          </w:p>
          <w:p w14:paraId="54154C09" w14:textId="77777777" w:rsidR="003A3E6D" w:rsidRPr="0091714B" w:rsidRDefault="003A3E6D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دورة علاقات عامة شهر</w:t>
            </w:r>
          </w:p>
          <w:p w14:paraId="7D207117" w14:textId="618BA717" w:rsidR="003A3E6D" w:rsidRPr="0091714B" w:rsidRDefault="003A3E6D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دورة جرافيك ديزان سنة فوتوشوب – إلستريتر</w:t>
            </w:r>
          </w:p>
          <w:p w14:paraId="4D866D58" w14:textId="77777777" w:rsidR="00CE1206" w:rsidRPr="0091714B" w:rsidRDefault="003A3E6D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دورة إخراج صحف ومجلات 6 أشهر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</w:r>
          </w:p>
          <w:p w14:paraId="56E9A7DE" w14:textId="77777777" w:rsidR="003A3E6D" w:rsidRPr="0091714B" w:rsidRDefault="003A3E6D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lastRenderedPageBreak/>
              <w:t>اللغات:-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العربية ممتاز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الإنجليزي جيد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المهارات:-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تحمل ضغط العمل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قيادة الفريق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حل المشكلات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إدارة الأزمات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حاصل على دكتوراه فخرية من " اليونسيف "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نظير تحقيق الإنجاز في مجال إدارة الأعمال</w:t>
            </w:r>
          </w:p>
          <w:p w14:paraId="4C5B1F6F" w14:textId="77777777" w:rsidR="00BF1D5F" w:rsidRPr="0091714B" w:rsidRDefault="00BF1D5F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الهوايات: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السفر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</w:r>
            <w:r w:rsidR="00BD30D1"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البحر</w:t>
            </w:r>
            <w:r w:rsidR="00BD30D1"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السيارات</w:t>
            </w:r>
          </w:p>
          <w:p w14:paraId="64A08623" w14:textId="646A135C" w:rsidR="00BD30D1" w:rsidRPr="0091714B" w:rsidRDefault="00BD30D1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الطموح:</w:t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</w:r>
            <w:r w:rsidRPr="0091714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br/>
              <w:t>لاسقف له</w:t>
            </w:r>
          </w:p>
        </w:tc>
      </w:tr>
      <w:tr w:rsidR="000629D5" w:rsidRPr="0091714B" w14:paraId="214ECDD9" w14:textId="77777777" w:rsidTr="00185377">
        <w:trPr>
          <w:trHeight w:val="9426"/>
        </w:trPr>
        <w:tc>
          <w:tcPr>
            <w:tcW w:w="3729" w:type="dxa"/>
            <w:vAlign w:val="bottom"/>
          </w:tcPr>
          <w:p w14:paraId="2F7C2B3C" w14:textId="70ABCFD3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  <w:t>علي سعيد البحراوي</w:t>
            </w:r>
          </w:p>
          <w:p w14:paraId="49BA9C98" w14:textId="77777777" w:rsidR="001E6374" w:rsidRPr="0091714B" w:rsidRDefault="001E6374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</w:rPr>
            </w:pPr>
          </w:p>
          <w:p w14:paraId="49936B8C" w14:textId="26F1D673" w:rsidR="00B97203" w:rsidRPr="0091714B" w:rsidRDefault="00B97203" w:rsidP="0091714B">
            <w:pPr>
              <w:pStyle w:val="1"/>
              <w:numPr>
                <w:ilvl w:val="0"/>
                <w:numId w:val="2"/>
              </w:numPr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  <w:t>جدة</w:t>
            </w:r>
          </w:p>
          <w:p w14:paraId="79322E0E" w14:textId="4AD6B63A" w:rsidR="00B97203" w:rsidRPr="0091714B" w:rsidRDefault="00B97203" w:rsidP="0091714B">
            <w:pPr>
              <w:pStyle w:val="1"/>
              <w:numPr>
                <w:ilvl w:val="0"/>
                <w:numId w:val="2"/>
              </w:numPr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  <w:t xml:space="preserve">مصري </w:t>
            </w:r>
          </w:p>
          <w:p w14:paraId="6EECB39E" w14:textId="77777777" w:rsidR="001E6374" w:rsidRPr="0091714B" w:rsidRDefault="00B97203" w:rsidP="0091714B">
            <w:pPr>
              <w:pStyle w:val="1"/>
              <w:numPr>
                <w:ilvl w:val="0"/>
                <w:numId w:val="2"/>
              </w:numPr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  <w:t>مواليد المملكة</w:t>
            </w:r>
          </w:p>
          <w:p w14:paraId="3791B007" w14:textId="427DCB4A" w:rsidR="00B97203" w:rsidRPr="0091714B" w:rsidRDefault="00B97203" w:rsidP="0091714B">
            <w:pPr>
              <w:pStyle w:val="1"/>
              <w:numPr>
                <w:ilvl w:val="0"/>
                <w:numId w:val="2"/>
              </w:numPr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  <w:t>متزوج</w:t>
            </w:r>
          </w:p>
          <w:p w14:paraId="4531C29E" w14:textId="6B1AD209" w:rsidR="004D0395" w:rsidRPr="0091714B" w:rsidRDefault="004D0395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1B71F2C1" w14:textId="0A50D72E" w:rsidR="004516BE" w:rsidRPr="0091714B" w:rsidRDefault="00000000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hyperlink r:id="rId12" w:history="1">
              <w:r w:rsidR="00B97203" w:rsidRPr="0091714B">
                <w:rPr>
                  <w:rStyle w:val="Hyperlink"/>
                  <w:rFonts w:asciiTheme="majorBidi" w:hAnsiTheme="majorBidi" w:cstheme="majorBidi"/>
                  <w:b/>
                  <w:bCs/>
                  <w:sz w:val="24"/>
                  <w:szCs w:val="24"/>
                </w:rPr>
                <w:t>Ali-ab66@Hotmail.com</w:t>
              </w:r>
            </w:hyperlink>
          </w:p>
          <w:p w14:paraId="092A1ECE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59F99D26" w14:textId="77777777" w:rsidR="004516BE" w:rsidRPr="0091714B" w:rsidRDefault="004516BE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  <w:r w:rsidRPr="0091714B"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  <w:t>جوال: 0599995355</w:t>
            </w:r>
          </w:p>
          <w:p w14:paraId="1ED31B19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168E476A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6DF59CA5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1CF98720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3D00F76B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24A81146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6FCE187C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7C02FB57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28E7C026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2836EABF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4FC94D9F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1D75E5DB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43C07FE3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03ABBFF9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18DA62CA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39E02BC3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3D4C7859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7669F9DB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462629D8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07A1166B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0E304E3D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30BAE9CB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79BD7DC1" w14:textId="77777777" w:rsidR="00B97203" w:rsidRPr="0091714B" w:rsidRDefault="00B97203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B85A22" w:themeColor="accent2" w:themeShade="BF"/>
                <w:sz w:val="24"/>
                <w:szCs w:val="24"/>
                <w:rtl/>
              </w:rPr>
            </w:pPr>
          </w:p>
          <w:p w14:paraId="746ECE9F" w14:textId="77777777" w:rsidR="004516BE" w:rsidRPr="0091714B" w:rsidRDefault="004516BE" w:rsidP="0091714B">
            <w:pPr>
              <w:pStyle w:val="1"/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29A14486" w14:textId="7A522F6B" w:rsidR="000629D5" w:rsidRPr="0091714B" w:rsidRDefault="000629D5" w:rsidP="0091714B">
            <w:pPr>
              <w:pStyle w:val="a0"/>
              <w:bidi/>
              <w:spacing w:line="276" w:lineRule="auto"/>
              <w:rPr>
                <w:rStyle w:val="Hyperlink"/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14:paraId="2ACE9D5A" w14:textId="77777777" w:rsidR="000629D5" w:rsidRPr="0091714B" w:rsidRDefault="000629D5" w:rsidP="0091714B">
            <w:pPr>
              <w:tabs>
                <w:tab w:val="left" w:pos="990"/>
              </w:tabs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703" w:type="dxa"/>
            <w:vMerge/>
          </w:tcPr>
          <w:p w14:paraId="537742E9" w14:textId="77777777" w:rsidR="000629D5" w:rsidRPr="0091714B" w:rsidRDefault="000629D5" w:rsidP="0091714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</w:tbl>
    <w:p w14:paraId="673BB234" w14:textId="77777777" w:rsidR="00345240" w:rsidRPr="0091714B" w:rsidRDefault="00345240" w:rsidP="0091714B">
      <w:pPr>
        <w:tabs>
          <w:tab w:val="left" w:pos="990"/>
        </w:tabs>
        <w:bidi/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sectPr w:rsidR="00345240" w:rsidRPr="0091714B" w:rsidSect="00B821B0">
      <w:headerReference w:type="default" r:id="rId13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1624B" w14:textId="77777777" w:rsidR="007156BF" w:rsidRDefault="007156BF" w:rsidP="000C45FF">
      <w:r>
        <w:separator/>
      </w:r>
    </w:p>
  </w:endnote>
  <w:endnote w:type="continuationSeparator" w:id="0">
    <w:p w14:paraId="46E6E90E" w14:textId="77777777" w:rsidR="007156BF" w:rsidRDefault="007156BF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">
    <w:altName w:val="Meiryo"/>
    <w:charset w:val="80"/>
    <w:family w:val="swiss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2F4C7" w14:textId="77777777" w:rsidR="007156BF" w:rsidRDefault="007156BF" w:rsidP="000C45FF">
      <w:r>
        <w:separator/>
      </w:r>
    </w:p>
  </w:footnote>
  <w:footnote w:type="continuationSeparator" w:id="0">
    <w:p w14:paraId="791B6F1A" w14:textId="77777777" w:rsidR="007156BF" w:rsidRDefault="007156BF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180C7" w14:textId="77777777" w:rsidR="000C45FF" w:rsidRDefault="000C45FF">
    <w:pPr>
      <w:pStyle w:val="Header"/>
      <w:bidi/>
    </w:pPr>
    <w:r>
      <w:rPr>
        <w:noProof/>
        <w:rtl/>
        <w:lang w:eastAsia="ar"/>
      </w:rPr>
      <w:drawing>
        <wp:anchor distT="0" distB="0" distL="114300" distR="114300" simplePos="0" relativeHeight="251658240" behindDoc="1" locked="0" layoutInCell="1" allowOverlap="1" wp14:anchorId="63457D4D" wp14:editId="7BE4D49A">
          <wp:simplePos x="0" y="0"/>
          <wp:positionH relativeFrom="page">
            <wp:posOffset>154379</wp:posOffset>
          </wp:positionH>
          <wp:positionV relativeFrom="page">
            <wp:posOffset>237506</wp:posOffset>
          </wp:positionV>
          <wp:extent cx="7259823" cy="10224474"/>
          <wp:effectExtent l="0" t="0" r="0" b="5715"/>
          <wp:wrapNone/>
          <wp:docPr id="3" name="الرسم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277656" cy="1024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34B82"/>
    <w:multiLevelType w:val="hybridMultilevel"/>
    <w:tmpl w:val="4E00E8D2"/>
    <w:lvl w:ilvl="0" w:tplc="21B6A11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AE748F"/>
    <w:multiLevelType w:val="hybridMultilevel"/>
    <w:tmpl w:val="DBA04926"/>
    <w:lvl w:ilvl="0" w:tplc="90A4761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646805">
    <w:abstractNumId w:val="1"/>
  </w:num>
  <w:num w:numId="2" w16cid:durableId="792477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377"/>
    <w:rsid w:val="00036450"/>
    <w:rsid w:val="000514A2"/>
    <w:rsid w:val="00061C84"/>
    <w:rsid w:val="000629D5"/>
    <w:rsid w:val="000722B3"/>
    <w:rsid w:val="00076632"/>
    <w:rsid w:val="000C45FF"/>
    <w:rsid w:val="000E3FD1"/>
    <w:rsid w:val="000F46E6"/>
    <w:rsid w:val="00180329"/>
    <w:rsid w:val="00185377"/>
    <w:rsid w:val="0019001F"/>
    <w:rsid w:val="001A74A5"/>
    <w:rsid w:val="001B2ABD"/>
    <w:rsid w:val="001D2335"/>
    <w:rsid w:val="001E1759"/>
    <w:rsid w:val="001E6374"/>
    <w:rsid w:val="001F1ECC"/>
    <w:rsid w:val="002400EB"/>
    <w:rsid w:val="00244620"/>
    <w:rsid w:val="00256CF7"/>
    <w:rsid w:val="002F06B3"/>
    <w:rsid w:val="0030481B"/>
    <w:rsid w:val="00345240"/>
    <w:rsid w:val="003A3E6D"/>
    <w:rsid w:val="004071FC"/>
    <w:rsid w:val="00445947"/>
    <w:rsid w:val="004516BE"/>
    <w:rsid w:val="004813B3"/>
    <w:rsid w:val="00484A71"/>
    <w:rsid w:val="00496591"/>
    <w:rsid w:val="004C63E4"/>
    <w:rsid w:val="004D0395"/>
    <w:rsid w:val="004D3011"/>
    <w:rsid w:val="005645EE"/>
    <w:rsid w:val="00572FC1"/>
    <w:rsid w:val="00573839"/>
    <w:rsid w:val="005D6289"/>
    <w:rsid w:val="005E39D5"/>
    <w:rsid w:val="00612544"/>
    <w:rsid w:val="0062123A"/>
    <w:rsid w:val="00646E75"/>
    <w:rsid w:val="006610D6"/>
    <w:rsid w:val="006771D0"/>
    <w:rsid w:val="006F3A13"/>
    <w:rsid w:val="007156BF"/>
    <w:rsid w:val="00715FCB"/>
    <w:rsid w:val="00743101"/>
    <w:rsid w:val="007867A0"/>
    <w:rsid w:val="007927F5"/>
    <w:rsid w:val="007D1CFC"/>
    <w:rsid w:val="007D23E6"/>
    <w:rsid w:val="00802CA0"/>
    <w:rsid w:val="00822807"/>
    <w:rsid w:val="00846D4F"/>
    <w:rsid w:val="00860CFF"/>
    <w:rsid w:val="00896312"/>
    <w:rsid w:val="008C1736"/>
    <w:rsid w:val="0091714B"/>
    <w:rsid w:val="009203DB"/>
    <w:rsid w:val="00922D5C"/>
    <w:rsid w:val="009445B3"/>
    <w:rsid w:val="00981C80"/>
    <w:rsid w:val="009E7C63"/>
    <w:rsid w:val="00A04694"/>
    <w:rsid w:val="00A10A67"/>
    <w:rsid w:val="00A2118D"/>
    <w:rsid w:val="00A45A96"/>
    <w:rsid w:val="00A93D89"/>
    <w:rsid w:val="00AD76E2"/>
    <w:rsid w:val="00B20152"/>
    <w:rsid w:val="00B70850"/>
    <w:rsid w:val="00B821B0"/>
    <w:rsid w:val="00B97203"/>
    <w:rsid w:val="00BD30D1"/>
    <w:rsid w:val="00BF1D5F"/>
    <w:rsid w:val="00C066B6"/>
    <w:rsid w:val="00C37BA1"/>
    <w:rsid w:val="00C4674C"/>
    <w:rsid w:val="00C506CF"/>
    <w:rsid w:val="00C62502"/>
    <w:rsid w:val="00C72BED"/>
    <w:rsid w:val="00C9578B"/>
    <w:rsid w:val="00CA562E"/>
    <w:rsid w:val="00CB2D30"/>
    <w:rsid w:val="00CE1206"/>
    <w:rsid w:val="00D229D6"/>
    <w:rsid w:val="00D2522B"/>
    <w:rsid w:val="00D82F2F"/>
    <w:rsid w:val="00DA694B"/>
    <w:rsid w:val="00DD172A"/>
    <w:rsid w:val="00DF4A48"/>
    <w:rsid w:val="00E177A3"/>
    <w:rsid w:val="00E25A26"/>
    <w:rsid w:val="00E54E7D"/>
    <w:rsid w:val="00E55D74"/>
    <w:rsid w:val="00E57228"/>
    <w:rsid w:val="00E866EC"/>
    <w:rsid w:val="00E93B74"/>
    <w:rsid w:val="00EB3A62"/>
    <w:rsid w:val="00EC4432"/>
    <w:rsid w:val="00F60274"/>
    <w:rsid w:val="00F77FB9"/>
    <w:rsid w:val="00F94634"/>
    <w:rsid w:val="00FB068F"/>
    <w:rsid w:val="00FE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379F0F7"/>
  <w14:defaultImageDpi w14:val="32767"/>
  <w15:chartTrackingRefBased/>
  <w15:docId w15:val="{7405C104-BA5F-49E8-AB2D-C642FCE0D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ar-S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5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al">
    <w:name w:val="Normal"/>
    <w:qFormat/>
    <w:rsid w:val="000722B3"/>
    <w:pPr>
      <w:spacing w:after="200"/>
    </w:pPr>
    <w:rPr>
      <w:rFonts w:cs="Tahoma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03DB"/>
    <w:pPr>
      <w:keepNext/>
      <w:keepLines/>
      <w:spacing w:before="240"/>
      <w:outlineLvl w:val="0"/>
    </w:pPr>
    <w:rPr>
      <w:rFonts w:asciiTheme="majorHAnsi" w:eastAsiaTheme="majorEastAsia" w:hAnsiTheme="majorHAns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722B3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/>
      <w:b/>
      <w:bCs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4D3011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22B3"/>
    <w:rPr>
      <w:rFonts w:asciiTheme="majorHAnsi" w:eastAsiaTheme="majorEastAsia" w:hAnsiTheme="majorHAnsi" w:cs="Tahoma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203DB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9203DB"/>
    <w:rPr>
      <w:rFonts w:cs="Tahoma"/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203DB"/>
    <w:rPr>
      <w:rFonts w:asciiTheme="majorHAnsi" w:eastAsiaTheme="majorEastAsia" w:hAnsiTheme="majorHAnsi" w:cs="Tahoma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9203DB"/>
  </w:style>
  <w:style w:type="character" w:customStyle="1" w:styleId="DateChar">
    <w:name w:val="Date Char"/>
    <w:basedOn w:val="DefaultParagraphFont"/>
    <w:link w:val="Date"/>
    <w:uiPriority w:val="99"/>
    <w:rsid w:val="009203DB"/>
    <w:rPr>
      <w:rFonts w:cs="Tahoma"/>
      <w:sz w:val="22"/>
      <w:szCs w:val="22"/>
    </w:rPr>
  </w:style>
  <w:style w:type="character" w:styleId="Hyperlink">
    <w:name w:val="Hyperlink"/>
    <w:basedOn w:val="DefaultParagraphFont"/>
    <w:uiPriority w:val="99"/>
    <w:rsid w:val="007D1CFC"/>
    <w:rPr>
      <w:rFonts w:cs="Tahoma"/>
      <w:color w:val="B85A22" w:themeColor="accent2" w:themeShade="BF"/>
      <w:u w:val="single"/>
    </w:rPr>
  </w:style>
  <w:style w:type="character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29D5"/>
    <w:pPr>
      <w:spacing w:after="480"/>
    </w:pPr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0629D5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29D5"/>
    <w:rPr>
      <w:rFonts w:asciiTheme="majorHAnsi" w:eastAsiaTheme="majorEastAsia" w:hAnsiTheme="majorHAnsi" w:cstheme="majorBidi"/>
      <w:b/>
      <w:caps/>
      <w:sz w:val="22"/>
    </w:rPr>
  </w:style>
  <w:style w:type="paragraph" w:styleId="ListBullet">
    <w:name w:val="List Bullet"/>
    <w:basedOn w:val="Normal"/>
    <w:uiPriority w:val="5"/>
    <w:rsid w:val="00EC4432"/>
    <w:pPr>
      <w:numPr>
        <w:numId w:val="1"/>
      </w:numPr>
      <w:spacing w:after="120" w:line="276" w:lineRule="auto"/>
      <w:ind w:left="720"/>
    </w:pPr>
    <w:rPr>
      <w:rFonts w:eastAsia="Times New Roman"/>
      <w:szCs w:val="20"/>
      <w:lang w:eastAsia="en-US"/>
    </w:rPr>
  </w:style>
  <w:style w:type="character" w:customStyle="1" w:styleId="a">
    <w:name w:val="نص رمادي"/>
    <w:basedOn w:val="DefaultParagraphFont"/>
    <w:uiPriority w:val="4"/>
    <w:semiHidden/>
    <w:qFormat/>
    <w:rsid w:val="000629D5"/>
    <w:rPr>
      <w:color w:val="808080" w:themeColor="background1" w:themeShade="80"/>
    </w:rPr>
  </w:style>
  <w:style w:type="paragraph" w:customStyle="1" w:styleId="1">
    <w:name w:val="العنوان1"/>
    <w:basedOn w:val="Normal"/>
    <w:qFormat/>
    <w:rsid w:val="009203DB"/>
    <w:pPr>
      <w:spacing w:after="360"/>
      <w:contextualSpacing/>
    </w:pPr>
  </w:style>
  <w:style w:type="paragraph" w:customStyle="1" w:styleId="a0">
    <w:name w:val="تفاصيل جهة الاتصال"/>
    <w:basedOn w:val="Normal"/>
    <w:qFormat/>
    <w:rsid w:val="000722B3"/>
    <w:pPr>
      <w:contextualSpacing/>
    </w:pPr>
  </w:style>
  <w:style w:type="paragraph" w:styleId="NoSpacing">
    <w:name w:val="No Spacing"/>
    <w:uiPriority w:val="1"/>
    <w:qFormat/>
    <w:rsid w:val="000722B3"/>
    <w:rPr>
      <w:rFonts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li-ab66@Hot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albahrawi\AppData\Local\Microsoft\Office\16.0\DTS\ar-SA%7b9DED70EA-6EAC-473C-81E9-9E04F233D494%7d\%7b32F1D67B-DC96-476F-85E1-788689D20C27%7dtf88924273_win32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03C41-7C44-40A7-B0F9-10640F9D80B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F1574C20-78E4-43FF-BE9E-4FC9F2314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30FBCC-A926-441F-A1DD-7C612FD881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{32F1D67B-DC96-476F-85E1-788689D20C27}tf88924273_win32</Template>
  <TotalTime>0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Ali Albahrawi</cp:lastModifiedBy>
  <cp:revision>2</cp:revision>
  <dcterms:created xsi:type="dcterms:W3CDTF">2024-05-23T11:17:00Z</dcterms:created>
  <dcterms:modified xsi:type="dcterms:W3CDTF">2024-12-24T10:58:00Z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