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A6D" w:rsidRPr="003A540F" w:rsidRDefault="009213E3">
      <w:pPr>
        <w:pStyle w:val="Title"/>
        <w:rPr>
          <w:rFonts w:ascii="Montserrat" w:hAnsi="Montserrat"/>
          <w:b/>
          <w:color w:val="003399"/>
        </w:rPr>
      </w:pPr>
      <w:sdt>
        <w:sdtPr>
          <w:rPr>
            <w:rFonts w:ascii="Montserrat" w:hAnsi="Montserrat"/>
            <w:b/>
            <w:color w:val="003399"/>
          </w:rPr>
          <w:alias w:val="Enter your name:"/>
          <w:tag w:val=""/>
          <w:id w:val="-328297061"/>
          <w:placeholder>
            <w:docPart w:val="035098660FEB414C83BACBF7BF91238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445714" w:rsidRPr="003A540F">
            <w:rPr>
              <w:rFonts w:ascii="Montserrat" w:hAnsi="Montserrat"/>
              <w:b/>
              <w:color w:val="003399"/>
            </w:rPr>
            <w:t>SHAYAN ALI</w:t>
          </w:r>
        </w:sdtContent>
      </w:sdt>
    </w:p>
    <w:p w:rsidR="001F0703" w:rsidRPr="003F0780" w:rsidRDefault="00445714" w:rsidP="003F0780">
      <w:pPr>
        <w:ind w:left="-90" w:right="-360"/>
        <w:rPr>
          <w:rFonts w:ascii="Montserrat" w:hAnsi="Montserrat"/>
          <w:b/>
          <w:sz w:val="17"/>
          <w:szCs w:val="17"/>
        </w:rPr>
      </w:pPr>
      <w:r w:rsidRPr="00A63A77">
        <w:rPr>
          <w:rFonts w:ascii="Segoe UI Symbol" w:hAnsi="Segoe UI Symbol" w:cs="Segoe UI Symbol"/>
          <w:color w:val="003399"/>
          <w:sz w:val="17"/>
          <w:szCs w:val="17"/>
        </w:rPr>
        <w:t>📍</w:t>
      </w:r>
      <w:r w:rsidRPr="003F0780">
        <w:rPr>
          <w:rFonts w:ascii="Montserrat" w:hAnsi="Montserrat"/>
          <w:b/>
          <w:sz w:val="17"/>
          <w:szCs w:val="17"/>
        </w:rPr>
        <w:t xml:space="preserve"> Dammam, Saudi Arabia</w:t>
      </w:r>
      <w:r w:rsidR="007D00B3" w:rsidRPr="003F0780">
        <w:rPr>
          <w:rFonts w:ascii="Montserrat" w:hAnsi="Montserrat"/>
          <w:b/>
          <w:sz w:val="17"/>
          <w:szCs w:val="17"/>
        </w:rPr>
        <w:t> | </w:t>
      </w:r>
      <w:r w:rsidRPr="00A63A77">
        <w:rPr>
          <w:rFonts w:ascii="Segoe UI Symbol" w:hAnsi="Segoe UI Symbol" w:cs="Segoe UI Symbol"/>
          <w:color w:val="003399"/>
          <w:sz w:val="17"/>
          <w:szCs w:val="17"/>
        </w:rPr>
        <w:t>☏</w:t>
      </w:r>
      <w:r w:rsidRPr="003F0780">
        <w:rPr>
          <w:rFonts w:ascii="Montserrat" w:hAnsi="Montserrat"/>
          <w:b/>
          <w:sz w:val="17"/>
          <w:szCs w:val="17"/>
        </w:rPr>
        <w:t xml:space="preserve"> +966 56 298 1489</w:t>
      </w:r>
      <w:r w:rsidR="007D00B3" w:rsidRPr="003F0780">
        <w:rPr>
          <w:rFonts w:ascii="Montserrat" w:hAnsi="Montserrat"/>
          <w:b/>
          <w:sz w:val="17"/>
          <w:szCs w:val="17"/>
        </w:rPr>
        <w:t> | </w:t>
      </w:r>
      <w:r w:rsidRPr="00A63A77">
        <w:rPr>
          <w:rFonts w:ascii="Segoe UI Symbol" w:hAnsi="Segoe UI Symbol" w:cs="Segoe UI Symbol"/>
          <w:color w:val="003399"/>
          <w:sz w:val="17"/>
          <w:szCs w:val="17"/>
        </w:rPr>
        <w:t>✉</w:t>
      </w:r>
      <w:r w:rsidRPr="003F0780">
        <w:rPr>
          <w:rFonts w:ascii="Montserrat" w:hAnsi="Montserrat"/>
          <w:b/>
          <w:sz w:val="17"/>
          <w:szCs w:val="17"/>
        </w:rPr>
        <w:t xml:space="preserve"> </w:t>
      </w:r>
      <w:hyperlink r:id="rId7" w:history="1">
        <w:r w:rsidR="003F0780" w:rsidRPr="003F0780">
          <w:rPr>
            <w:rStyle w:val="Hyperlink"/>
            <w:rFonts w:ascii="Montserrat" w:hAnsi="Montserrat"/>
            <w:b/>
            <w:sz w:val="17"/>
            <w:szCs w:val="17"/>
          </w:rPr>
          <w:t>shayan.01@hotmail.com</w:t>
        </w:r>
      </w:hyperlink>
      <w:r w:rsidRPr="003F0780">
        <w:rPr>
          <w:rFonts w:ascii="Montserrat" w:hAnsi="Montserrat"/>
          <w:b/>
          <w:sz w:val="17"/>
          <w:szCs w:val="17"/>
        </w:rPr>
        <w:t xml:space="preserve"> </w:t>
      </w:r>
      <w:r w:rsidRPr="003F0780">
        <w:rPr>
          <w:rFonts w:ascii="Montserrat" w:hAnsi="Montserrat"/>
          <w:b/>
          <w:sz w:val="17"/>
          <w:szCs w:val="17"/>
        </w:rPr>
        <w:t>|</w:t>
      </w:r>
      <w:r w:rsidRPr="003F0780">
        <w:rPr>
          <w:rFonts w:ascii="Montserrat" w:hAnsi="Montserrat"/>
          <w:b/>
          <w:sz w:val="17"/>
          <w:szCs w:val="17"/>
        </w:rPr>
        <w:t xml:space="preserve"> </w:t>
      </w:r>
      <w:r w:rsidRPr="00A63A77">
        <w:rPr>
          <w:rFonts w:ascii="Segoe UI Symbol" w:hAnsi="Segoe UI Symbol" w:cs="Segoe UI Symbol"/>
          <w:color w:val="003399"/>
          <w:sz w:val="17"/>
          <w:szCs w:val="17"/>
        </w:rPr>
        <w:t>🔗</w:t>
      </w:r>
      <w:r w:rsidRPr="003F0780">
        <w:rPr>
          <w:rFonts w:ascii="Montserrat" w:hAnsi="Montserrat"/>
          <w:b/>
          <w:sz w:val="17"/>
          <w:szCs w:val="17"/>
        </w:rPr>
        <w:t xml:space="preserve"> </w:t>
      </w:r>
      <w:hyperlink r:id="rId8">
        <w:r w:rsidR="003F0780" w:rsidRPr="003F0780">
          <w:rPr>
            <w:rStyle w:val="Hyperlink"/>
            <w:rFonts w:ascii="Montserrat" w:hAnsi="Montserrat"/>
            <w:b/>
            <w:sz w:val="17"/>
            <w:szCs w:val="17"/>
          </w:rPr>
          <w:t>www.linkedin.com/in/shayan-ali-</w:t>
        </w:r>
      </w:hyperlink>
      <w:hyperlink r:id="rId9">
        <w:r w:rsidR="003F0780" w:rsidRPr="003F0780">
          <w:rPr>
            <w:rStyle w:val="Hyperlink"/>
            <w:rFonts w:ascii="Montserrat" w:hAnsi="Montserrat"/>
            <w:b/>
            <w:sz w:val="17"/>
            <w:szCs w:val="17"/>
          </w:rPr>
          <w:t>5b6a63b8/</w:t>
        </w:r>
      </w:hyperlink>
    </w:p>
    <w:p w:rsidR="00394A6D" w:rsidRPr="00A63A77" w:rsidRDefault="003F0780" w:rsidP="002A34EA">
      <w:pPr>
        <w:spacing w:after="120"/>
        <w:rPr>
          <w:rFonts w:ascii="Montserrat" w:eastAsiaTheme="majorEastAsia" w:hAnsi="Montserrat" w:cstheme="majorBidi"/>
          <w:b/>
          <w:color w:val="003399"/>
          <w:sz w:val="28"/>
          <w:szCs w:val="32"/>
        </w:rPr>
      </w:pPr>
      <w:r w:rsidRPr="00A63A77">
        <w:rPr>
          <w:rFonts w:ascii="Montserrat" w:eastAsiaTheme="majorEastAsia" w:hAnsi="Montserrat" w:cstheme="majorBidi"/>
          <w:b/>
          <w:color w:val="003399"/>
          <w:sz w:val="28"/>
          <w:szCs w:val="32"/>
        </w:rPr>
        <w:t>Summary</w:t>
      </w:r>
    </w:p>
    <w:p w:rsidR="00394A6D" w:rsidRPr="001F0703" w:rsidRDefault="001F0703" w:rsidP="001F0703">
      <w:pPr>
        <w:pStyle w:val="ListBullet"/>
        <w:numPr>
          <w:ilvl w:val="0"/>
          <w:numId w:val="0"/>
        </w:numPr>
        <w:rPr>
          <w:rFonts w:ascii="Montserrat" w:hAnsi="Montserrat"/>
          <w:sz w:val="20"/>
        </w:rPr>
      </w:pPr>
      <w:r w:rsidRPr="001F0703">
        <w:rPr>
          <w:rFonts w:ascii="Montserrat" w:hAnsi="Montserrat"/>
          <w:sz w:val="20"/>
        </w:rPr>
        <w:t>Experienced Workshop Controller with expertise in automotive diagnostics, vehicle maintenance, and customer service. Proven ability to lead teams, optimize workflows, and ensure high-quality service delivery. Adept at utilizing advanced diagnostic tools and managing workshop operations for increased efficiency</w:t>
      </w:r>
      <w:r w:rsidRPr="001F0703">
        <w:rPr>
          <w:rFonts w:ascii="Montserrat" w:hAnsi="Montserrat"/>
          <w:sz w:val="20"/>
        </w:rPr>
        <w:t>.</w:t>
      </w:r>
    </w:p>
    <w:sdt>
      <w:sdtPr>
        <w:rPr>
          <w:rFonts w:ascii="Montserrat" w:hAnsi="Montserrat"/>
        </w:rPr>
        <w:alias w:val="Education:"/>
        <w:tag w:val="Education:"/>
        <w:id w:val="1513793667"/>
        <w:placeholder>
          <w:docPart w:val="5AE80D0D4F0341EBAF14FB3DDE885B42"/>
        </w:placeholder>
        <w:temporary/>
        <w:showingPlcHdr/>
        <w15:appearance w15:val="hidden"/>
      </w:sdtPr>
      <w:sdtEndPr/>
      <w:sdtContent>
        <w:p w:rsidR="00394A6D" w:rsidRPr="00445714" w:rsidRDefault="007D00B3">
          <w:pPr>
            <w:pStyle w:val="Heading1"/>
            <w:rPr>
              <w:rFonts w:ascii="Montserrat" w:hAnsi="Montserrat"/>
            </w:rPr>
          </w:pPr>
          <w:r w:rsidRPr="003A540F">
            <w:rPr>
              <w:rFonts w:ascii="Montserrat" w:hAnsi="Montserrat"/>
              <w:color w:val="003399"/>
            </w:rPr>
            <w:t>Education</w:t>
          </w:r>
        </w:p>
      </w:sdtContent>
    </w:sdt>
    <w:p w:rsidR="00394A6D" w:rsidRDefault="001F0703" w:rsidP="001F0703">
      <w:pPr>
        <w:pStyle w:val="Heading2"/>
        <w:rPr>
          <w:rFonts w:ascii="Montserrat" w:hAnsi="Montserrat"/>
          <w:color w:val="auto"/>
          <w:sz w:val="20"/>
        </w:rPr>
      </w:pPr>
      <w:r w:rsidRPr="003F0780">
        <w:rPr>
          <w:rFonts w:ascii="Montserrat" w:hAnsi="Montserrat"/>
          <w:sz w:val="20"/>
        </w:rPr>
        <w:t>Automotive Technicia</w:t>
      </w:r>
      <w:r w:rsidR="003F0780" w:rsidRPr="003F0780">
        <w:rPr>
          <w:rFonts w:ascii="Montserrat" w:hAnsi="Montserrat"/>
          <w:sz w:val="20"/>
        </w:rPr>
        <w:t xml:space="preserve">n Certification – City &amp; Guilds </w:t>
      </w:r>
      <w:r w:rsidRPr="003F0780">
        <w:rPr>
          <w:rFonts w:ascii="Montserrat" w:hAnsi="Montserrat"/>
          <w:sz w:val="20"/>
        </w:rPr>
        <w:t>| 2010 - 2012</w:t>
      </w:r>
      <w:r w:rsidR="007D00B3" w:rsidRPr="003F0780">
        <w:rPr>
          <w:rFonts w:ascii="Montserrat" w:hAnsi="Montserrat"/>
          <w:sz w:val="20"/>
        </w:rPr>
        <w:t> | </w:t>
      </w:r>
      <w:r w:rsidRPr="003F0780">
        <w:rPr>
          <w:rFonts w:ascii="Montserrat" w:hAnsi="Montserrat"/>
          <w:color w:val="auto"/>
          <w:sz w:val="20"/>
        </w:rPr>
        <w:t>Aman-Tech, Karachi</w:t>
      </w:r>
    </w:p>
    <w:p w:rsidR="003F0780" w:rsidRPr="001F0703" w:rsidRDefault="003F0780" w:rsidP="003F0780">
      <w:pPr>
        <w:pStyle w:val="Heading2"/>
        <w:rPr>
          <w:rFonts w:ascii="Montserrat" w:hAnsi="Montserrat"/>
        </w:rPr>
      </w:pPr>
      <w:r w:rsidRPr="003F0780">
        <w:rPr>
          <w:rFonts w:ascii="Montserrat" w:hAnsi="Montserrat"/>
          <w:sz w:val="20"/>
        </w:rPr>
        <w:t>Intermediate In Computer Science</w:t>
      </w:r>
      <w:r>
        <w:rPr>
          <w:rFonts w:ascii="Montserrat" w:hAnsi="Montserrat"/>
          <w:sz w:val="20"/>
        </w:rPr>
        <w:t xml:space="preserve"> </w:t>
      </w:r>
      <w:r w:rsidRPr="003F0780">
        <w:rPr>
          <w:rFonts w:ascii="Montserrat" w:hAnsi="Montserrat"/>
          <w:sz w:val="20"/>
        </w:rPr>
        <w:t xml:space="preserve">| </w:t>
      </w:r>
      <w:r>
        <w:rPr>
          <w:rFonts w:ascii="Montserrat" w:hAnsi="Montserrat"/>
          <w:sz w:val="20"/>
        </w:rPr>
        <w:t>20</w:t>
      </w:r>
      <w:r w:rsidRPr="003F0780">
        <w:rPr>
          <w:rFonts w:ascii="Montserrat" w:hAnsi="Montserrat"/>
          <w:sz w:val="20"/>
        </w:rPr>
        <w:t>0</w:t>
      </w:r>
      <w:r>
        <w:rPr>
          <w:rFonts w:ascii="Montserrat" w:hAnsi="Montserrat"/>
          <w:sz w:val="20"/>
        </w:rPr>
        <w:t>7 - 2009</w:t>
      </w:r>
      <w:r w:rsidRPr="003F0780">
        <w:rPr>
          <w:rFonts w:ascii="Montserrat" w:hAnsi="Montserrat"/>
          <w:sz w:val="20"/>
        </w:rPr>
        <w:t> | </w:t>
      </w:r>
      <w:r w:rsidRPr="003F0780">
        <w:rPr>
          <w:rFonts w:ascii="Montserrat" w:hAnsi="Montserrat"/>
          <w:color w:val="auto"/>
          <w:sz w:val="20"/>
        </w:rPr>
        <w:t>Cadet College Fateh Jang</w:t>
      </w:r>
    </w:p>
    <w:p w:rsidR="003F0780" w:rsidRPr="001F0703" w:rsidRDefault="003F0780" w:rsidP="001F0703">
      <w:pPr>
        <w:pStyle w:val="Heading2"/>
        <w:rPr>
          <w:rFonts w:ascii="Montserrat" w:hAnsi="Montserrat"/>
        </w:rPr>
      </w:pPr>
      <w:r w:rsidRPr="003F0780">
        <w:rPr>
          <w:rFonts w:ascii="Montserrat" w:hAnsi="Montserrat"/>
          <w:sz w:val="20"/>
        </w:rPr>
        <w:t xml:space="preserve">Matriculation </w:t>
      </w:r>
      <w:r w:rsidRPr="003F0780">
        <w:rPr>
          <w:rFonts w:ascii="Montserrat" w:hAnsi="Montserrat"/>
          <w:sz w:val="20"/>
        </w:rPr>
        <w:t xml:space="preserve">| </w:t>
      </w:r>
      <w:r>
        <w:rPr>
          <w:rFonts w:ascii="Montserrat" w:hAnsi="Montserrat"/>
          <w:sz w:val="20"/>
        </w:rPr>
        <w:t>20</w:t>
      </w:r>
      <w:r w:rsidRPr="003F0780">
        <w:rPr>
          <w:rFonts w:ascii="Montserrat" w:hAnsi="Montserrat"/>
          <w:sz w:val="20"/>
        </w:rPr>
        <w:t>0</w:t>
      </w:r>
      <w:r>
        <w:rPr>
          <w:rFonts w:ascii="Montserrat" w:hAnsi="Montserrat"/>
          <w:sz w:val="20"/>
        </w:rPr>
        <w:t>5 - 2007</w:t>
      </w:r>
      <w:r w:rsidRPr="003F0780">
        <w:rPr>
          <w:rFonts w:ascii="Montserrat" w:hAnsi="Montserrat"/>
          <w:sz w:val="20"/>
        </w:rPr>
        <w:t> | </w:t>
      </w:r>
      <w:r w:rsidRPr="003F0780">
        <w:rPr>
          <w:rFonts w:ascii="Montserrat" w:hAnsi="Montserrat"/>
          <w:color w:val="auto"/>
          <w:sz w:val="20"/>
        </w:rPr>
        <w:t>Karachi Cadet School</w:t>
      </w:r>
    </w:p>
    <w:sdt>
      <w:sdtPr>
        <w:rPr>
          <w:rFonts w:ascii="Montserrat" w:hAnsi="Montserrat"/>
        </w:rPr>
        <w:alias w:val="Experience:"/>
        <w:tag w:val="Experience:"/>
        <w:id w:val="1494989950"/>
        <w:placeholder>
          <w:docPart w:val="F4BCF095570D4A04B8AFDF86F029263F"/>
        </w:placeholder>
        <w:temporary/>
        <w:showingPlcHdr/>
        <w15:appearance w15:val="hidden"/>
      </w:sdtPr>
      <w:sdtEndPr/>
      <w:sdtContent>
        <w:p w:rsidR="00394A6D" w:rsidRPr="00445714" w:rsidRDefault="007D00B3">
          <w:pPr>
            <w:pStyle w:val="Heading1"/>
            <w:rPr>
              <w:rFonts w:ascii="Montserrat" w:hAnsi="Montserrat"/>
            </w:rPr>
          </w:pPr>
          <w:r w:rsidRPr="003A540F">
            <w:rPr>
              <w:rFonts w:ascii="Montserrat" w:hAnsi="Montserrat"/>
              <w:color w:val="003399"/>
            </w:rPr>
            <w:t>Experience</w:t>
          </w:r>
        </w:p>
      </w:sdtContent>
    </w:sdt>
    <w:p w:rsidR="00394A6D" w:rsidRPr="00A80275" w:rsidRDefault="00FE31B2">
      <w:pPr>
        <w:pStyle w:val="Heading2"/>
        <w:rPr>
          <w:rFonts w:ascii="Montserrat" w:hAnsi="Montserrat"/>
          <w:sz w:val="20"/>
        </w:rPr>
      </w:pPr>
      <w:r w:rsidRPr="00A80275">
        <w:rPr>
          <w:rFonts w:ascii="Montserrat" w:hAnsi="Montserrat"/>
          <w:sz w:val="20"/>
        </w:rPr>
        <w:t>WORKSHOP C</w:t>
      </w:r>
      <w:bookmarkStart w:id="0" w:name="_GoBack"/>
      <w:bookmarkEnd w:id="0"/>
      <w:r w:rsidRPr="00A80275">
        <w:rPr>
          <w:rFonts w:ascii="Montserrat" w:hAnsi="Montserrat"/>
          <w:sz w:val="20"/>
        </w:rPr>
        <w:t>ONTROLLER</w:t>
      </w:r>
      <w:r w:rsidR="007D00B3" w:rsidRPr="00A80275">
        <w:rPr>
          <w:rFonts w:ascii="Montserrat" w:hAnsi="Montserrat"/>
          <w:sz w:val="20"/>
        </w:rPr>
        <w:t> | </w:t>
      </w:r>
      <w:r w:rsidRPr="00A80275">
        <w:rPr>
          <w:rFonts w:ascii="Montserrat" w:hAnsi="Montserrat"/>
          <w:sz w:val="20"/>
        </w:rPr>
        <w:t>Petromin Stellantis, Saudi Arabia</w:t>
      </w:r>
      <w:r w:rsidR="007D00B3" w:rsidRPr="00A80275">
        <w:rPr>
          <w:rFonts w:ascii="Montserrat" w:hAnsi="Montserrat"/>
          <w:sz w:val="20"/>
        </w:rPr>
        <w:t> | </w:t>
      </w:r>
      <w:r w:rsidRPr="00A80275">
        <w:rPr>
          <w:rFonts w:ascii="Montserrat" w:hAnsi="Montserrat"/>
          <w:sz w:val="20"/>
        </w:rPr>
        <w:t>MARCH 2023 – Present</w:t>
      </w:r>
    </w:p>
    <w:p w:rsidR="00FE31B2" w:rsidRPr="009E531E" w:rsidRDefault="00FE31B2" w:rsidP="00FE31B2">
      <w:pPr>
        <w:pStyle w:val="ListBullet"/>
        <w:rPr>
          <w:rFonts w:ascii="Montserrat" w:hAnsi="Montserrat"/>
          <w:sz w:val="18"/>
        </w:rPr>
      </w:pPr>
      <w:r w:rsidRPr="009E531E">
        <w:rPr>
          <w:rFonts w:ascii="Montserrat" w:hAnsi="Montserrat"/>
          <w:sz w:val="18"/>
        </w:rPr>
        <w:t>Supervise workshop operations, ensuring timely and high-quality vehicle repairs.</w:t>
      </w:r>
    </w:p>
    <w:p w:rsidR="00FE31B2" w:rsidRPr="009E531E" w:rsidRDefault="00FE31B2" w:rsidP="00FE31B2">
      <w:pPr>
        <w:pStyle w:val="ListBullet"/>
        <w:rPr>
          <w:rFonts w:ascii="Montserrat" w:hAnsi="Montserrat"/>
          <w:sz w:val="18"/>
        </w:rPr>
      </w:pPr>
      <w:r w:rsidRPr="009E531E">
        <w:rPr>
          <w:rFonts w:ascii="Montserrat" w:hAnsi="Montserrat"/>
          <w:sz w:val="18"/>
        </w:rPr>
        <w:t>Implement workflow improvements, reducing turnaround time.</w:t>
      </w:r>
    </w:p>
    <w:p w:rsidR="00FE31B2" w:rsidRPr="009E531E" w:rsidRDefault="00FE31B2" w:rsidP="00FE31B2">
      <w:pPr>
        <w:pStyle w:val="ListBullet"/>
        <w:rPr>
          <w:rFonts w:ascii="Montserrat" w:hAnsi="Montserrat"/>
          <w:sz w:val="18"/>
        </w:rPr>
      </w:pPr>
      <w:r w:rsidRPr="009E531E">
        <w:rPr>
          <w:rFonts w:ascii="Montserrat" w:hAnsi="Montserrat"/>
          <w:sz w:val="18"/>
        </w:rPr>
        <w:t>Train and mentor junior technicians to enhance their skills and efficiency.</w:t>
      </w:r>
    </w:p>
    <w:p w:rsidR="00D56207" w:rsidRPr="009E531E" w:rsidRDefault="00FE31B2" w:rsidP="009E531E">
      <w:pPr>
        <w:pStyle w:val="ListBullet"/>
        <w:rPr>
          <w:rFonts w:ascii="Montserrat" w:hAnsi="Montserrat"/>
          <w:sz w:val="18"/>
        </w:rPr>
      </w:pPr>
      <w:r w:rsidRPr="009E531E">
        <w:rPr>
          <w:rFonts w:ascii="Montserrat" w:hAnsi="Montserrat"/>
          <w:sz w:val="18"/>
        </w:rPr>
        <w:t>Oversee customer service processes, improving satisfaction ratings.</w:t>
      </w:r>
    </w:p>
    <w:p w:rsidR="00A80275" w:rsidRPr="00A80275" w:rsidRDefault="009E531E" w:rsidP="009E531E">
      <w:pPr>
        <w:pStyle w:val="Heading2"/>
        <w:rPr>
          <w:rFonts w:ascii="Montserrat" w:hAnsi="Montserrat"/>
          <w:sz w:val="20"/>
        </w:rPr>
      </w:pPr>
      <w:r w:rsidRPr="00A80275">
        <w:rPr>
          <w:rFonts w:ascii="Montserrat" w:hAnsi="Montserrat"/>
          <w:sz w:val="20"/>
        </w:rPr>
        <w:t xml:space="preserve">Floor Manager and Service Advisor </w:t>
      </w:r>
      <w:r w:rsidRPr="00A80275">
        <w:rPr>
          <w:rFonts w:ascii="Montserrat" w:hAnsi="Montserrat"/>
          <w:sz w:val="20"/>
        </w:rPr>
        <w:t>| </w:t>
      </w:r>
      <w:r w:rsidRPr="00A80275">
        <w:rPr>
          <w:rFonts w:ascii="Montserrat" w:hAnsi="Montserrat"/>
          <w:sz w:val="20"/>
        </w:rPr>
        <w:t>Chery Automobile PVT Ltd, Karachi,</w:t>
      </w:r>
      <w:r w:rsidR="00A80275">
        <w:rPr>
          <w:rFonts w:ascii="Montserrat" w:hAnsi="Montserrat"/>
          <w:sz w:val="20"/>
        </w:rPr>
        <w:t xml:space="preserve"> PAKISTAN</w:t>
      </w:r>
      <w:r w:rsidR="007D480A">
        <w:rPr>
          <w:rFonts w:ascii="Montserrat" w:hAnsi="Montserrat"/>
          <w:sz w:val="20"/>
        </w:rPr>
        <w:t xml:space="preserve"> </w:t>
      </w:r>
      <w:r w:rsidR="00A80275">
        <w:rPr>
          <w:rFonts w:ascii="Montserrat" w:hAnsi="Montserrat"/>
          <w:sz w:val="20"/>
        </w:rPr>
        <w:t xml:space="preserve">| </w:t>
      </w:r>
      <w:r w:rsidR="007D480A">
        <w:rPr>
          <w:rFonts w:ascii="Montserrat" w:hAnsi="Montserrat"/>
          <w:sz w:val="20"/>
        </w:rPr>
        <w:t xml:space="preserve">        </w:t>
      </w:r>
      <w:r w:rsidR="00A80275" w:rsidRPr="00A80275">
        <w:rPr>
          <w:rFonts w:ascii="Montserrat" w:hAnsi="Montserrat"/>
          <w:sz w:val="20"/>
        </w:rPr>
        <w:t>June 2022 – March 2023</w:t>
      </w:r>
      <w:r w:rsidR="00A80275">
        <w:rPr>
          <w:rFonts w:ascii="Montserrat" w:hAnsi="Montserrat"/>
          <w:sz w:val="20"/>
        </w:rPr>
        <w:t xml:space="preserve"> </w:t>
      </w:r>
    </w:p>
    <w:p w:rsidR="00135D68" w:rsidRPr="00135D68" w:rsidRDefault="00135D68" w:rsidP="00135D68">
      <w:pPr>
        <w:pStyle w:val="ListBullet"/>
        <w:rPr>
          <w:rFonts w:ascii="Montserrat" w:hAnsi="Montserrat"/>
          <w:sz w:val="18"/>
        </w:rPr>
      </w:pPr>
      <w:r w:rsidRPr="00135D68">
        <w:rPr>
          <w:rFonts w:ascii="Montserrat" w:hAnsi="Montserrat"/>
          <w:sz w:val="18"/>
        </w:rPr>
        <w:t>Managed daily workshop operations, optimizing service efficiency.</w:t>
      </w:r>
    </w:p>
    <w:p w:rsidR="00135D68" w:rsidRPr="00135D68" w:rsidRDefault="00135D68" w:rsidP="00135D68">
      <w:pPr>
        <w:pStyle w:val="ListBullet"/>
        <w:rPr>
          <w:rFonts w:ascii="Montserrat" w:hAnsi="Montserrat"/>
          <w:sz w:val="18"/>
        </w:rPr>
      </w:pPr>
      <w:r w:rsidRPr="00135D68">
        <w:rPr>
          <w:rFonts w:ascii="Montserrat" w:hAnsi="Montserrat"/>
          <w:sz w:val="18"/>
        </w:rPr>
        <w:t>Led customer engagement strategies, increasing client retention.</w:t>
      </w:r>
    </w:p>
    <w:p w:rsidR="009E531E" w:rsidRPr="00135D68" w:rsidRDefault="00135D68" w:rsidP="00135D68">
      <w:pPr>
        <w:pStyle w:val="ListBullet"/>
        <w:rPr>
          <w:rFonts w:ascii="Montserrat" w:hAnsi="Montserrat"/>
          <w:sz w:val="18"/>
        </w:rPr>
      </w:pPr>
      <w:r w:rsidRPr="00135D68">
        <w:rPr>
          <w:rFonts w:ascii="Montserrat" w:hAnsi="Montserrat"/>
          <w:sz w:val="18"/>
        </w:rPr>
        <w:t>Coordinated between departmen</w:t>
      </w:r>
      <w:r>
        <w:rPr>
          <w:rFonts w:ascii="Montserrat" w:hAnsi="Montserrat"/>
          <w:sz w:val="18"/>
        </w:rPr>
        <w:t>ts to ensure seamless workflow.</w:t>
      </w:r>
    </w:p>
    <w:p w:rsidR="00A80275" w:rsidRPr="00A80275" w:rsidRDefault="00A80275" w:rsidP="00A80275">
      <w:pPr>
        <w:pStyle w:val="Heading2"/>
        <w:rPr>
          <w:rFonts w:ascii="Montserrat" w:hAnsi="Montserrat"/>
          <w:sz w:val="20"/>
        </w:rPr>
      </w:pPr>
      <w:r w:rsidRPr="00A80275">
        <w:rPr>
          <w:rFonts w:ascii="Montserrat" w:hAnsi="Montserrat"/>
          <w:sz w:val="20"/>
        </w:rPr>
        <w:t>Service Advisor</w:t>
      </w:r>
      <w:r w:rsidRPr="00A80275">
        <w:rPr>
          <w:rFonts w:ascii="Montserrat" w:hAnsi="Montserrat"/>
          <w:sz w:val="20"/>
        </w:rPr>
        <w:t xml:space="preserve"> | </w:t>
      </w:r>
      <w:r w:rsidRPr="00A80275">
        <w:rPr>
          <w:rFonts w:ascii="Montserrat" w:hAnsi="Montserrat"/>
          <w:sz w:val="20"/>
        </w:rPr>
        <w:t xml:space="preserve">The Address Auto Maint LLC, Sharjah, UAE </w:t>
      </w:r>
      <w:r>
        <w:rPr>
          <w:rFonts w:ascii="Montserrat" w:hAnsi="Montserrat"/>
          <w:sz w:val="20"/>
        </w:rPr>
        <w:t xml:space="preserve">| </w:t>
      </w:r>
      <w:r w:rsidRPr="00A80275">
        <w:rPr>
          <w:rFonts w:ascii="Montserrat" w:hAnsi="Montserrat"/>
          <w:sz w:val="20"/>
        </w:rPr>
        <w:t>July 2021 – March 2022</w:t>
      </w:r>
      <w:r>
        <w:rPr>
          <w:rFonts w:ascii="Montserrat" w:hAnsi="Montserrat"/>
          <w:sz w:val="20"/>
        </w:rPr>
        <w:t xml:space="preserve"> </w:t>
      </w:r>
    </w:p>
    <w:p w:rsidR="00D17F3A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Assessed vehicle issues and provided detailed solutions to customers.</w:t>
      </w:r>
    </w:p>
    <w:p w:rsidR="00A80275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Maintained strong relationships with clien</w:t>
      </w:r>
      <w:r>
        <w:rPr>
          <w:rFonts w:ascii="Montserrat" w:hAnsi="Montserrat"/>
          <w:sz w:val="18"/>
        </w:rPr>
        <w:t>ts, increasing service loyalty.</w:t>
      </w:r>
    </w:p>
    <w:p w:rsidR="00A80275" w:rsidRPr="00A80275" w:rsidRDefault="00A80275" w:rsidP="00A80275">
      <w:pPr>
        <w:pStyle w:val="Heading2"/>
        <w:rPr>
          <w:rFonts w:ascii="Montserrat" w:hAnsi="Montserrat"/>
          <w:sz w:val="20"/>
        </w:rPr>
      </w:pPr>
      <w:r w:rsidRPr="00A80275">
        <w:rPr>
          <w:rFonts w:ascii="Montserrat" w:hAnsi="Montserrat"/>
          <w:sz w:val="20"/>
        </w:rPr>
        <w:t xml:space="preserve">Assistant Supervisor </w:t>
      </w:r>
      <w:r w:rsidRPr="00A80275">
        <w:rPr>
          <w:rFonts w:ascii="Montserrat" w:hAnsi="Montserrat"/>
          <w:sz w:val="20"/>
        </w:rPr>
        <w:t xml:space="preserve">| The Address Auto Maint LLC, Sharjah, UAE </w:t>
      </w:r>
      <w:r>
        <w:rPr>
          <w:rFonts w:ascii="Montserrat" w:hAnsi="Montserrat"/>
          <w:sz w:val="20"/>
        </w:rPr>
        <w:t xml:space="preserve">| </w:t>
      </w:r>
      <w:r w:rsidRPr="00A80275">
        <w:rPr>
          <w:rFonts w:ascii="Montserrat" w:hAnsi="Montserrat"/>
          <w:sz w:val="20"/>
        </w:rPr>
        <w:t>November 2020 – June 2021</w:t>
      </w:r>
    </w:p>
    <w:p w:rsidR="00D17F3A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Assessed vehicle issues and provided detailed solutions to customers.</w:t>
      </w:r>
    </w:p>
    <w:p w:rsidR="00A80275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Maintained strong relationships with clien</w:t>
      </w:r>
      <w:r>
        <w:rPr>
          <w:rFonts w:ascii="Montserrat" w:hAnsi="Montserrat"/>
          <w:sz w:val="18"/>
        </w:rPr>
        <w:t>ts, increasing service loyalty.</w:t>
      </w:r>
    </w:p>
    <w:p w:rsidR="00A80275" w:rsidRPr="00A80275" w:rsidRDefault="00A80275" w:rsidP="00A80275">
      <w:pPr>
        <w:pStyle w:val="Heading2"/>
        <w:rPr>
          <w:rFonts w:ascii="Montserrat" w:hAnsi="Montserrat"/>
          <w:sz w:val="20"/>
        </w:rPr>
      </w:pPr>
      <w:r w:rsidRPr="00A80275">
        <w:rPr>
          <w:rFonts w:ascii="Montserrat" w:hAnsi="Montserrat"/>
          <w:sz w:val="20"/>
        </w:rPr>
        <w:t xml:space="preserve">Junior Technician </w:t>
      </w:r>
      <w:r w:rsidRPr="00A80275">
        <w:rPr>
          <w:rFonts w:ascii="Montserrat" w:hAnsi="Montserrat"/>
          <w:sz w:val="20"/>
        </w:rPr>
        <w:t>| </w:t>
      </w:r>
      <w:r w:rsidRPr="00A80275">
        <w:rPr>
          <w:rFonts w:ascii="Montserrat" w:hAnsi="Montserrat"/>
          <w:sz w:val="20"/>
        </w:rPr>
        <w:t xml:space="preserve">Shahnawaz Pvt. Ltd, Authorized Dealer of Mercedes Benz, Karachi, Pakistan </w:t>
      </w:r>
      <w:r>
        <w:rPr>
          <w:rFonts w:ascii="Montserrat" w:hAnsi="Montserrat"/>
          <w:sz w:val="20"/>
        </w:rPr>
        <w:t xml:space="preserve">| </w:t>
      </w:r>
      <w:r w:rsidRPr="00A80275">
        <w:rPr>
          <w:rFonts w:ascii="Montserrat" w:hAnsi="Montserrat"/>
          <w:sz w:val="20"/>
        </w:rPr>
        <w:t>November 2016 – October 2020</w:t>
      </w:r>
    </w:p>
    <w:p w:rsidR="00D17F3A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Conducted diagnostics and performed repairs on luxury vehicles.</w:t>
      </w:r>
    </w:p>
    <w:p w:rsidR="00A80275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Ensured compliance with M</w:t>
      </w:r>
      <w:r>
        <w:rPr>
          <w:rFonts w:ascii="Montserrat" w:hAnsi="Montserrat"/>
          <w:sz w:val="18"/>
        </w:rPr>
        <w:t>ercedes-Benz service standards.</w:t>
      </w:r>
    </w:p>
    <w:p w:rsidR="00A80275" w:rsidRPr="00A80275" w:rsidRDefault="00A80275" w:rsidP="00A80275">
      <w:pPr>
        <w:pStyle w:val="Heading2"/>
        <w:rPr>
          <w:rFonts w:ascii="Montserrat" w:hAnsi="Montserrat"/>
          <w:sz w:val="20"/>
        </w:rPr>
      </w:pPr>
      <w:r w:rsidRPr="00A80275">
        <w:rPr>
          <w:rFonts w:ascii="Montserrat" w:hAnsi="Montserrat"/>
          <w:sz w:val="20"/>
        </w:rPr>
        <w:t xml:space="preserve">Assistant </w:t>
      </w:r>
      <w:r w:rsidRPr="00A80275">
        <w:rPr>
          <w:rFonts w:ascii="Montserrat" w:hAnsi="Montserrat"/>
          <w:sz w:val="20"/>
        </w:rPr>
        <w:t xml:space="preserve">Technician | Shahnawaz Pvt. Ltd, Authorized Dealer of Mercedes Benz, Karachi, Pakistan </w:t>
      </w:r>
      <w:r>
        <w:rPr>
          <w:rFonts w:ascii="Montserrat" w:hAnsi="Montserrat"/>
          <w:sz w:val="20"/>
        </w:rPr>
        <w:t xml:space="preserve">| </w:t>
      </w:r>
      <w:r w:rsidR="00B14E9C" w:rsidRPr="00B14E9C">
        <w:rPr>
          <w:rFonts w:ascii="Montserrat" w:hAnsi="Montserrat"/>
          <w:sz w:val="20"/>
        </w:rPr>
        <w:t>February 2014 – September 2016</w:t>
      </w:r>
    </w:p>
    <w:p w:rsidR="00D17F3A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Conducted diagnostics and performed repairs on luxury vehicles.</w:t>
      </w:r>
    </w:p>
    <w:p w:rsidR="00D17F3A" w:rsidRDefault="00D17F3A" w:rsidP="00CD7A7B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Ensured compliance with M</w:t>
      </w:r>
      <w:r>
        <w:rPr>
          <w:rFonts w:ascii="Montserrat" w:hAnsi="Montserrat"/>
          <w:sz w:val="18"/>
        </w:rPr>
        <w:t>ercedes-Benz service standards.</w:t>
      </w:r>
    </w:p>
    <w:p w:rsidR="00CD7A7B" w:rsidRDefault="00CD7A7B" w:rsidP="00CD7A7B">
      <w:pPr>
        <w:pStyle w:val="ListBullet"/>
        <w:numPr>
          <w:ilvl w:val="0"/>
          <w:numId w:val="0"/>
        </w:numPr>
        <w:ind w:left="360" w:hanging="360"/>
        <w:rPr>
          <w:rFonts w:ascii="Montserrat" w:hAnsi="Montserrat"/>
          <w:sz w:val="18"/>
        </w:rPr>
      </w:pPr>
    </w:p>
    <w:p w:rsidR="00CD7A7B" w:rsidRPr="00CD7A7B" w:rsidRDefault="00CD7A7B" w:rsidP="00CD7A7B">
      <w:pPr>
        <w:pStyle w:val="ListBullet"/>
        <w:numPr>
          <w:ilvl w:val="0"/>
          <w:numId w:val="0"/>
        </w:numPr>
        <w:ind w:left="360" w:hanging="360"/>
        <w:rPr>
          <w:rFonts w:ascii="Montserrat" w:hAnsi="Montserrat"/>
          <w:sz w:val="18"/>
        </w:rPr>
      </w:pPr>
    </w:p>
    <w:p w:rsidR="007D480A" w:rsidRPr="00A80275" w:rsidRDefault="00890591" w:rsidP="007D480A">
      <w:pPr>
        <w:pStyle w:val="Heading2"/>
        <w:rPr>
          <w:rFonts w:ascii="Montserrat" w:hAnsi="Montserrat"/>
          <w:sz w:val="20"/>
        </w:rPr>
      </w:pPr>
      <w:r w:rsidRPr="00890591">
        <w:rPr>
          <w:rFonts w:ascii="Montserrat" w:hAnsi="Montserrat"/>
          <w:sz w:val="20"/>
        </w:rPr>
        <w:lastRenderedPageBreak/>
        <w:t xml:space="preserve">Apprentice </w:t>
      </w:r>
      <w:r w:rsidR="007D480A" w:rsidRPr="00A80275">
        <w:rPr>
          <w:rFonts w:ascii="Montserrat" w:hAnsi="Montserrat"/>
          <w:sz w:val="20"/>
        </w:rPr>
        <w:t>| </w:t>
      </w:r>
      <w:r w:rsidRPr="00890591">
        <w:rPr>
          <w:rFonts w:ascii="Montserrat" w:hAnsi="Montserrat"/>
          <w:sz w:val="20"/>
        </w:rPr>
        <w:t>Suzuki Danish Motors</w:t>
      </w:r>
      <w:r w:rsidR="007D480A" w:rsidRPr="00A80275">
        <w:rPr>
          <w:rFonts w:ascii="Montserrat" w:hAnsi="Montserrat"/>
          <w:sz w:val="20"/>
        </w:rPr>
        <w:t xml:space="preserve">, Karachi, Pakistan </w:t>
      </w:r>
      <w:r w:rsidR="007D480A">
        <w:rPr>
          <w:rFonts w:ascii="Montserrat" w:hAnsi="Montserrat"/>
          <w:sz w:val="20"/>
        </w:rPr>
        <w:t xml:space="preserve">| </w:t>
      </w:r>
      <w:r w:rsidRPr="00890591">
        <w:rPr>
          <w:rFonts w:ascii="Montserrat" w:hAnsi="Montserrat"/>
          <w:sz w:val="20"/>
        </w:rPr>
        <w:t>January 2013 – January 2014</w:t>
      </w:r>
    </w:p>
    <w:p w:rsidR="00D17F3A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Conducted diagnostics and performed repairs on luxury vehicles.</w:t>
      </w:r>
    </w:p>
    <w:p w:rsidR="007D480A" w:rsidRPr="00D17F3A" w:rsidRDefault="00D17F3A" w:rsidP="00D17F3A">
      <w:pPr>
        <w:pStyle w:val="ListBullet"/>
        <w:rPr>
          <w:rFonts w:ascii="Montserrat" w:hAnsi="Montserrat"/>
          <w:sz w:val="18"/>
        </w:rPr>
      </w:pPr>
      <w:r w:rsidRPr="00D17F3A">
        <w:rPr>
          <w:rFonts w:ascii="Montserrat" w:hAnsi="Montserrat"/>
          <w:sz w:val="18"/>
        </w:rPr>
        <w:t>Ensured compliance with M</w:t>
      </w:r>
      <w:r>
        <w:rPr>
          <w:rFonts w:ascii="Montserrat" w:hAnsi="Montserrat"/>
          <w:sz w:val="18"/>
        </w:rPr>
        <w:t>ercedes-Benz service standards.</w:t>
      </w:r>
    </w:p>
    <w:p w:rsidR="004A31CD" w:rsidRPr="00B14E9C" w:rsidRDefault="004A31CD" w:rsidP="004A31CD">
      <w:pPr>
        <w:pStyle w:val="Heading2"/>
        <w:rPr>
          <w:rFonts w:ascii="Montserrat" w:hAnsi="Montserrat"/>
          <w:sz w:val="20"/>
        </w:rPr>
      </w:pPr>
      <w:r w:rsidRPr="00B14E9C">
        <w:rPr>
          <w:rFonts w:ascii="Montserrat" w:hAnsi="Montserrat"/>
          <w:sz w:val="20"/>
        </w:rPr>
        <w:t xml:space="preserve">Intern </w:t>
      </w:r>
      <w:r w:rsidRPr="00B14E9C">
        <w:rPr>
          <w:rFonts w:ascii="Montserrat" w:hAnsi="Montserrat"/>
          <w:sz w:val="20"/>
        </w:rPr>
        <w:t>| </w:t>
      </w:r>
      <w:r w:rsidRPr="00B14E9C">
        <w:rPr>
          <w:rFonts w:ascii="Montserrat" w:hAnsi="Montserrat"/>
          <w:sz w:val="20"/>
        </w:rPr>
        <w:t>Army and Aman Ambulance Workshop, Karachi, Pakistan</w:t>
      </w:r>
      <w:r w:rsidRPr="00B14E9C">
        <w:rPr>
          <w:rFonts w:ascii="Montserrat" w:hAnsi="Montserrat"/>
          <w:sz w:val="20"/>
        </w:rPr>
        <w:t xml:space="preserve"> | </w:t>
      </w:r>
      <w:r w:rsidR="00B14E9C">
        <w:rPr>
          <w:rFonts w:ascii="Montserrat" w:hAnsi="Montserrat"/>
          <w:sz w:val="20"/>
        </w:rPr>
        <w:t>Jan</w:t>
      </w:r>
      <w:r w:rsidRPr="00B14E9C">
        <w:rPr>
          <w:rFonts w:ascii="Montserrat" w:hAnsi="Montserrat"/>
          <w:sz w:val="20"/>
        </w:rPr>
        <w:t xml:space="preserve"> 2012 – Dec 2012</w:t>
      </w:r>
    </w:p>
    <w:p w:rsidR="002A34EA" w:rsidRPr="002A34EA" w:rsidRDefault="002A34EA" w:rsidP="002A34EA">
      <w:pPr>
        <w:pStyle w:val="ListBullet"/>
        <w:rPr>
          <w:rFonts w:ascii="Montserrat" w:hAnsi="Montserrat"/>
          <w:sz w:val="18"/>
        </w:rPr>
      </w:pPr>
      <w:r w:rsidRPr="002A34EA">
        <w:rPr>
          <w:rFonts w:ascii="Montserrat" w:hAnsi="Montserrat"/>
          <w:sz w:val="18"/>
        </w:rPr>
        <w:t>Conducted diagnostics and performed repairs on luxury vehicles.</w:t>
      </w:r>
    </w:p>
    <w:p w:rsidR="00445714" w:rsidRPr="002A34EA" w:rsidRDefault="002A34EA" w:rsidP="002A34EA">
      <w:pPr>
        <w:pStyle w:val="ListBullet"/>
        <w:rPr>
          <w:rFonts w:ascii="Montserrat" w:hAnsi="Montserrat"/>
          <w:sz w:val="18"/>
        </w:rPr>
      </w:pPr>
      <w:r w:rsidRPr="002A34EA">
        <w:rPr>
          <w:rFonts w:ascii="Montserrat" w:hAnsi="Montserrat"/>
          <w:sz w:val="18"/>
        </w:rPr>
        <w:t>Ensured compliance with M</w:t>
      </w:r>
      <w:r>
        <w:rPr>
          <w:rFonts w:ascii="Montserrat" w:hAnsi="Montserrat"/>
          <w:sz w:val="18"/>
        </w:rPr>
        <w:t>ercedes-Benz service standards.</w:t>
      </w:r>
    </w:p>
    <w:sdt>
      <w:sdtPr>
        <w:rPr>
          <w:rFonts w:ascii="Montserrat" w:hAnsi="Montserrat"/>
        </w:rPr>
        <w:alias w:val="Skills &amp; Abilities:"/>
        <w:tag w:val="Skills &amp; Abilities:"/>
        <w:id w:val="495469907"/>
        <w:placeholder>
          <w:docPart w:val="5B7955D9C52D47C48320AF581E993369"/>
        </w:placeholder>
        <w:temporary/>
        <w:showingPlcHdr/>
        <w15:appearance w15:val="hidden"/>
      </w:sdtPr>
      <w:sdtContent>
        <w:p w:rsidR="00445714" w:rsidRPr="00445714" w:rsidRDefault="00445714" w:rsidP="002A34EA">
          <w:pPr>
            <w:pStyle w:val="Heading1"/>
            <w:rPr>
              <w:rFonts w:ascii="Montserrat" w:hAnsi="Montserrat"/>
            </w:rPr>
          </w:pPr>
          <w:r w:rsidRPr="003A540F">
            <w:rPr>
              <w:rFonts w:ascii="Montserrat" w:hAnsi="Montserrat"/>
              <w:color w:val="003399"/>
            </w:rPr>
            <w:t>Skills &amp; Abilities</w:t>
          </w:r>
        </w:p>
      </w:sdtContent>
    </w:sdt>
    <w:p w:rsidR="002A34EA" w:rsidRPr="000734DC" w:rsidRDefault="002A34EA" w:rsidP="002A34EA">
      <w:pPr>
        <w:pStyle w:val="ListBullet"/>
        <w:rPr>
          <w:rFonts w:ascii="Montserrat" w:hAnsi="Montserrat"/>
          <w:sz w:val="20"/>
        </w:rPr>
      </w:pPr>
      <w:r w:rsidRPr="000734DC">
        <w:rPr>
          <w:rFonts w:ascii="Montserrat" w:hAnsi="Montserrat"/>
          <w:b/>
          <w:bCs/>
          <w:sz w:val="20"/>
        </w:rPr>
        <w:t>Technical Expertise:</w:t>
      </w:r>
      <w:r w:rsidRPr="000734DC">
        <w:rPr>
          <w:rFonts w:ascii="Montserrat" w:hAnsi="Montserrat"/>
          <w:sz w:val="20"/>
        </w:rPr>
        <w:t xml:space="preserve"> Automotive diagnostics, mechanical repairs, workshop management</w:t>
      </w:r>
    </w:p>
    <w:p w:rsidR="002A34EA" w:rsidRPr="000734DC" w:rsidRDefault="002A34EA" w:rsidP="002A34EA">
      <w:pPr>
        <w:pStyle w:val="ListBullet"/>
        <w:rPr>
          <w:rFonts w:ascii="Montserrat" w:hAnsi="Montserrat"/>
          <w:sz w:val="20"/>
        </w:rPr>
      </w:pPr>
      <w:r w:rsidRPr="000734DC">
        <w:rPr>
          <w:rFonts w:ascii="Montserrat" w:hAnsi="Montserrat"/>
          <w:b/>
          <w:bCs/>
          <w:sz w:val="20"/>
        </w:rPr>
        <w:t>Technology Proficiency:</w:t>
      </w:r>
      <w:r w:rsidRPr="000734DC">
        <w:rPr>
          <w:rFonts w:ascii="Montserrat" w:hAnsi="Montserrat"/>
          <w:sz w:val="20"/>
        </w:rPr>
        <w:t xml:space="preserve"> Automotive diagnostic software, workshop management systems</w:t>
      </w:r>
    </w:p>
    <w:p w:rsidR="002A34EA" w:rsidRPr="000734DC" w:rsidRDefault="002A34EA" w:rsidP="002A34EA">
      <w:pPr>
        <w:pStyle w:val="ListBullet"/>
        <w:rPr>
          <w:rFonts w:ascii="Montserrat" w:hAnsi="Montserrat"/>
          <w:sz w:val="20"/>
        </w:rPr>
      </w:pPr>
      <w:r w:rsidRPr="000734DC">
        <w:rPr>
          <w:rFonts w:ascii="Montserrat" w:hAnsi="Montserrat"/>
          <w:b/>
          <w:bCs/>
          <w:sz w:val="20"/>
        </w:rPr>
        <w:t>Customer Service:</w:t>
      </w:r>
      <w:r w:rsidRPr="000734DC">
        <w:rPr>
          <w:rFonts w:ascii="Montserrat" w:hAnsi="Montserrat"/>
          <w:sz w:val="20"/>
        </w:rPr>
        <w:t xml:space="preserve"> Strong communication, client handling, service advisory</w:t>
      </w:r>
    </w:p>
    <w:p w:rsidR="002A34EA" w:rsidRPr="000734DC" w:rsidRDefault="002A34EA" w:rsidP="002A34EA">
      <w:pPr>
        <w:pStyle w:val="ListBullet"/>
        <w:rPr>
          <w:rFonts w:ascii="Montserrat" w:hAnsi="Montserrat"/>
          <w:sz w:val="20"/>
        </w:rPr>
      </w:pPr>
      <w:r w:rsidRPr="000734DC">
        <w:rPr>
          <w:rFonts w:ascii="Montserrat" w:hAnsi="Montserrat"/>
          <w:b/>
          <w:bCs/>
          <w:sz w:val="20"/>
        </w:rPr>
        <w:t>Leadership &amp; Teamwork:</w:t>
      </w:r>
      <w:r w:rsidRPr="000734DC">
        <w:rPr>
          <w:rFonts w:ascii="Montserrat" w:hAnsi="Montserrat"/>
          <w:sz w:val="20"/>
        </w:rPr>
        <w:t xml:space="preserve"> Team supervision, staff training, performance optimization</w:t>
      </w:r>
    </w:p>
    <w:p w:rsidR="002A34EA" w:rsidRPr="000734DC" w:rsidRDefault="002A34EA" w:rsidP="002A34EA">
      <w:pPr>
        <w:pStyle w:val="ListBullet"/>
        <w:rPr>
          <w:rFonts w:ascii="Montserrat" w:hAnsi="Montserrat"/>
          <w:sz w:val="20"/>
        </w:rPr>
      </w:pPr>
      <w:r w:rsidRPr="000734DC">
        <w:rPr>
          <w:rFonts w:ascii="Montserrat" w:hAnsi="Montserrat"/>
          <w:b/>
          <w:bCs/>
          <w:sz w:val="20"/>
        </w:rPr>
        <w:t>Problem-Solving:</w:t>
      </w:r>
      <w:r w:rsidRPr="000734DC">
        <w:rPr>
          <w:rFonts w:ascii="Montserrat" w:hAnsi="Montserrat"/>
          <w:sz w:val="20"/>
        </w:rPr>
        <w:t xml:space="preserve"> Quick decision-making, troubleshooting complex vehicle issues</w:t>
      </w:r>
    </w:p>
    <w:p w:rsidR="002A34EA" w:rsidRPr="000734DC" w:rsidRDefault="002A34EA" w:rsidP="002A34EA">
      <w:pPr>
        <w:pStyle w:val="ListBullet"/>
        <w:rPr>
          <w:rFonts w:ascii="Montserrat" w:hAnsi="Montserrat"/>
          <w:sz w:val="20"/>
        </w:rPr>
      </w:pPr>
      <w:r w:rsidRPr="000734DC">
        <w:rPr>
          <w:rFonts w:ascii="Montserrat" w:hAnsi="Montserrat"/>
          <w:b/>
          <w:bCs/>
          <w:sz w:val="20"/>
        </w:rPr>
        <w:t>Adaptability &amp; Work Ethics:</w:t>
      </w:r>
      <w:r w:rsidRPr="000734DC">
        <w:rPr>
          <w:rFonts w:ascii="Montserrat" w:hAnsi="Montserrat"/>
          <w:sz w:val="20"/>
        </w:rPr>
        <w:t xml:space="preserve"> Ability to work under pressure, professional integrity</w:t>
      </w:r>
    </w:p>
    <w:p w:rsidR="00445714" w:rsidRPr="000734DC" w:rsidRDefault="002A34EA" w:rsidP="002A34EA">
      <w:pPr>
        <w:pStyle w:val="ListBullet"/>
        <w:rPr>
          <w:rFonts w:ascii="Montserrat" w:hAnsi="Montserrat"/>
          <w:sz w:val="20"/>
        </w:rPr>
      </w:pPr>
      <w:r w:rsidRPr="000734DC">
        <w:rPr>
          <w:rFonts w:ascii="Montserrat" w:hAnsi="Montserrat"/>
          <w:b/>
          <w:bCs/>
          <w:sz w:val="20"/>
        </w:rPr>
        <w:t>Software Proficiency:</w:t>
      </w:r>
      <w:r w:rsidRPr="000734DC">
        <w:rPr>
          <w:rFonts w:ascii="Montserrat" w:hAnsi="Montserrat"/>
          <w:sz w:val="20"/>
        </w:rPr>
        <w:t xml:space="preserve"> MS Office, reporting tools, CRM systems</w:t>
      </w:r>
    </w:p>
    <w:sectPr w:rsidR="00445714" w:rsidRPr="000734DC" w:rsidSect="00A63A77">
      <w:footerReference w:type="default" r:id="rId10"/>
      <w:pgSz w:w="12240" w:h="15840"/>
      <w:pgMar w:top="1080" w:right="450" w:bottom="720" w:left="720" w:header="576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3E3" w:rsidRDefault="009213E3">
      <w:pPr>
        <w:spacing w:after="0"/>
      </w:pPr>
      <w:r>
        <w:separator/>
      </w:r>
    </w:p>
  </w:endnote>
  <w:endnote w:type="continuationSeparator" w:id="0">
    <w:p w:rsidR="009213E3" w:rsidRDefault="009213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ontserrat">
    <w:panose1 w:val="00000000000000000000"/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33036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4A6D" w:rsidRDefault="007D00B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4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3E3" w:rsidRDefault="009213E3">
      <w:pPr>
        <w:spacing w:after="0"/>
      </w:pPr>
      <w:r>
        <w:separator/>
      </w:r>
    </w:p>
  </w:footnote>
  <w:footnote w:type="continuationSeparator" w:id="0">
    <w:p w:rsidR="009213E3" w:rsidRDefault="009213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63E7B5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56455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1F8FE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A12FB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223C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B1853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642CA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12399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1AE1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14F146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1">
    <w:nsid w:val="3C931A06"/>
    <w:multiLevelType w:val="multilevel"/>
    <w:tmpl w:val="3E28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702048"/>
    <w:multiLevelType w:val="hybridMultilevel"/>
    <w:tmpl w:val="658AB4F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054C87"/>
    <w:multiLevelType w:val="multilevel"/>
    <w:tmpl w:val="1B28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288" w:hanging="288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576" w:hanging="288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864" w:hanging="288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152" w:hanging="28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440" w:hanging="288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728" w:hanging="288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016" w:hanging="288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304" w:hanging="288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2592" w:hanging="288"/>
        </w:pPr>
        <w:rPr>
          <w:rFonts w:ascii="Symbol" w:hAnsi="Symbol" w:hint="default"/>
          <w:color w:val="auto"/>
        </w:rPr>
      </w:lvl>
    </w:lvlOverride>
  </w:num>
  <w:num w:numId="16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7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auto"/>
        </w:rPr>
      </w:lvl>
    </w:lvlOverride>
  </w:num>
  <w:num w:numId="18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9">
    <w:abstractNumId w:val="12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14"/>
    <w:rsid w:val="00011E62"/>
    <w:rsid w:val="000734DC"/>
    <w:rsid w:val="00135D68"/>
    <w:rsid w:val="001F0703"/>
    <w:rsid w:val="002A34EA"/>
    <w:rsid w:val="00374627"/>
    <w:rsid w:val="00394A6D"/>
    <w:rsid w:val="003A540F"/>
    <w:rsid w:val="003F0780"/>
    <w:rsid w:val="003F19B9"/>
    <w:rsid w:val="00445714"/>
    <w:rsid w:val="004476A1"/>
    <w:rsid w:val="004A31CD"/>
    <w:rsid w:val="005114E7"/>
    <w:rsid w:val="005E5E55"/>
    <w:rsid w:val="00616068"/>
    <w:rsid w:val="006E401C"/>
    <w:rsid w:val="0077621B"/>
    <w:rsid w:val="007963CE"/>
    <w:rsid w:val="007D00B3"/>
    <w:rsid w:val="007D480A"/>
    <w:rsid w:val="00890591"/>
    <w:rsid w:val="008916B6"/>
    <w:rsid w:val="008E10EB"/>
    <w:rsid w:val="009213E3"/>
    <w:rsid w:val="009763C8"/>
    <w:rsid w:val="009E531E"/>
    <w:rsid w:val="00A63A77"/>
    <w:rsid w:val="00A80275"/>
    <w:rsid w:val="00A8131A"/>
    <w:rsid w:val="00B14E9C"/>
    <w:rsid w:val="00B769EE"/>
    <w:rsid w:val="00C57E43"/>
    <w:rsid w:val="00C72B59"/>
    <w:rsid w:val="00CC75DB"/>
    <w:rsid w:val="00CD7A7B"/>
    <w:rsid w:val="00D17F3A"/>
    <w:rsid w:val="00D33143"/>
    <w:rsid w:val="00D56207"/>
    <w:rsid w:val="00D765AF"/>
    <w:rsid w:val="00DD4208"/>
    <w:rsid w:val="00EA2B92"/>
    <w:rsid w:val="00FC564D"/>
    <w:rsid w:val="00FE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1134FB"/>
  <w15:chartTrackingRefBased/>
  <w15:docId w15:val="{F9437579-33F6-41DA-B0E0-02CA92B7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207"/>
  </w:style>
  <w:style w:type="paragraph" w:styleId="Heading1">
    <w:name w:val="heading 1"/>
    <w:basedOn w:val="Normal"/>
    <w:link w:val="Heading1Char"/>
    <w:uiPriority w:val="9"/>
    <w:qFormat/>
    <w:rsid w:val="00D56207"/>
    <w:pPr>
      <w:keepNext/>
      <w:keepLines/>
      <w:spacing w:before="400" w:after="60"/>
      <w:contextualSpacing/>
      <w:outlineLvl w:val="0"/>
    </w:pPr>
    <w:rPr>
      <w:rFonts w:asciiTheme="majorHAnsi" w:eastAsiaTheme="majorEastAsia" w:hAnsiTheme="majorHAnsi" w:cstheme="majorBidi"/>
      <w:b/>
      <w:color w:val="4E4E4E" w:themeColor="accent1" w:themeTint="BF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56207"/>
    <w:pPr>
      <w:keepNext/>
      <w:keepLines/>
      <w:spacing w:before="180" w:after="100"/>
      <w:outlineLvl w:val="1"/>
    </w:pPr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75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90909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7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E0E0E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75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0E0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5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909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5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5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5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sid w:val="008916B6"/>
    <w:rPr>
      <w:color w:val="707070" w:themeColor="accent3" w:themeShade="BF"/>
    </w:rPr>
  </w:style>
  <w:style w:type="paragraph" w:styleId="ListBullet">
    <w:name w:val="List Bullet"/>
    <w:basedOn w:val="Normal"/>
    <w:uiPriority w:val="10"/>
    <w:qFormat/>
    <w:pPr>
      <w:numPr>
        <w:numId w:val="14"/>
      </w:numPr>
      <w:spacing w:after="80"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141414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/>
    </w:pPr>
    <w:rPr>
      <w:color w:val="auto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auto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character" w:customStyle="1" w:styleId="Heading1Char">
    <w:name w:val="Heading 1 Char"/>
    <w:basedOn w:val="DefaultParagraphFont"/>
    <w:link w:val="Heading1"/>
    <w:uiPriority w:val="9"/>
    <w:rsid w:val="00D56207"/>
    <w:rPr>
      <w:rFonts w:asciiTheme="majorHAnsi" w:eastAsiaTheme="majorEastAsia" w:hAnsiTheme="majorHAnsi" w:cstheme="majorBidi"/>
      <w:b/>
      <w:color w:val="4E4E4E" w:themeColor="accent1" w:themeTint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207"/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Bibliography">
    <w:name w:val="Bibliography"/>
    <w:basedOn w:val="Normal"/>
    <w:next w:val="Normal"/>
    <w:uiPriority w:val="37"/>
    <w:semiHidden/>
    <w:unhideWhenUsed/>
    <w:rsid w:val="00CC75DB"/>
  </w:style>
  <w:style w:type="paragraph" w:styleId="BlockText">
    <w:name w:val="Block Text"/>
    <w:basedOn w:val="Normal"/>
    <w:uiPriority w:val="99"/>
    <w:semiHidden/>
    <w:unhideWhenUsed/>
    <w:rsid w:val="00CC75DB"/>
    <w:pPr>
      <w:pBdr>
        <w:top w:val="single" w:sz="2" w:space="10" w:color="141414" w:themeColor="accent1" w:frame="1"/>
        <w:left w:val="single" w:sz="2" w:space="10" w:color="141414" w:themeColor="accent1" w:frame="1"/>
        <w:bottom w:val="single" w:sz="2" w:space="10" w:color="141414" w:themeColor="accent1" w:frame="1"/>
        <w:right w:val="single" w:sz="2" w:space="10" w:color="141414" w:themeColor="accent1" w:frame="1"/>
      </w:pBdr>
      <w:ind w:left="1152" w:right="1152"/>
    </w:pPr>
    <w:rPr>
      <w:rFonts w:eastAsiaTheme="minorEastAsia"/>
      <w:i/>
      <w:iCs/>
      <w:color w:val="14141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C75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75DB"/>
  </w:style>
  <w:style w:type="paragraph" w:styleId="BodyText2">
    <w:name w:val="Body Text 2"/>
    <w:basedOn w:val="Normal"/>
    <w:link w:val="BodyText2Char"/>
    <w:uiPriority w:val="99"/>
    <w:semiHidden/>
    <w:unhideWhenUsed/>
    <w:rsid w:val="00CC75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75DB"/>
  </w:style>
  <w:style w:type="paragraph" w:styleId="BodyText3">
    <w:name w:val="Body Text 3"/>
    <w:basedOn w:val="Normal"/>
    <w:link w:val="BodyText3Char"/>
    <w:uiPriority w:val="99"/>
    <w:semiHidden/>
    <w:unhideWhenUsed/>
    <w:rsid w:val="00CC75D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75DB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C75DB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C75D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75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75D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C75DB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C75D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75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75D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75DB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75DB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CC75DB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75DB"/>
    <w:pPr>
      <w:spacing w:after="200"/>
    </w:pPr>
    <w:rPr>
      <w:i/>
      <w:iCs/>
      <w:color w:val="000000" w:themeColor="text2"/>
      <w:szCs w:val="18"/>
    </w:rPr>
  </w:style>
  <w:style w:type="paragraph" w:styleId="Closing">
    <w:name w:val="Closing"/>
    <w:basedOn w:val="Normal"/>
    <w:link w:val="Closing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CC75DB"/>
  </w:style>
  <w:style w:type="table" w:styleId="ColorfulGrid">
    <w:name w:val="Colorful Grid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</w:rPr>
      <w:tblPr/>
      <w:tcPr>
        <w:shd w:val="clear" w:color="auto" w:fill="A1A1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1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7E7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7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0C" w:themeColor="accent1" w:themeShade="99"/>
          <w:insideV w:val="nil"/>
        </w:tcBorders>
        <w:shd w:val="clear" w:color="auto" w:fill="0C0C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0C" w:themeFill="accent1" w:themeFillShade="99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89898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5DB"/>
    <w:pPr>
      <w:spacing w:after="280"/>
    </w:pPr>
    <w:rPr>
      <w:b/>
      <w:bCs/>
      <w:color w:val="404040" w:themeColor="text1" w:themeTint="BF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5DB"/>
    <w:rPr>
      <w:b/>
      <w:bCs/>
      <w:color w:val="auto"/>
      <w:szCs w:val="20"/>
      <w:lang w:eastAsia="en-US"/>
    </w:rPr>
  </w:style>
  <w:style w:type="table" w:styleId="DarkList">
    <w:name w:val="Dark List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09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E0E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1"/>
    <w:semiHidden/>
    <w:unhideWhenUsed/>
    <w:qFormat/>
    <w:rsid w:val="00CC75DB"/>
  </w:style>
  <w:style w:type="character" w:customStyle="1" w:styleId="DateChar">
    <w:name w:val="Date Char"/>
    <w:basedOn w:val="DefaultParagraphFont"/>
    <w:link w:val="Date"/>
    <w:uiPriority w:val="1"/>
    <w:semiHidden/>
    <w:rsid w:val="00CC75DB"/>
  </w:style>
  <w:style w:type="paragraph" w:styleId="DocumentMap">
    <w:name w:val="Document Map"/>
    <w:basedOn w:val="Normal"/>
    <w:link w:val="DocumentMapChar"/>
    <w:uiPriority w:val="99"/>
    <w:semiHidden/>
    <w:unhideWhenUsed/>
    <w:rsid w:val="00CC75D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75DB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C75D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C75DB"/>
  </w:style>
  <w:style w:type="character" w:styleId="Emphasis">
    <w:name w:val="Emphasis"/>
    <w:basedOn w:val="DefaultParagraphFont"/>
    <w:uiPriority w:val="20"/>
    <w:semiHidden/>
    <w:unhideWhenUsed/>
    <w:qFormat/>
    <w:rsid w:val="00CC75D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CC75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75DB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75DB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C75D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916B6"/>
    <w:rPr>
      <w:color w:val="5F5F5F" w:themeColor="accent4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C75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75DB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75DB"/>
    <w:rPr>
      <w:szCs w:val="20"/>
    </w:rPr>
  </w:style>
  <w:style w:type="table" w:styleId="GridTable1Light">
    <w:name w:val="Grid Table 1 Light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A1A1A1" w:themeColor="accent1" w:themeTint="66"/>
        <w:left w:val="single" w:sz="4" w:space="0" w:color="A1A1A1" w:themeColor="accent1" w:themeTint="66"/>
        <w:bottom w:val="single" w:sz="4" w:space="0" w:color="A1A1A1" w:themeColor="accent1" w:themeTint="66"/>
        <w:right w:val="single" w:sz="4" w:space="0" w:color="A1A1A1" w:themeColor="accent1" w:themeTint="66"/>
        <w:insideH w:val="single" w:sz="4" w:space="0" w:color="A1A1A1" w:themeColor="accent1" w:themeTint="66"/>
        <w:insideV w:val="single" w:sz="4" w:space="0" w:color="A1A1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727272" w:themeColor="accent1" w:themeTint="99"/>
        <w:bottom w:val="single" w:sz="2" w:space="0" w:color="727272" w:themeColor="accent1" w:themeTint="99"/>
        <w:insideH w:val="single" w:sz="2" w:space="0" w:color="727272" w:themeColor="accent1" w:themeTint="99"/>
        <w:insideV w:val="single" w:sz="2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727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A1A1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CC75DB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75DB"/>
    <w:rPr>
      <w:rFonts w:asciiTheme="majorHAnsi" w:eastAsiaTheme="majorEastAsia" w:hAnsiTheme="majorHAnsi" w:cstheme="majorBidi"/>
      <w:color w:val="09090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5DB"/>
    <w:rPr>
      <w:rFonts w:asciiTheme="majorHAnsi" w:eastAsiaTheme="majorEastAsia" w:hAnsiTheme="majorHAnsi" w:cstheme="majorBidi"/>
      <w:i/>
      <w:iCs/>
      <w:color w:val="0E0E0E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75DB"/>
    <w:rPr>
      <w:rFonts w:asciiTheme="majorHAnsi" w:eastAsiaTheme="majorEastAsia" w:hAnsiTheme="majorHAnsi" w:cstheme="majorBidi"/>
      <w:color w:val="0E0E0E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5DB"/>
    <w:rPr>
      <w:rFonts w:asciiTheme="majorHAnsi" w:eastAsiaTheme="majorEastAsia" w:hAnsiTheme="majorHAnsi" w:cstheme="majorBidi"/>
      <w:color w:val="0909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5DB"/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5D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5D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CC75DB"/>
  </w:style>
  <w:style w:type="paragraph" w:styleId="HTMLAddress">
    <w:name w:val="HTML Address"/>
    <w:basedOn w:val="Normal"/>
    <w:link w:val="HTMLAddressChar"/>
    <w:uiPriority w:val="99"/>
    <w:semiHidden/>
    <w:unhideWhenUsed/>
    <w:rsid w:val="00CC75D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C75D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CC75D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CC75D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5DB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5DB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CC75D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CC75DB"/>
    <w:rPr>
      <w:i/>
      <w:iCs/>
    </w:rPr>
  </w:style>
  <w:style w:type="character" w:styleId="Hyperlink">
    <w:name w:val="Hyperlink"/>
    <w:basedOn w:val="DefaultParagraphFont"/>
    <w:uiPriority w:val="99"/>
    <w:unhideWhenUsed/>
    <w:rsid w:val="00CC75DB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C75DB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C75DB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C75DB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C75DB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C75DB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C75DB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C75DB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C75DB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C75DB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C75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C75DB"/>
    <w:rPr>
      <w:i/>
      <w:iCs/>
      <w:color w:val="14141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C75DB"/>
    <w:pPr>
      <w:pBdr>
        <w:top w:val="single" w:sz="4" w:space="10" w:color="141414" w:themeColor="accent1"/>
        <w:bottom w:val="single" w:sz="4" w:space="10" w:color="141414" w:themeColor="accent1"/>
      </w:pBdr>
      <w:spacing w:before="360" w:after="360"/>
      <w:ind w:left="864" w:right="864"/>
      <w:jc w:val="center"/>
    </w:pPr>
    <w:rPr>
      <w:i/>
      <w:iCs/>
      <w:color w:val="14141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C75DB"/>
    <w:rPr>
      <w:i/>
      <w:iCs/>
      <w:color w:val="141414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C75DB"/>
    <w:rPr>
      <w:b/>
      <w:bCs/>
      <w:smallCaps/>
      <w:color w:val="14141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1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  <w:shd w:val="clear" w:color="auto" w:fill="C4C4C4" w:themeFill="accent1" w:themeFillTint="3F"/>
      </w:tcPr>
    </w:tblStylePr>
    <w:tblStylePr w:type="band2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C75D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CC75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C75D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C75D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C75D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C75DB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CC75DB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C75DB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C75DB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C75DB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C75D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C75D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C75D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C75D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C75DB"/>
    <w:pPr>
      <w:spacing w:after="120"/>
      <w:ind w:left="1415"/>
      <w:contextualSpacing/>
    </w:pPr>
  </w:style>
  <w:style w:type="paragraph" w:styleId="ListNumber">
    <w:name w:val="List Number"/>
    <w:basedOn w:val="Normal"/>
    <w:uiPriority w:val="12"/>
    <w:rsid w:val="00CC75DB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C75DB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C75DB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C75DB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C75DB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CC75D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bottom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141414" w:themeColor="accent1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14" w:themeColor="accent1"/>
          <w:right w:val="single" w:sz="4" w:space="0" w:color="141414" w:themeColor="accent1"/>
        </w:tcBorders>
      </w:tcPr>
    </w:tblStylePr>
    <w:tblStylePr w:type="band1Horz">
      <w:tblPr/>
      <w:tcPr>
        <w:tcBorders>
          <w:top w:val="single" w:sz="4" w:space="0" w:color="141414" w:themeColor="accent1"/>
          <w:bottom w:val="single" w:sz="4" w:space="0" w:color="14141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14" w:themeColor="accent1"/>
          <w:left w:val="nil"/>
        </w:tcBorders>
      </w:tcPr>
    </w:tblStylePr>
    <w:tblStylePr w:type="swCell">
      <w:tblPr/>
      <w:tcPr>
        <w:tcBorders>
          <w:top w:val="double" w:sz="4" w:space="0" w:color="14141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41414" w:themeColor="accent1"/>
        <w:left w:val="single" w:sz="24" w:space="0" w:color="141414" w:themeColor="accent1"/>
        <w:bottom w:val="single" w:sz="24" w:space="0" w:color="141414" w:themeColor="accent1"/>
        <w:right w:val="single" w:sz="24" w:space="0" w:color="141414" w:themeColor="accent1"/>
      </w:tblBorders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141414" w:themeColor="accent1"/>
        <w:bottom w:val="single" w:sz="4" w:space="0" w:color="14141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141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1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1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1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1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C75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75DB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  <w:insideV w:val="single" w:sz="8" w:space="0" w:color="4E4E4E" w:themeColor="accent1" w:themeTint="BF"/>
      </w:tblBorders>
    </w:tblPr>
    <w:tcPr>
      <w:shd w:val="clear" w:color="auto" w:fill="C4C4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4E4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cPr>
      <w:shd w:val="clear" w:color="auto" w:fill="C4C4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7E7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0D0" w:themeFill="accent1" w:themeFillTint="33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tcBorders>
          <w:insideH w:val="single" w:sz="6" w:space="0" w:color="141414" w:themeColor="accent1"/>
          <w:insideV w:val="single" w:sz="6" w:space="0" w:color="141414" w:themeColor="accent1"/>
        </w:tcBorders>
        <w:shd w:val="clear" w:color="auto" w:fill="89898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4C4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898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898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1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shd w:val="clear" w:color="auto" w:fill="C4C4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1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1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1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C4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C4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CC75DB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C75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C75D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CC75D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CC75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C75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C75DB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C75DB"/>
  </w:style>
  <w:style w:type="character" w:styleId="PageNumber">
    <w:name w:val="page number"/>
    <w:basedOn w:val="DefaultParagraphFont"/>
    <w:uiPriority w:val="99"/>
    <w:semiHidden/>
    <w:unhideWhenUsed/>
    <w:rsid w:val="00CC75DB"/>
  </w:style>
  <w:style w:type="table" w:styleId="PlainTable1">
    <w:name w:val="Plain Table 1"/>
    <w:basedOn w:val="TableNormal"/>
    <w:uiPriority w:val="41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C75D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C75DB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C75DB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75DB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C75DB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C75DB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2"/>
    <w:semiHidden/>
    <w:unhideWhenUsed/>
    <w:qFormat/>
    <w:rsid w:val="00CC75DB"/>
  </w:style>
  <w:style w:type="character" w:customStyle="1" w:styleId="SalutationChar">
    <w:name w:val="Salutation Char"/>
    <w:basedOn w:val="DefaultParagraphFont"/>
    <w:link w:val="Salutation"/>
    <w:uiPriority w:val="2"/>
    <w:semiHidden/>
    <w:rsid w:val="00CC75DB"/>
  </w:style>
  <w:style w:type="paragraph" w:styleId="Signature">
    <w:name w:val="Signature"/>
    <w:basedOn w:val="Normal"/>
    <w:link w:val="Signature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2"/>
    <w:semiHidden/>
    <w:rsid w:val="00CC75DB"/>
  </w:style>
  <w:style w:type="character" w:customStyle="1" w:styleId="SmartHyperlink">
    <w:name w:val="Smart Hyperlink"/>
    <w:basedOn w:val="DefaultParagraphFont"/>
    <w:uiPriority w:val="99"/>
    <w:semiHidden/>
    <w:unhideWhenUsed/>
    <w:rsid w:val="00CC75DB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CC75DB"/>
    <w:rPr>
      <w:b/>
      <w:bCs/>
    </w:rPr>
  </w:style>
  <w:style w:type="paragraph" w:styleId="Subtitle">
    <w:name w:val="Subtitle"/>
    <w:basedOn w:val="Normal"/>
    <w:next w:val="Normal"/>
    <w:link w:val="SubtitleChar"/>
    <w:uiPriority w:val="3"/>
    <w:semiHidden/>
    <w:unhideWhenUsed/>
    <w:qFormat/>
    <w:rsid w:val="00CC75D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3"/>
    <w:semiHidden/>
    <w:rsid w:val="00CC75DB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CC75D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CC75D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C75DB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C75DB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C75DB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C75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C75D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C75DB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C75DB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C75DB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C75DB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C75D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C75DB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CC75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C75DB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C75DB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C75DB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C75D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C75D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C75DB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C75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C75D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C75D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C75D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C75D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CC75D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CC75DB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CC75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C75D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C75D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C75D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C75D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C75D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C75D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C75D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C75D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C75D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75DB"/>
    <w:pPr>
      <w:spacing w:before="240" w:after="0"/>
      <w:outlineLvl w:val="9"/>
    </w:pPr>
    <w:rPr>
      <w:b w:val="0"/>
      <w:color w:val="0E0E0E" w:themeColor="accent1" w:themeShade="BF"/>
      <w:sz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16B6"/>
    <w:rPr>
      <w:color w:val="5F5F5F" w:themeColor="accent5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shayan-ali-5b6a63b8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ayan.01@hotmail.com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inkedin.com/in/shayan-ali-5b6a63b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S10\AppData\Roaming\Microsoft\Templates\ATS%20bold%20classic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35098660FEB414C83BACBF7BF912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C8B57-187A-4F8B-A518-43A4F8B781B2}"/>
      </w:docPartPr>
      <w:docPartBody>
        <w:p w:rsidR="00000000" w:rsidRDefault="00377E66">
          <w:pPr>
            <w:pStyle w:val="035098660FEB414C83BACBF7BF91238C"/>
          </w:pPr>
          <w:r>
            <w:t>Your Name</w:t>
          </w:r>
        </w:p>
      </w:docPartBody>
    </w:docPart>
    <w:docPart>
      <w:docPartPr>
        <w:name w:val="5AE80D0D4F0341EBAF14FB3DDE885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C6343-0A44-466D-99A1-C4C413F1DD83}"/>
      </w:docPartPr>
      <w:docPartBody>
        <w:p w:rsidR="00000000" w:rsidRDefault="00377E66">
          <w:pPr>
            <w:pStyle w:val="5AE80D0D4F0341EBAF14FB3DDE885B42"/>
          </w:pPr>
          <w:r>
            <w:t>Education</w:t>
          </w:r>
        </w:p>
      </w:docPartBody>
    </w:docPart>
    <w:docPart>
      <w:docPartPr>
        <w:name w:val="F4BCF095570D4A04B8AFDF86F0292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4C35-D5F8-46C7-AC9E-50CAA098C5BC}"/>
      </w:docPartPr>
      <w:docPartBody>
        <w:p w:rsidR="00000000" w:rsidRDefault="00377E66">
          <w:pPr>
            <w:pStyle w:val="F4BCF095570D4A04B8AFDF86F029263F"/>
          </w:pPr>
          <w:r>
            <w:t>Experience</w:t>
          </w:r>
        </w:p>
      </w:docPartBody>
    </w:docPart>
    <w:docPart>
      <w:docPartPr>
        <w:name w:val="5B7955D9C52D47C48320AF581E993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391D0-BFBB-4A2C-B3DD-B65994A9402F}"/>
      </w:docPartPr>
      <w:docPartBody>
        <w:p w:rsidR="00000000" w:rsidRDefault="008A34C4" w:rsidP="008A34C4">
          <w:pPr>
            <w:pStyle w:val="5B7955D9C52D47C48320AF581E993369"/>
          </w:pPr>
          <w:r>
            <w:t>Skills &amp; Abilities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ontserrat">
    <w:panose1 w:val="00000000000000000000"/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4C4"/>
    <w:rsid w:val="00377E66"/>
    <w:rsid w:val="008A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5098660FEB414C83BACBF7BF91238C">
    <w:name w:val="035098660FEB414C83BACBF7BF91238C"/>
  </w:style>
  <w:style w:type="paragraph" w:customStyle="1" w:styleId="D4E305918A8C4ECE8CF05591989A683A">
    <w:name w:val="D4E305918A8C4ECE8CF05591989A683A"/>
  </w:style>
  <w:style w:type="paragraph" w:customStyle="1" w:styleId="CCC255C30ABE497C9315EF306CAD8F8B">
    <w:name w:val="CCC255C30ABE497C9315EF306CAD8F8B"/>
  </w:style>
  <w:style w:type="paragraph" w:customStyle="1" w:styleId="99C5046DC8624C57AC0AD257A1EA3469">
    <w:name w:val="99C5046DC8624C57AC0AD257A1EA3469"/>
  </w:style>
  <w:style w:type="paragraph" w:customStyle="1" w:styleId="5D4E6E50FC7F461F9B6CE374A927D432">
    <w:name w:val="5D4E6E50FC7F461F9B6CE374A927D432"/>
  </w:style>
  <w:style w:type="paragraph" w:customStyle="1" w:styleId="4BE007D10B974CDEAC12BCCFAD402C40">
    <w:name w:val="4BE007D10B974CDEAC12BCCFAD402C40"/>
  </w:style>
  <w:style w:type="paragraph" w:customStyle="1" w:styleId="CADE5F08D07946D0B5C6A48734D434E8">
    <w:name w:val="CADE5F08D07946D0B5C6A48734D434E8"/>
  </w:style>
  <w:style w:type="paragraph" w:customStyle="1" w:styleId="5AE80D0D4F0341EBAF14FB3DDE885B42">
    <w:name w:val="5AE80D0D4F0341EBAF14FB3DDE885B42"/>
  </w:style>
  <w:style w:type="paragraph" w:customStyle="1" w:styleId="16D439BA5535420983C534CC9F1AB385">
    <w:name w:val="16D439BA5535420983C534CC9F1AB385"/>
  </w:style>
  <w:style w:type="paragraph" w:customStyle="1" w:styleId="CBD83860E5364DD8A2446E224E99EBCC">
    <w:name w:val="CBD83860E5364DD8A2446E224E99EBCC"/>
  </w:style>
  <w:style w:type="paragraph" w:customStyle="1" w:styleId="788174BBE1F84A9EB1F375E6FFC2953E">
    <w:name w:val="788174BBE1F84A9EB1F375E6FFC2953E"/>
  </w:style>
  <w:style w:type="paragraph" w:customStyle="1" w:styleId="D9CAC8E564C3499395687ED3FF4EF6A1">
    <w:name w:val="D9CAC8E564C3499395687ED3FF4EF6A1"/>
  </w:style>
  <w:style w:type="paragraph" w:customStyle="1" w:styleId="82263E2BBAD14E71AAE5CADA1D3092AF">
    <w:name w:val="82263E2BBAD14E71AAE5CADA1D3092AF"/>
  </w:style>
  <w:style w:type="paragraph" w:customStyle="1" w:styleId="2F73138731A143FBBE7C0C9360E8D075">
    <w:name w:val="2F73138731A143FBBE7C0C9360E8D075"/>
  </w:style>
  <w:style w:type="paragraph" w:customStyle="1" w:styleId="73AB29271FF7428FB0AB45D4410DC36A">
    <w:name w:val="73AB29271FF7428FB0AB45D4410DC36A"/>
  </w:style>
  <w:style w:type="paragraph" w:customStyle="1" w:styleId="2DC845D099FC4BBCA7C15936F0D0DE6B">
    <w:name w:val="2DC845D099FC4BBCA7C15936F0D0DE6B"/>
  </w:style>
  <w:style w:type="paragraph" w:customStyle="1" w:styleId="E472DC4845EC4BE6892BFD8AEC587A0C">
    <w:name w:val="E472DC4845EC4BE6892BFD8AEC587A0C"/>
  </w:style>
  <w:style w:type="paragraph" w:customStyle="1" w:styleId="57DF29BC7906447499CC338D5B458D43">
    <w:name w:val="57DF29BC7906447499CC338D5B458D43"/>
  </w:style>
  <w:style w:type="paragraph" w:customStyle="1" w:styleId="2CBF5D00161F4C49B0D872C6E1271874">
    <w:name w:val="2CBF5D00161F4C49B0D872C6E1271874"/>
  </w:style>
  <w:style w:type="paragraph" w:customStyle="1" w:styleId="3943B7C13ED1487F99E61F87D83A14C8">
    <w:name w:val="3943B7C13ED1487F99E61F87D83A14C8"/>
  </w:style>
  <w:style w:type="paragraph" w:customStyle="1" w:styleId="D957EAEC0FAA4C0496DA61B2CFA05BF5">
    <w:name w:val="D957EAEC0FAA4C0496DA61B2CFA05BF5"/>
  </w:style>
  <w:style w:type="paragraph" w:customStyle="1" w:styleId="2E04C6BD1D3141B2BCF53C58575F71D4">
    <w:name w:val="2E04C6BD1D3141B2BCF53C58575F71D4"/>
  </w:style>
  <w:style w:type="paragraph" w:customStyle="1" w:styleId="287148EB586E44FDA576DD5896CB4177">
    <w:name w:val="287148EB586E44FDA576DD5896CB4177"/>
  </w:style>
  <w:style w:type="paragraph" w:customStyle="1" w:styleId="5E4569EE202C4D5DB098FF056AD855E9">
    <w:name w:val="5E4569EE202C4D5DB098FF056AD855E9"/>
  </w:style>
  <w:style w:type="paragraph" w:customStyle="1" w:styleId="A753E0DB2250442BAE2DDA63DA5D3CEA">
    <w:name w:val="A753E0DB2250442BAE2DDA63DA5D3CEA"/>
  </w:style>
  <w:style w:type="paragraph" w:customStyle="1" w:styleId="B51B4B1F032241399A1822897C857F87">
    <w:name w:val="B51B4B1F032241399A1822897C857F87"/>
  </w:style>
  <w:style w:type="paragraph" w:customStyle="1" w:styleId="8A389FEB7806414181A802B19FBE6059">
    <w:name w:val="8A389FEB7806414181A802B19FBE6059"/>
  </w:style>
  <w:style w:type="paragraph" w:customStyle="1" w:styleId="C8D76A32A9D441E2B674845078A855C4">
    <w:name w:val="C8D76A32A9D441E2B674845078A855C4"/>
  </w:style>
  <w:style w:type="paragraph" w:customStyle="1" w:styleId="F4BCF095570D4A04B8AFDF86F029263F">
    <w:name w:val="F4BCF095570D4A04B8AFDF86F029263F"/>
  </w:style>
  <w:style w:type="paragraph" w:customStyle="1" w:styleId="072BDFE2BE194EBAA773511D3F001C0A">
    <w:name w:val="072BDFE2BE194EBAA773511D3F001C0A"/>
  </w:style>
  <w:style w:type="paragraph" w:customStyle="1" w:styleId="C174E684A2F24243B0A93D90563445B4">
    <w:name w:val="C174E684A2F24243B0A93D90563445B4"/>
  </w:style>
  <w:style w:type="paragraph" w:customStyle="1" w:styleId="B5540E7BE04946E4B4CF154030508AAB">
    <w:name w:val="B5540E7BE04946E4B4CF154030508AAB"/>
  </w:style>
  <w:style w:type="paragraph" w:customStyle="1" w:styleId="D802F1BD5FB74A7E9C9451E071B242ED">
    <w:name w:val="D802F1BD5FB74A7E9C9451E071B242ED"/>
  </w:style>
  <w:style w:type="paragraph" w:customStyle="1" w:styleId="F58D5326CBA7417B90AD34F31E202368">
    <w:name w:val="F58D5326CBA7417B90AD34F31E202368"/>
  </w:style>
  <w:style w:type="paragraph" w:customStyle="1" w:styleId="BDF1F3C47BD7427A8C0222753F4D7BC6">
    <w:name w:val="BDF1F3C47BD7427A8C0222753F4D7BC6"/>
  </w:style>
  <w:style w:type="paragraph" w:customStyle="1" w:styleId="034B6491DCF14D41B912EAD6F73CF1A0">
    <w:name w:val="034B6491DCF14D41B912EAD6F73CF1A0"/>
  </w:style>
  <w:style w:type="paragraph" w:customStyle="1" w:styleId="5B7955D9C52D47C48320AF581E993369">
    <w:name w:val="5B7955D9C52D47C48320AF581E993369"/>
    <w:rsid w:val="008A34C4"/>
  </w:style>
  <w:style w:type="paragraph" w:customStyle="1" w:styleId="72F980BD3E9F497F963C939A96806D6C">
    <w:name w:val="72F980BD3E9F497F963C939A96806D6C"/>
    <w:rsid w:val="008A34C4"/>
  </w:style>
  <w:style w:type="paragraph" w:customStyle="1" w:styleId="730BE589B8E44E88A19130B44EB3D83B">
    <w:name w:val="730BE589B8E44E88A19130B44EB3D83B"/>
    <w:rsid w:val="008A34C4"/>
  </w:style>
  <w:style w:type="paragraph" w:customStyle="1" w:styleId="321C3BF21BF4498595284F4A79D8B0F0">
    <w:name w:val="321C3BF21BF4498595284F4A79D8B0F0"/>
    <w:rsid w:val="008A34C4"/>
  </w:style>
  <w:style w:type="paragraph" w:customStyle="1" w:styleId="F7E065675A5845439753AA0AC95FAF98">
    <w:name w:val="F7E065675A5845439753AA0AC95FAF98"/>
    <w:rsid w:val="008A34C4"/>
  </w:style>
  <w:style w:type="paragraph" w:customStyle="1" w:styleId="6F10A73E95384095B19BAAD67D003C9C">
    <w:name w:val="6F10A73E95384095B19BAAD67D003C9C"/>
    <w:rsid w:val="008A34C4"/>
  </w:style>
  <w:style w:type="paragraph" w:customStyle="1" w:styleId="5E52F6FF8AE348CFB8757C0FDCF12D29">
    <w:name w:val="5E52F6FF8AE348CFB8757C0FDCF12D29"/>
    <w:rsid w:val="008A34C4"/>
  </w:style>
  <w:style w:type="paragraph" w:customStyle="1" w:styleId="06FC8BA05144416ABF7D2E2F3752435C">
    <w:name w:val="06FC8BA05144416ABF7D2E2F3752435C"/>
    <w:rsid w:val="008A34C4"/>
  </w:style>
  <w:style w:type="paragraph" w:customStyle="1" w:styleId="B88C915035B14D54A9A4224805C04ABD">
    <w:name w:val="B88C915035B14D54A9A4224805C04ABD"/>
    <w:rsid w:val="008A34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ATS bold classic resume.dotx</Template>
  <TotalTime>62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RS 10</dc:creator>
  <cp:keywords/>
  <dc:description>SHAYAN ALI</dc:description>
  <cp:lastModifiedBy>RS 10</cp:lastModifiedBy>
  <cp:revision>14</cp:revision>
  <dcterms:created xsi:type="dcterms:W3CDTF">2025-02-26T12:37:00Z</dcterms:created>
  <dcterms:modified xsi:type="dcterms:W3CDTF">2025-02-26T14:10:00Z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