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A6D" w:rsidRPr="00AC712C" w:rsidRDefault="00782958" w:rsidP="00AC712C">
      <w:pPr>
        <w:pStyle w:val="Title"/>
        <w:rPr>
          <w:sz w:val="56"/>
          <w:szCs w:val="24"/>
        </w:rPr>
      </w:pPr>
      <w:sdt>
        <w:sdtPr>
          <w:rPr>
            <w:color w:val="002060"/>
            <w:sz w:val="56"/>
            <w:szCs w:val="24"/>
          </w:rPr>
          <w:alias w:val="Enter your name:"/>
          <w:tag w:val=""/>
          <w:id w:val="-328297061"/>
          <w:placeholder>
            <w:docPart w:val="BACD550B10C04E05B2674B50E3B820AB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AC712C" w:rsidRPr="00AC712C">
            <w:rPr>
              <w:color w:val="002060"/>
              <w:sz w:val="56"/>
              <w:szCs w:val="24"/>
            </w:rPr>
            <w:t>Mahfouz Othman</w:t>
          </w:r>
        </w:sdtContent>
      </w:sdt>
    </w:p>
    <w:p w:rsidR="00394A6D" w:rsidRPr="00AC712C" w:rsidRDefault="00AC712C" w:rsidP="00AC712C">
      <w:pPr>
        <w:rPr>
          <w:sz w:val="24"/>
          <w:szCs w:val="24"/>
        </w:rPr>
      </w:pPr>
      <w:r w:rsidRPr="00AC712C">
        <w:rPr>
          <w:sz w:val="24"/>
          <w:szCs w:val="24"/>
        </w:rPr>
        <w:t>Saudi Arabia</w:t>
      </w:r>
      <w:r w:rsidR="007D00B3" w:rsidRPr="00AC712C">
        <w:rPr>
          <w:sz w:val="24"/>
          <w:szCs w:val="24"/>
        </w:rPr>
        <w:t> | </w:t>
      </w:r>
      <w:r w:rsidRPr="00056F97">
        <w:rPr>
          <w:b/>
          <w:bCs/>
          <w:color w:val="auto"/>
          <w:sz w:val="24"/>
          <w:szCs w:val="24"/>
        </w:rPr>
        <w:t>+966 511 501 084</w:t>
      </w:r>
      <w:r w:rsidR="007D00B3" w:rsidRPr="00056F97">
        <w:rPr>
          <w:color w:val="auto"/>
          <w:sz w:val="24"/>
          <w:szCs w:val="24"/>
        </w:rPr>
        <w:t> | </w:t>
      </w:r>
      <w:r w:rsidRPr="00056F97">
        <w:rPr>
          <w:b/>
          <w:bCs/>
          <w:color w:val="auto"/>
          <w:sz w:val="24"/>
          <w:szCs w:val="24"/>
        </w:rPr>
        <w:t>mahfoz000@icloud.com</w:t>
      </w:r>
    </w:p>
    <w:sdt>
      <w:sdtPr>
        <w:rPr>
          <w:sz w:val="32"/>
          <w:szCs w:val="36"/>
        </w:rPr>
        <w:alias w:val="Objective:"/>
        <w:tag w:val="Objective:"/>
        <w:id w:val="-736782104"/>
        <w:placeholder>
          <w:docPart w:val="FC9B442CE3CD4828BC2CA7411F8ACEC7"/>
        </w:placeholder>
        <w:temporary/>
        <w:showingPlcHdr/>
        <w15:appearance w15:val="hidden"/>
      </w:sdtPr>
      <w:sdtEndPr/>
      <w:sdtContent>
        <w:p w:rsidR="00394A6D" w:rsidRPr="00AC712C" w:rsidRDefault="007D00B3">
          <w:pPr>
            <w:pStyle w:val="Heading1"/>
            <w:rPr>
              <w:sz w:val="32"/>
              <w:szCs w:val="36"/>
            </w:rPr>
          </w:pPr>
          <w:r w:rsidRPr="000A7499">
            <w:rPr>
              <w:b w:val="0"/>
              <w:bCs/>
              <w:color w:val="auto"/>
              <w:sz w:val="32"/>
              <w:szCs w:val="36"/>
            </w:rPr>
            <w:t>Objective</w:t>
          </w:r>
        </w:p>
      </w:sdtContent>
    </w:sdt>
    <w:p w:rsidR="000A7499" w:rsidRPr="000A7499" w:rsidRDefault="000A7499" w:rsidP="00AC712C">
      <w:pPr>
        <w:pStyle w:val="Heading1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0A7499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Recent Industrial Production graduate seeking a </w:t>
      </w:r>
      <w:r w:rsidRPr="000A749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technician</w:t>
      </w:r>
      <w:r w:rsidRPr="000A7499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role or </w:t>
      </w:r>
      <w:r w:rsidRPr="000A749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production line operator</w:t>
      </w:r>
      <w:r w:rsidRPr="000A7499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position in a manufacturing environment. Eager to apply my training in maintenance and operations to contribute to efficient and safe factory performance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.</w:t>
      </w:r>
    </w:p>
    <w:p w:rsidR="000A7499" w:rsidRDefault="000A7499" w:rsidP="00AC712C">
      <w:pPr>
        <w:pStyle w:val="Heading1"/>
        <w:rPr>
          <w:rFonts w:ascii="Times New Roman" w:eastAsia="Times New Roman" w:hAnsi="Times New Roman" w:cs="Times New Roman"/>
          <w:b w:val="0"/>
          <w:color w:val="auto"/>
          <w:szCs w:val="24"/>
        </w:rPr>
      </w:pPr>
    </w:p>
    <w:p w:rsidR="00AC712C" w:rsidRPr="00AC712C" w:rsidRDefault="00782958" w:rsidP="00AC712C">
      <w:pPr>
        <w:pStyle w:val="Heading1"/>
        <w:rPr>
          <w:sz w:val="32"/>
          <w:szCs w:val="36"/>
        </w:rPr>
      </w:pPr>
      <w:sdt>
        <w:sdtPr>
          <w:rPr>
            <w:sz w:val="32"/>
            <w:szCs w:val="36"/>
          </w:rPr>
          <w:alias w:val="Experience:"/>
          <w:tag w:val="Experience:"/>
          <w:id w:val="1494989950"/>
          <w:placeholder>
            <w:docPart w:val="D6EDF94F8F52474B99F85C128FF9F32D"/>
          </w:placeholder>
          <w:temporary/>
          <w:showingPlcHdr/>
          <w15:appearance w15:val="hidden"/>
        </w:sdtPr>
        <w:sdtEndPr/>
        <w:sdtContent>
          <w:r w:rsidR="00AC712C" w:rsidRPr="000A7499">
            <w:rPr>
              <w:b w:val="0"/>
              <w:bCs/>
              <w:color w:val="auto"/>
              <w:sz w:val="32"/>
              <w:szCs w:val="36"/>
            </w:rPr>
            <w:t>Experience</w:t>
          </w:r>
        </w:sdtContent>
      </w:sdt>
    </w:p>
    <w:p w:rsidR="00AC712C" w:rsidRPr="004D69C9" w:rsidRDefault="00AC712C" w:rsidP="00AC712C">
      <w:pPr>
        <w:pStyle w:val="Heading2"/>
        <w:rPr>
          <w:b w:val="0"/>
          <w:sz w:val="20"/>
          <w:szCs w:val="22"/>
        </w:rPr>
      </w:pPr>
      <w:r w:rsidRPr="004D69C9">
        <w:rPr>
          <w:rFonts w:ascii="Times New Roman" w:eastAsia="Times New Roman" w:hAnsi="Times New Roman" w:cs="Times New Roman"/>
          <w:bCs/>
          <w:caps w:val="0"/>
          <w:color w:val="auto"/>
          <w:sz w:val="24"/>
          <w:szCs w:val="24"/>
        </w:rPr>
        <w:t>Technician Assistant</w:t>
      </w:r>
      <w:r w:rsidRPr="004D69C9">
        <w:rPr>
          <w:rFonts w:ascii="Times New Roman" w:eastAsia="Times New Roman" w:hAnsi="Times New Roman" w:cs="Times New Roman"/>
          <w:b w:val="0"/>
          <w:caps w:val="0"/>
          <w:color w:val="auto"/>
          <w:sz w:val="24"/>
          <w:szCs w:val="24"/>
        </w:rPr>
        <w:t> | Attiah Group (Steel Factory)</w:t>
      </w:r>
      <w:r w:rsidRPr="00AC712C">
        <w:rPr>
          <w:b w:val="0"/>
          <w:sz w:val="24"/>
          <w:szCs w:val="28"/>
        </w:rPr>
        <w:t> | </w:t>
      </w:r>
      <w:r w:rsidRPr="004D69C9">
        <w:rPr>
          <w:b w:val="0"/>
          <w:sz w:val="20"/>
          <w:szCs w:val="22"/>
        </w:rPr>
        <w:t>Mar 2024 – May 2024</w:t>
      </w:r>
    </w:p>
    <w:p w:rsidR="00AC712C" w:rsidRPr="003D1667" w:rsidRDefault="00AC712C" w:rsidP="00AC712C">
      <w:pPr>
        <w:numPr>
          <w:ilvl w:val="0"/>
          <w:numId w:val="20"/>
        </w:numPr>
        <w:spacing w:after="100" w:afterAutospac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0" w:name="_GoBack"/>
      <w:r w:rsidRPr="003D1667">
        <w:rPr>
          <w:rFonts w:ascii="Times New Roman" w:eastAsia="Times New Roman" w:hAnsi="Times New Roman" w:cs="Times New Roman"/>
          <w:color w:val="auto"/>
          <w:sz w:val="24"/>
          <w:szCs w:val="24"/>
        </w:rPr>
        <w:t>Assisted with technical operations and machinery maintenance in a steel manufacturing environment.</w:t>
      </w:r>
    </w:p>
    <w:p w:rsidR="00AC712C" w:rsidRPr="003D1667" w:rsidRDefault="00AC712C" w:rsidP="00AC712C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D1667">
        <w:rPr>
          <w:rFonts w:ascii="Times New Roman" w:eastAsia="Times New Roman" w:hAnsi="Times New Roman" w:cs="Times New Roman"/>
          <w:color w:val="auto"/>
          <w:sz w:val="24"/>
          <w:szCs w:val="24"/>
        </w:rPr>
        <w:t>Supported senior technicians with troubleshooting and repair tasks</w:t>
      </w:r>
    </w:p>
    <w:bookmarkEnd w:id="0"/>
    <w:p w:rsidR="00AC712C" w:rsidRPr="00AC712C" w:rsidRDefault="00AC712C" w:rsidP="00AC712C">
      <w:pPr>
        <w:pStyle w:val="Heading2"/>
        <w:rPr>
          <w:sz w:val="24"/>
          <w:szCs w:val="28"/>
        </w:rPr>
      </w:pPr>
      <w:r w:rsidRPr="004D69C9">
        <w:rPr>
          <w:rFonts w:ascii="Times New Roman" w:eastAsia="Times New Roman" w:hAnsi="Times New Roman" w:cs="Times New Roman"/>
          <w:bCs/>
          <w:caps w:val="0"/>
          <w:color w:val="auto"/>
          <w:sz w:val="24"/>
          <w:szCs w:val="24"/>
        </w:rPr>
        <w:t>Buildings Maintenance Assistant</w:t>
      </w:r>
      <w:r w:rsidRPr="00AC712C">
        <w:rPr>
          <w:sz w:val="24"/>
          <w:szCs w:val="28"/>
        </w:rPr>
        <w:t> | </w:t>
      </w:r>
      <w:r w:rsidRPr="004D69C9">
        <w:rPr>
          <w:rFonts w:ascii="Times New Roman" w:eastAsia="Times New Roman" w:hAnsi="Times New Roman" w:cs="Times New Roman"/>
          <w:b w:val="0"/>
          <w:caps w:val="0"/>
          <w:color w:val="auto"/>
          <w:sz w:val="24"/>
          <w:szCs w:val="24"/>
        </w:rPr>
        <w:t>Nesma Real Estate Co. Ltd</w:t>
      </w:r>
      <w:r w:rsidRPr="00AC712C">
        <w:rPr>
          <w:b w:val="0"/>
          <w:sz w:val="24"/>
          <w:szCs w:val="28"/>
        </w:rPr>
        <w:t> | </w:t>
      </w:r>
      <w:r w:rsidRPr="004D69C9">
        <w:rPr>
          <w:b w:val="0"/>
          <w:sz w:val="20"/>
          <w:szCs w:val="22"/>
        </w:rPr>
        <w:t>Apr 2023 – Jun 2023</w:t>
      </w:r>
    </w:p>
    <w:p w:rsidR="00AC712C" w:rsidRPr="003D1667" w:rsidRDefault="00AC712C" w:rsidP="000A7499">
      <w:pPr>
        <w:numPr>
          <w:ilvl w:val="0"/>
          <w:numId w:val="20"/>
        </w:numPr>
        <w:spacing w:after="100" w:afterAutospac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D166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Supported the maintenance team in </w:t>
      </w:r>
      <w:r w:rsidR="000A7499">
        <w:rPr>
          <w:rFonts w:ascii="Times New Roman" w:eastAsia="Times New Roman" w:hAnsi="Times New Roman" w:cs="Times New Roman"/>
          <w:color w:val="auto"/>
          <w:sz w:val="24"/>
          <w:szCs w:val="24"/>
        </w:rPr>
        <w:t>repairing and inspecting</w:t>
      </w:r>
      <w:r w:rsidRPr="003D166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residential and commercial facilities.</w:t>
      </w:r>
    </w:p>
    <w:p w:rsidR="00AC712C" w:rsidRPr="003D1667" w:rsidRDefault="00AC712C" w:rsidP="00AC712C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D166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Ensured adherence to safety procedures and quality standards</w:t>
      </w:r>
    </w:p>
    <w:p w:rsidR="00AC712C" w:rsidRPr="00AC712C" w:rsidRDefault="00AC712C" w:rsidP="00AC712C">
      <w:pPr>
        <w:pStyle w:val="Heading2"/>
        <w:rPr>
          <w:sz w:val="24"/>
          <w:szCs w:val="28"/>
        </w:rPr>
      </w:pPr>
      <w:r w:rsidRPr="004D69C9">
        <w:rPr>
          <w:rFonts w:ascii="Times New Roman" w:eastAsia="Times New Roman" w:hAnsi="Times New Roman" w:cs="Times New Roman"/>
          <w:bCs/>
          <w:caps w:val="0"/>
          <w:color w:val="auto"/>
          <w:sz w:val="24"/>
          <w:szCs w:val="24"/>
        </w:rPr>
        <w:t>Technician Assistant</w:t>
      </w:r>
      <w:r w:rsidRPr="00AC712C">
        <w:rPr>
          <w:sz w:val="24"/>
          <w:szCs w:val="28"/>
        </w:rPr>
        <w:t> | </w:t>
      </w:r>
      <w:r w:rsidRPr="004D69C9">
        <w:rPr>
          <w:rFonts w:ascii="Times New Roman" w:eastAsia="Times New Roman" w:hAnsi="Times New Roman" w:cs="Times New Roman"/>
          <w:b w:val="0"/>
          <w:caps w:val="0"/>
          <w:color w:val="auto"/>
          <w:sz w:val="24"/>
          <w:szCs w:val="24"/>
        </w:rPr>
        <w:t>Al Nuzha Refrigeration Center</w:t>
      </w:r>
      <w:r w:rsidRPr="00AC712C">
        <w:rPr>
          <w:b w:val="0"/>
          <w:bCs/>
          <w:sz w:val="24"/>
          <w:szCs w:val="28"/>
        </w:rPr>
        <w:t xml:space="preserve"> </w:t>
      </w:r>
      <w:r w:rsidRPr="00AC712C">
        <w:rPr>
          <w:sz w:val="24"/>
          <w:szCs w:val="28"/>
        </w:rPr>
        <w:t>| </w:t>
      </w:r>
      <w:r w:rsidRPr="004D69C9">
        <w:rPr>
          <w:b w:val="0"/>
          <w:sz w:val="20"/>
          <w:szCs w:val="22"/>
        </w:rPr>
        <w:t>Dec 2022 – Feb 2023</w:t>
      </w:r>
    </w:p>
    <w:p w:rsidR="00AC712C" w:rsidRPr="00AC712C" w:rsidRDefault="00AC712C" w:rsidP="00AC712C">
      <w:pPr>
        <w:numPr>
          <w:ilvl w:val="0"/>
          <w:numId w:val="20"/>
        </w:numPr>
        <w:spacing w:after="100" w:afterAutospac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C712C">
        <w:rPr>
          <w:rFonts w:ascii="Times New Roman" w:eastAsia="Times New Roman" w:hAnsi="Times New Roman" w:cs="Times New Roman"/>
          <w:color w:val="auto"/>
          <w:sz w:val="24"/>
          <w:szCs w:val="24"/>
        </w:rPr>
        <w:t>Participated in refrigeration system maintenance and repair.</w:t>
      </w:r>
    </w:p>
    <w:p w:rsidR="00AC712C" w:rsidRPr="007B17B1" w:rsidRDefault="00AC712C" w:rsidP="009E6AAD">
      <w:pPr>
        <w:numPr>
          <w:ilvl w:val="0"/>
          <w:numId w:val="20"/>
        </w:numPr>
        <w:spacing w:before="100" w:beforeAutospacing="1" w:after="100" w:afterAutospacing="1"/>
        <w:rPr>
          <w:sz w:val="24"/>
          <w:szCs w:val="24"/>
        </w:rPr>
      </w:pPr>
      <w:r w:rsidRPr="003D1667">
        <w:rPr>
          <w:rFonts w:ascii="Times New Roman" w:eastAsia="Times New Roman" w:hAnsi="Times New Roman" w:cs="Times New Roman"/>
          <w:color w:val="auto"/>
          <w:sz w:val="24"/>
          <w:szCs w:val="24"/>
        </w:rPr>
        <w:t>Gained hands-on experience with HVAC equipment</w:t>
      </w:r>
      <w:r w:rsidRPr="00AC71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7B17B1" w:rsidRDefault="007B17B1" w:rsidP="007B17B1">
      <w:pPr>
        <w:pStyle w:val="ListBullet"/>
        <w:numPr>
          <w:ilvl w:val="0"/>
          <w:numId w:val="0"/>
        </w:numPr>
        <w:ind w:left="360" w:hanging="360"/>
      </w:pPr>
      <w:r w:rsidRPr="004D69C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Mechanic Assistant</w:t>
      </w:r>
      <w:r>
        <w:t xml:space="preserve"> </w:t>
      </w:r>
      <w:r w:rsidRPr="00AC712C">
        <w:rPr>
          <w:sz w:val="24"/>
          <w:szCs w:val="28"/>
        </w:rPr>
        <w:t>|</w:t>
      </w:r>
      <w:r>
        <w:t xml:space="preserve"> </w:t>
      </w:r>
      <w:r w:rsidRPr="004D69C9">
        <w:rPr>
          <w:rFonts w:ascii="Times New Roman" w:eastAsia="Times New Roman" w:hAnsi="Times New Roman" w:cs="Times New Roman"/>
          <w:color w:val="auto"/>
          <w:sz w:val="24"/>
          <w:szCs w:val="24"/>
        </w:rPr>
        <w:t>Best For Car Service</w:t>
      </w:r>
      <w:r>
        <w:rPr>
          <w:rFonts w:asciiTheme="majorHAnsi" w:eastAsiaTheme="majorEastAsia" w:hAnsiTheme="majorHAnsi" w:cstheme="majorBidi" w:hint="cs"/>
          <w:bCs/>
          <w:caps/>
          <w:color w:val="191919" w:themeColor="background2" w:themeShade="1A"/>
          <w:sz w:val="24"/>
          <w:szCs w:val="28"/>
          <w:rtl/>
        </w:rPr>
        <w:t xml:space="preserve"> </w:t>
      </w:r>
      <w:r w:rsidRPr="00AC712C">
        <w:rPr>
          <w:sz w:val="24"/>
          <w:szCs w:val="28"/>
        </w:rPr>
        <w:t>|</w:t>
      </w:r>
      <w:r>
        <w:rPr>
          <w:rFonts w:asciiTheme="majorHAnsi" w:eastAsiaTheme="majorEastAsia" w:hAnsiTheme="majorHAnsi" w:cstheme="majorBidi" w:hint="cs"/>
          <w:bCs/>
          <w:caps/>
          <w:color w:val="191919" w:themeColor="background2" w:themeShade="1A"/>
          <w:sz w:val="24"/>
          <w:szCs w:val="28"/>
          <w:rtl/>
        </w:rPr>
        <w:t xml:space="preserve"> </w:t>
      </w:r>
      <w:r w:rsidRPr="004D69C9">
        <w:rPr>
          <w:rFonts w:asciiTheme="majorHAnsi" w:eastAsiaTheme="majorEastAsia" w:hAnsiTheme="majorHAnsi" w:cstheme="majorBidi"/>
          <w:caps/>
          <w:color w:val="191919" w:themeColor="background2" w:themeShade="1A"/>
          <w:sz w:val="20"/>
        </w:rPr>
        <w:t>Mar 2022 – Jun 2022</w:t>
      </w:r>
    </w:p>
    <w:p w:rsidR="007B17B1" w:rsidRPr="007B17B1" w:rsidRDefault="007B17B1" w:rsidP="007B17B1">
      <w:pPr>
        <w:numPr>
          <w:ilvl w:val="0"/>
          <w:numId w:val="20"/>
        </w:numPr>
        <w:spacing w:after="100" w:afterAutospac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>Supported vehicle inspection and mechanical repair processes.</w:t>
      </w:r>
    </w:p>
    <w:p w:rsidR="007B17B1" w:rsidRPr="007B17B1" w:rsidRDefault="007B17B1" w:rsidP="007B17B1">
      <w:pPr>
        <w:numPr>
          <w:ilvl w:val="0"/>
          <w:numId w:val="20"/>
        </w:numPr>
        <w:spacing w:after="100" w:afterAutospac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Learned diagnostic procedures and </w:t>
      </w:r>
      <w:r w:rsidR="000A749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the </w:t>
      </w: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>use of workshop tools.</w:t>
      </w:r>
    </w:p>
    <w:sdt>
      <w:sdtPr>
        <w:rPr>
          <w:sz w:val="32"/>
          <w:szCs w:val="36"/>
        </w:rPr>
        <w:alias w:val="Education:"/>
        <w:tag w:val="Education:"/>
        <w:id w:val="1513793667"/>
        <w:placeholder>
          <w:docPart w:val="53E9F47CF85B4EDEAD68971329866033"/>
        </w:placeholder>
        <w:temporary/>
        <w:showingPlcHdr/>
        <w15:appearance w15:val="hidden"/>
      </w:sdtPr>
      <w:sdtEndPr/>
      <w:sdtContent>
        <w:p w:rsidR="007B17B1" w:rsidRPr="00AC712C" w:rsidRDefault="007B17B1" w:rsidP="007B17B1">
          <w:pPr>
            <w:pStyle w:val="Heading1"/>
            <w:rPr>
              <w:sz w:val="32"/>
              <w:szCs w:val="36"/>
            </w:rPr>
          </w:pPr>
          <w:r w:rsidRPr="000A7499">
            <w:rPr>
              <w:b w:val="0"/>
              <w:bCs/>
              <w:color w:val="auto"/>
              <w:sz w:val="32"/>
              <w:szCs w:val="36"/>
            </w:rPr>
            <w:t>Education</w:t>
          </w:r>
        </w:p>
      </w:sdtContent>
    </w:sdt>
    <w:p w:rsidR="007B17B1" w:rsidRPr="00AC712C" w:rsidRDefault="007B17B1" w:rsidP="00BF243F">
      <w:pPr>
        <w:pStyle w:val="Heading2"/>
        <w:rPr>
          <w:rFonts w:cs="Times New Roman (Body CS)"/>
          <w:b w:val="0"/>
          <w:bCs/>
          <w:sz w:val="24"/>
          <w:lang w:eastAsia="en-US"/>
        </w:rPr>
      </w:pPr>
      <w:r w:rsidRPr="004D69C9">
        <w:rPr>
          <w:rFonts w:ascii="Times New Roman" w:eastAsia="Times New Roman" w:hAnsi="Times New Roman" w:cs="Times New Roman"/>
          <w:bCs/>
          <w:caps w:val="0"/>
          <w:color w:val="auto"/>
          <w:sz w:val="24"/>
          <w:szCs w:val="24"/>
        </w:rPr>
        <w:t>Diploma in Industrial Production</w:t>
      </w:r>
      <w:r w:rsidRPr="00AC712C">
        <w:rPr>
          <w:sz w:val="24"/>
          <w:szCs w:val="28"/>
        </w:rPr>
        <w:t> | </w:t>
      </w:r>
      <w:r w:rsidRPr="00AC712C">
        <w:rPr>
          <w:b w:val="0"/>
          <w:bCs/>
          <w:sz w:val="24"/>
          <w:szCs w:val="28"/>
        </w:rPr>
        <w:t>2024 | </w:t>
      </w:r>
      <w:r w:rsidR="00BF243F" w:rsidRPr="004D69C9">
        <w:rPr>
          <w:rFonts w:ascii="Times New Roman" w:eastAsia="Times New Roman" w:hAnsi="Times New Roman" w:cs="Times New Roman"/>
          <w:b w:val="0"/>
          <w:caps w:val="0"/>
          <w:color w:val="auto"/>
          <w:sz w:val="24"/>
          <w:szCs w:val="24"/>
        </w:rPr>
        <w:t>Jeddah</w:t>
      </w:r>
      <w:r w:rsidRPr="004D69C9">
        <w:rPr>
          <w:rFonts w:ascii="Times New Roman" w:eastAsia="Times New Roman" w:hAnsi="Times New Roman" w:cs="Times New Roman"/>
          <w:b w:val="0"/>
          <w:caps w:val="0"/>
          <w:color w:val="auto"/>
          <w:sz w:val="24"/>
          <w:szCs w:val="24"/>
        </w:rPr>
        <w:t xml:space="preserve"> College of Technology</w:t>
      </w:r>
    </w:p>
    <w:sdt>
      <w:sdtPr>
        <w:rPr>
          <w:b w:val="0"/>
          <w:bCs/>
          <w:color w:val="auto"/>
          <w:sz w:val="32"/>
          <w:szCs w:val="36"/>
        </w:rPr>
        <w:alias w:val="Skills &amp; Abilities:"/>
        <w:tag w:val="Skills &amp; Abilities:"/>
        <w:id w:val="495469907"/>
        <w:placeholder>
          <w:docPart w:val="2AF7265F046B4A9984A67A7A64540BB0"/>
        </w:placeholder>
        <w:temporary/>
        <w:showingPlcHdr/>
        <w15:appearance w15:val="hidden"/>
      </w:sdtPr>
      <w:sdtEndPr>
        <w:rPr>
          <w:b/>
          <w:bCs w:val="0"/>
          <w:color w:val="4E4E4E" w:themeColor="accent1" w:themeTint="BF"/>
        </w:rPr>
      </w:sdtEndPr>
      <w:sdtContent>
        <w:p w:rsidR="00394A6D" w:rsidRPr="00AC712C" w:rsidRDefault="007D00B3">
          <w:pPr>
            <w:pStyle w:val="Heading1"/>
            <w:rPr>
              <w:sz w:val="32"/>
              <w:szCs w:val="36"/>
            </w:rPr>
          </w:pPr>
          <w:r w:rsidRPr="000A7499">
            <w:rPr>
              <w:b w:val="0"/>
              <w:bCs/>
              <w:color w:val="auto"/>
              <w:sz w:val="32"/>
              <w:szCs w:val="36"/>
            </w:rPr>
            <w:t>Skills &amp; Abilities</w:t>
          </w:r>
        </w:p>
      </w:sdtContent>
    </w:sdt>
    <w:p w:rsidR="007B17B1" w:rsidRPr="007B17B1" w:rsidRDefault="007B17B1" w:rsidP="007B17B1">
      <w:pPr>
        <w:pStyle w:val="ListBulle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>Mechanical Maintenance</w:t>
      </w:r>
    </w:p>
    <w:p w:rsidR="007B17B1" w:rsidRPr="007B17B1" w:rsidRDefault="007B17B1" w:rsidP="007B17B1">
      <w:pPr>
        <w:pStyle w:val="ListBulle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>Production Line Support</w:t>
      </w:r>
    </w:p>
    <w:p w:rsidR="007B17B1" w:rsidRPr="007B17B1" w:rsidRDefault="007B17B1" w:rsidP="007B17B1">
      <w:pPr>
        <w:pStyle w:val="ListBulle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>Machine Operation</w:t>
      </w:r>
    </w:p>
    <w:p w:rsidR="007B17B1" w:rsidRPr="007B17B1" w:rsidRDefault="007B17B1" w:rsidP="007B17B1">
      <w:pPr>
        <w:pStyle w:val="ListBulle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>Preventive Maintenance</w:t>
      </w:r>
    </w:p>
    <w:p w:rsidR="007B17B1" w:rsidRPr="007B17B1" w:rsidRDefault="007B17B1" w:rsidP="007B17B1">
      <w:pPr>
        <w:pStyle w:val="ListBulle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>Industrial Safety Procedures</w:t>
      </w:r>
    </w:p>
    <w:p w:rsidR="007B17B1" w:rsidRPr="007B17B1" w:rsidRDefault="007B17B1" w:rsidP="007B17B1">
      <w:pPr>
        <w:pStyle w:val="ListBulle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17B1">
        <w:rPr>
          <w:rFonts w:ascii="Times New Roman" w:eastAsia="Times New Roman" w:hAnsi="Times New Roman" w:cs="Times New Roman"/>
          <w:color w:val="auto"/>
          <w:sz w:val="24"/>
          <w:szCs w:val="24"/>
        </w:rPr>
        <w:t>Fast Learning and Adaptability</w:t>
      </w:r>
    </w:p>
    <w:p w:rsidR="00AC712C" w:rsidRPr="00AC712C" w:rsidRDefault="00AC712C" w:rsidP="007B17B1">
      <w:pPr>
        <w:spacing w:after="100" w:afterAutospacing="1"/>
        <w:ind w:left="72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AC712C" w:rsidRPr="00AC712C" w:rsidSect="00374627">
      <w:footerReference w:type="default" r:id="rId7"/>
      <w:pgSz w:w="12240" w:h="15840"/>
      <w:pgMar w:top="1008" w:right="1008" w:bottom="1152" w:left="1008" w:header="576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58" w:rsidRDefault="00782958">
      <w:pPr>
        <w:spacing w:after="0"/>
      </w:pPr>
      <w:r>
        <w:separator/>
      </w:r>
    </w:p>
  </w:endnote>
  <w:endnote w:type="continuationSeparator" w:id="0">
    <w:p w:rsidR="00782958" w:rsidRDefault="007829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617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4A6D" w:rsidRDefault="007D00B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7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58" w:rsidRDefault="00782958">
      <w:pPr>
        <w:spacing w:after="0"/>
      </w:pPr>
      <w:r>
        <w:separator/>
      </w:r>
    </w:p>
  </w:footnote>
  <w:footnote w:type="continuationSeparator" w:id="0">
    <w:p w:rsidR="00782958" w:rsidRDefault="007829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3E7B5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56455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F8FE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12FB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223C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1853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42CA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12399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1AE1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507EFC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2FFE684F"/>
    <w:multiLevelType w:val="multilevel"/>
    <w:tmpl w:val="FBA6B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DF06E5"/>
    <w:multiLevelType w:val="hybridMultilevel"/>
    <w:tmpl w:val="47D40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50702048"/>
    <w:multiLevelType w:val="hybridMultilevel"/>
    <w:tmpl w:val="658AB4F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  <w:lvlOverride w:ilvl="0">
      <w:lvl w:ilvl="0">
        <w:start w:val="1"/>
        <w:numFmt w:val="bullet"/>
        <w:pStyle w:val="ListBullet"/>
        <w:lvlText w:val=""/>
        <w:lvlJc w:val="left"/>
        <w:pPr>
          <w:ind w:left="288" w:hanging="288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576" w:hanging="288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864" w:hanging="288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152" w:hanging="28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440" w:hanging="288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728" w:hanging="288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016" w:hanging="288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304" w:hanging="288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2592" w:hanging="288"/>
        </w:pPr>
        <w:rPr>
          <w:rFonts w:ascii="Symbol" w:hAnsi="Symbol" w:hint="default"/>
          <w:color w:val="auto"/>
        </w:rPr>
      </w:lvl>
    </w:lvlOverride>
  </w:num>
  <w:num w:numId="16">
    <w:abstractNumId w:val="12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7">
    <w:abstractNumId w:val="12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auto"/>
        </w:rPr>
      </w:lvl>
    </w:lvlOverride>
  </w:num>
  <w:num w:numId="18">
    <w:abstractNumId w:val="12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9">
    <w:abstractNumId w:val="13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2C"/>
    <w:rsid w:val="00056F97"/>
    <w:rsid w:val="000A7499"/>
    <w:rsid w:val="00374627"/>
    <w:rsid w:val="00394A6D"/>
    <w:rsid w:val="003F19B9"/>
    <w:rsid w:val="004476A1"/>
    <w:rsid w:val="004D69C9"/>
    <w:rsid w:val="005114E7"/>
    <w:rsid w:val="005E5E55"/>
    <w:rsid w:val="00616068"/>
    <w:rsid w:val="00683EB2"/>
    <w:rsid w:val="006E401C"/>
    <w:rsid w:val="0077621B"/>
    <w:rsid w:val="00782958"/>
    <w:rsid w:val="007963CE"/>
    <w:rsid w:val="007B17B1"/>
    <w:rsid w:val="007D00B3"/>
    <w:rsid w:val="008916B6"/>
    <w:rsid w:val="008E10EB"/>
    <w:rsid w:val="009763C8"/>
    <w:rsid w:val="009F09E1"/>
    <w:rsid w:val="00A8131A"/>
    <w:rsid w:val="00AC712C"/>
    <w:rsid w:val="00B769EE"/>
    <w:rsid w:val="00BA5B78"/>
    <w:rsid w:val="00BF243F"/>
    <w:rsid w:val="00C57E43"/>
    <w:rsid w:val="00C72B59"/>
    <w:rsid w:val="00CC75DB"/>
    <w:rsid w:val="00D33143"/>
    <w:rsid w:val="00D56207"/>
    <w:rsid w:val="00D765AF"/>
    <w:rsid w:val="00DD4208"/>
    <w:rsid w:val="00EA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9719DA"/>
  <w15:chartTrackingRefBased/>
  <w15:docId w15:val="{93563EE8-7EB7-4309-AE1E-F74489C2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207"/>
  </w:style>
  <w:style w:type="paragraph" w:styleId="Heading1">
    <w:name w:val="heading 1"/>
    <w:basedOn w:val="Normal"/>
    <w:link w:val="Heading1Char"/>
    <w:uiPriority w:val="9"/>
    <w:qFormat/>
    <w:rsid w:val="00D56207"/>
    <w:pPr>
      <w:keepNext/>
      <w:keepLines/>
      <w:spacing w:before="400" w:after="60"/>
      <w:contextualSpacing/>
      <w:outlineLvl w:val="0"/>
    </w:pPr>
    <w:rPr>
      <w:rFonts w:asciiTheme="majorHAnsi" w:eastAsiaTheme="majorEastAsia" w:hAnsiTheme="majorHAnsi" w:cstheme="majorBidi"/>
      <w:b/>
      <w:color w:val="4E4E4E" w:themeColor="accent1" w:themeTint="BF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56207"/>
    <w:pPr>
      <w:keepNext/>
      <w:keepLines/>
      <w:spacing w:before="180" w:after="100"/>
      <w:outlineLvl w:val="1"/>
    </w:pPr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75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90909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7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E0E0E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75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0E0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5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909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5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5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5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sid w:val="008916B6"/>
    <w:rPr>
      <w:color w:val="707070" w:themeColor="accent3" w:themeShade="BF"/>
    </w:rPr>
  </w:style>
  <w:style w:type="paragraph" w:styleId="ListBullet">
    <w:name w:val="List Bullet"/>
    <w:basedOn w:val="Normal"/>
    <w:uiPriority w:val="10"/>
    <w:qFormat/>
    <w:pPr>
      <w:numPr>
        <w:numId w:val="14"/>
      </w:numPr>
      <w:spacing w:after="80"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141414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/>
    </w:pPr>
    <w:rPr>
      <w:color w:val="auto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auto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character" w:customStyle="1" w:styleId="Heading1Char">
    <w:name w:val="Heading 1 Char"/>
    <w:basedOn w:val="DefaultParagraphFont"/>
    <w:link w:val="Heading1"/>
    <w:uiPriority w:val="9"/>
    <w:rsid w:val="00D56207"/>
    <w:rPr>
      <w:rFonts w:asciiTheme="majorHAnsi" w:eastAsiaTheme="majorEastAsia" w:hAnsiTheme="majorHAnsi" w:cstheme="majorBidi"/>
      <w:b/>
      <w:color w:val="4E4E4E" w:themeColor="accent1" w:themeTint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207"/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Bibliography">
    <w:name w:val="Bibliography"/>
    <w:basedOn w:val="Normal"/>
    <w:next w:val="Normal"/>
    <w:uiPriority w:val="37"/>
    <w:semiHidden/>
    <w:unhideWhenUsed/>
    <w:rsid w:val="00CC75DB"/>
  </w:style>
  <w:style w:type="paragraph" w:styleId="BlockText">
    <w:name w:val="Block Text"/>
    <w:basedOn w:val="Normal"/>
    <w:uiPriority w:val="99"/>
    <w:semiHidden/>
    <w:unhideWhenUsed/>
    <w:rsid w:val="00CC75DB"/>
    <w:pPr>
      <w:pBdr>
        <w:top w:val="single" w:sz="2" w:space="10" w:color="141414" w:themeColor="accent1" w:frame="1"/>
        <w:left w:val="single" w:sz="2" w:space="10" w:color="141414" w:themeColor="accent1" w:frame="1"/>
        <w:bottom w:val="single" w:sz="2" w:space="10" w:color="141414" w:themeColor="accent1" w:frame="1"/>
        <w:right w:val="single" w:sz="2" w:space="10" w:color="141414" w:themeColor="accent1" w:frame="1"/>
      </w:pBdr>
      <w:ind w:left="1152" w:right="1152"/>
    </w:pPr>
    <w:rPr>
      <w:rFonts w:eastAsiaTheme="minorEastAsia"/>
      <w:i/>
      <w:iCs/>
      <w:color w:val="14141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C75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75DB"/>
  </w:style>
  <w:style w:type="paragraph" w:styleId="BodyText2">
    <w:name w:val="Body Text 2"/>
    <w:basedOn w:val="Normal"/>
    <w:link w:val="BodyText2Char"/>
    <w:uiPriority w:val="99"/>
    <w:semiHidden/>
    <w:unhideWhenUsed/>
    <w:rsid w:val="00CC75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75DB"/>
  </w:style>
  <w:style w:type="paragraph" w:styleId="BodyText3">
    <w:name w:val="Body Text 3"/>
    <w:basedOn w:val="Normal"/>
    <w:link w:val="BodyText3Char"/>
    <w:uiPriority w:val="99"/>
    <w:semiHidden/>
    <w:unhideWhenUsed/>
    <w:rsid w:val="00CC75D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75DB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C75DB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C75D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75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75D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C75DB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C75D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75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75D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75DB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75DB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CC75DB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75DB"/>
    <w:pPr>
      <w:spacing w:after="200"/>
    </w:pPr>
    <w:rPr>
      <w:i/>
      <w:iCs/>
      <w:color w:val="000000" w:themeColor="text2"/>
      <w:szCs w:val="18"/>
    </w:rPr>
  </w:style>
  <w:style w:type="paragraph" w:styleId="Closing">
    <w:name w:val="Closing"/>
    <w:basedOn w:val="Normal"/>
    <w:link w:val="Closing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CC75DB"/>
  </w:style>
  <w:style w:type="table" w:styleId="ColorfulGrid">
    <w:name w:val="Colorful Grid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</w:rPr>
      <w:tblPr/>
      <w:tcPr>
        <w:shd w:val="clear" w:color="auto" w:fill="A1A1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1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7E7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7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0C" w:themeColor="accent1" w:themeShade="99"/>
          <w:insideV w:val="nil"/>
        </w:tcBorders>
        <w:shd w:val="clear" w:color="auto" w:fill="0C0C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0C" w:themeFill="accent1" w:themeFillShade="99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89898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5DB"/>
    <w:pPr>
      <w:spacing w:after="280"/>
    </w:pPr>
    <w:rPr>
      <w:b/>
      <w:bCs/>
      <w:color w:val="404040" w:themeColor="text1" w:themeTint="BF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5DB"/>
    <w:rPr>
      <w:b/>
      <w:bCs/>
      <w:color w:val="auto"/>
      <w:szCs w:val="20"/>
      <w:lang w:eastAsia="en-US"/>
    </w:rPr>
  </w:style>
  <w:style w:type="table" w:styleId="DarkList">
    <w:name w:val="Dark List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09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E0E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1"/>
    <w:semiHidden/>
    <w:unhideWhenUsed/>
    <w:qFormat/>
    <w:rsid w:val="00CC75DB"/>
  </w:style>
  <w:style w:type="character" w:customStyle="1" w:styleId="DateChar">
    <w:name w:val="Date Char"/>
    <w:basedOn w:val="DefaultParagraphFont"/>
    <w:link w:val="Date"/>
    <w:uiPriority w:val="1"/>
    <w:semiHidden/>
    <w:rsid w:val="00CC75DB"/>
  </w:style>
  <w:style w:type="paragraph" w:styleId="DocumentMap">
    <w:name w:val="Document Map"/>
    <w:basedOn w:val="Normal"/>
    <w:link w:val="DocumentMapChar"/>
    <w:uiPriority w:val="99"/>
    <w:semiHidden/>
    <w:unhideWhenUsed/>
    <w:rsid w:val="00CC75D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75DB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C75D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C75DB"/>
  </w:style>
  <w:style w:type="character" w:styleId="Emphasis">
    <w:name w:val="Emphasis"/>
    <w:basedOn w:val="DefaultParagraphFont"/>
    <w:uiPriority w:val="20"/>
    <w:semiHidden/>
    <w:unhideWhenUsed/>
    <w:qFormat/>
    <w:rsid w:val="00CC75D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CC75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75DB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75DB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C75D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916B6"/>
    <w:rPr>
      <w:color w:val="5F5F5F" w:themeColor="accent4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C75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75DB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75DB"/>
    <w:rPr>
      <w:szCs w:val="20"/>
    </w:rPr>
  </w:style>
  <w:style w:type="table" w:styleId="GridTable1Light">
    <w:name w:val="Grid Table 1 Light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A1A1A1" w:themeColor="accent1" w:themeTint="66"/>
        <w:left w:val="single" w:sz="4" w:space="0" w:color="A1A1A1" w:themeColor="accent1" w:themeTint="66"/>
        <w:bottom w:val="single" w:sz="4" w:space="0" w:color="A1A1A1" w:themeColor="accent1" w:themeTint="66"/>
        <w:right w:val="single" w:sz="4" w:space="0" w:color="A1A1A1" w:themeColor="accent1" w:themeTint="66"/>
        <w:insideH w:val="single" w:sz="4" w:space="0" w:color="A1A1A1" w:themeColor="accent1" w:themeTint="66"/>
        <w:insideV w:val="single" w:sz="4" w:space="0" w:color="A1A1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727272" w:themeColor="accent1" w:themeTint="99"/>
        <w:bottom w:val="single" w:sz="2" w:space="0" w:color="727272" w:themeColor="accent1" w:themeTint="99"/>
        <w:insideH w:val="single" w:sz="2" w:space="0" w:color="727272" w:themeColor="accent1" w:themeTint="99"/>
        <w:insideV w:val="single" w:sz="2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727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A1A1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CC75DB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75DB"/>
    <w:rPr>
      <w:rFonts w:asciiTheme="majorHAnsi" w:eastAsiaTheme="majorEastAsia" w:hAnsiTheme="majorHAnsi" w:cstheme="majorBidi"/>
      <w:color w:val="09090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5DB"/>
    <w:rPr>
      <w:rFonts w:asciiTheme="majorHAnsi" w:eastAsiaTheme="majorEastAsia" w:hAnsiTheme="majorHAnsi" w:cstheme="majorBidi"/>
      <w:i/>
      <w:iCs/>
      <w:color w:val="0E0E0E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75DB"/>
    <w:rPr>
      <w:rFonts w:asciiTheme="majorHAnsi" w:eastAsiaTheme="majorEastAsia" w:hAnsiTheme="majorHAnsi" w:cstheme="majorBidi"/>
      <w:color w:val="0E0E0E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5DB"/>
    <w:rPr>
      <w:rFonts w:asciiTheme="majorHAnsi" w:eastAsiaTheme="majorEastAsia" w:hAnsiTheme="majorHAnsi" w:cstheme="majorBidi"/>
      <w:color w:val="0909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5DB"/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5D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5D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CC75DB"/>
  </w:style>
  <w:style w:type="paragraph" w:styleId="HTMLAddress">
    <w:name w:val="HTML Address"/>
    <w:basedOn w:val="Normal"/>
    <w:link w:val="HTMLAddressChar"/>
    <w:uiPriority w:val="99"/>
    <w:semiHidden/>
    <w:unhideWhenUsed/>
    <w:rsid w:val="00CC75D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C75D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CC75D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CC75D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5DB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5DB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CC75D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CC75D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C75DB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C75DB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C75DB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C75DB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C75DB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C75DB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C75DB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C75DB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C75DB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C75DB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C75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C75DB"/>
    <w:rPr>
      <w:i/>
      <w:iCs/>
      <w:color w:val="14141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C75DB"/>
    <w:pPr>
      <w:pBdr>
        <w:top w:val="single" w:sz="4" w:space="10" w:color="141414" w:themeColor="accent1"/>
        <w:bottom w:val="single" w:sz="4" w:space="10" w:color="141414" w:themeColor="accent1"/>
      </w:pBdr>
      <w:spacing w:before="360" w:after="360"/>
      <w:ind w:left="864" w:right="864"/>
      <w:jc w:val="center"/>
    </w:pPr>
    <w:rPr>
      <w:i/>
      <w:iCs/>
      <w:color w:val="14141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C75DB"/>
    <w:rPr>
      <w:i/>
      <w:iCs/>
      <w:color w:val="141414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C75DB"/>
    <w:rPr>
      <w:b/>
      <w:bCs/>
      <w:smallCaps/>
      <w:color w:val="14141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1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  <w:shd w:val="clear" w:color="auto" w:fill="C4C4C4" w:themeFill="accent1" w:themeFillTint="3F"/>
      </w:tcPr>
    </w:tblStylePr>
    <w:tblStylePr w:type="band2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C75D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CC75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C75D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C75D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C75D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C75DB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CC75DB"/>
    <w:pPr>
      <w:numPr>
        <w:numId w:val="5"/>
      </w:numPr>
      <w:tabs>
        <w:tab w:val="clear" w:pos="643"/>
        <w:tab w:val="num" w:pos="360"/>
      </w:tabs>
      <w:ind w:left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CC75DB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C75DB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C75DB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C75D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C75D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C75D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C75D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C75DB"/>
    <w:pPr>
      <w:spacing w:after="120"/>
      <w:ind w:left="1415"/>
      <w:contextualSpacing/>
    </w:pPr>
  </w:style>
  <w:style w:type="paragraph" w:styleId="ListNumber">
    <w:name w:val="List Number"/>
    <w:basedOn w:val="Normal"/>
    <w:uiPriority w:val="12"/>
    <w:rsid w:val="00CC75DB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C75DB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C75DB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C75DB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C75DB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CC75D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bottom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141414" w:themeColor="accent1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14" w:themeColor="accent1"/>
          <w:right w:val="single" w:sz="4" w:space="0" w:color="141414" w:themeColor="accent1"/>
        </w:tcBorders>
      </w:tcPr>
    </w:tblStylePr>
    <w:tblStylePr w:type="band1Horz">
      <w:tblPr/>
      <w:tcPr>
        <w:tcBorders>
          <w:top w:val="single" w:sz="4" w:space="0" w:color="141414" w:themeColor="accent1"/>
          <w:bottom w:val="single" w:sz="4" w:space="0" w:color="14141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14" w:themeColor="accent1"/>
          <w:left w:val="nil"/>
        </w:tcBorders>
      </w:tcPr>
    </w:tblStylePr>
    <w:tblStylePr w:type="swCell">
      <w:tblPr/>
      <w:tcPr>
        <w:tcBorders>
          <w:top w:val="double" w:sz="4" w:space="0" w:color="14141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41414" w:themeColor="accent1"/>
        <w:left w:val="single" w:sz="24" w:space="0" w:color="141414" w:themeColor="accent1"/>
        <w:bottom w:val="single" w:sz="24" w:space="0" w:color="141414" w:themeColor="accent1"/>
        <w:right w:val="single" w:sz="24" w:space="0" w:color="141414" w:themeColor="accent1"/>
      </w:tblBorders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141414" w:themeColor="accent1"/>
        <w:bottom w:val="single" w:sz="4" w:space="0" w:color="14141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141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1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1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1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1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C75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75DB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  <w:insideV w:val="single" w:sz="8" w:space="0" w:color="4E4E4E" w:themeColor="accent1" w:themeTint="BF"/>
      </w:tblBorders>
    </w:tblPr>
    <w:tcPr>
      <w:shd w:val="clear" w:color="auto" w:fill="C4C4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4E4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cPr>
      <w:shd w:val="clear" w:color="auto" w:fill="C4C4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7E7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0D0" w:themeFill="accent1" w:themeFillTint="33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tcBorders>
          <w:insideH w:val="single" w:sz="6" w:space="0" w:color="141414" w:themeColor="accent1"/>
          <w:insideV w:val="single" w:sz="6" w:space="0" w:color="141414" w:themeColor="accent1"/>
        </w:tcBorders>
        <w:shd w:val="clear" w:color="auto" w:fill="89898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4C4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898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898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1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shd w:val="clear" w:color="auto" w:fill="C4C4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1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1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1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C4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C4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CC75DB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C75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C75D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CC75D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CC75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C75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C75DB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C75DB"/>
  </w:style>
  <w:style w:type="character" w:styleId="PageNumber">
    <w:name w:val="page number"/>
    <w:basedOn w:val="DefaultParagraphFont"/>
    <w:uiPriority w:val="99"/>
    <w:semiHidden/>
    <w:unhideWhenUsed/>
    <w:rsid w:val="00CC75DB"/>
  </w:style>
  <w:style w:type="table" w:styleId="PlainTable1">
    <w:name w:val="Plain Table 1"/>
    <w:basedOn w:val="TableNormal"/>
    <w:uiPriority w:val="41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C75D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C75DB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C75DB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75DB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C75DB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C75DB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2"/>
    <w:semiHidden/>
    <w:unhideWhenUsed/>
    <w:qFormat/>
    <w:rsid w:val="00CC75DB"/>
  </w:style>
  <w:style w:type="character" w:customStyle="1" w:styleId="SalutationChar">
    <w:name w:val="Salutation Char"/>
    <w:basedOn w:val="DefaultParagraphFont"/>
    <w:link w:val="Salutation"/>
    <w:uiPriority w:val="2"/>
    <w:semiHidden/>
    <w:rsid w:val="00CC75DB"/>
  </w:style>
  <w:style w:type="paragraph" w:styleId="Signature">
    <w:name w:val="Signature"/>
    <w:basedOn w:val="Normal"/>
    <w:link w:val="Signature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2"/>
    <w:semiHidden/>
    <w:rsid w:val="00CC75DB"/>
  </w:style>
  <w:style w:type="character" w:customStyle="1" w:styleId="SmartHyperlink">
    <w:name w:val="Smart Hyperlink"/>
    <w:basedOn w:val="DefaultParagraphFont"/>
    <w:uiPriority w:val="99"/>
    <w:semiHidden/>
    <w:unhideWhenUsed/>
    <w:rsid w:val="00CC75DB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CC75DB"/>
    <w:rPr>
      <w:b/>
      <w:bCs/>
    </w:rPr>
  </w:style>
  <w:style w:type="paragraph" w:styleId="Subtitle">
    <w:name w:val="Subtitle"/>
    <w:basedOn w:val="Normal"/>
    <w:next w:val="Normal"/>
    <w:link w:val="SubtitleChar"/>
    <w:uiPriority w:val="3"/>
    <w:semiHidden/>
    <w:unhideWhenUsed/>
    <w:qFormat/>
    <w:rsid w:val="00CC75D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3"/>
    <w:semiHidden/>
    <w:rsid w:val="00CC75DB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CC75D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CC75D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C75DB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C75DB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C75DB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C75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C75D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C75DB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C75DB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C75DB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C75DB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C75D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C75DB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CC75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C75DB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C75DB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C75DB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C75D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C75D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C75DB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C75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C75D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C75D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C75D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C75D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CC75D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CC75DB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CC75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C75D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C75D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C75D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C75D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C75D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C75D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C75D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C75D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C75D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75DB"/>
    <w:pPr>
      <w:spacing w:before="240" w:after="0"/>
      <w:outlineLvl w:val="9"/>
    </w:pPr>
    <w:rPr>
      <w:b w:val="0"/>
      <w:color w:val="0E0E0E" w:themeColor="accent1" w:themeShade="BF"/>
      <w:sz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16B6"/>
    <w:rPr>
      <w:color w:val="5F5F5F" w:themeColor="accent5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thman\AppData\Roaming\Microsoft\Templates\ATS%20bold%20classic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CD550B10C04E05B2674B50E3B82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8C401-12A2-4F9D-B4A6-6FF399D2A5DD}"/>
      </w:docPartPr>
      <w:docPartBody>
        <w:p w:rsidR="009F7B7C" w:rsidRDefault="00272529">
          <w:pPr>
            <w:pStyle w:val="BACD550B10C04E05B2674B50E3B820AB"/>
          </w:pPr>
          <w:r>
            <w:t>Your Name</w:t>
          </w:r>
        </w:p>
      </w:docPartBody>
    </w:docPart>
    <w:docPart>
      <w:docPartPr>
        <w:name w:val="FC9B442CE3CD4828BC2CA7411F8AC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68D81-EB42-499B-B563-CFC39DEF1E47}"/>
      </w:docPartPr>
      <w:docPartBody>
        <w:p w:rsidR="009F7B7C" w:rsidRDefault="00272529">
          <w:pPr>
            <w:pStyle w:val="FC9B442CE3CD4828BC2CA7411F8ACEC7"/>
          </w:pPr>
          <w:r>
            <w:t>Objective</w:t>
          </w:r>
        </w:p>
      </w:docPartBody>
    </w:docPart>
    <w:docPart>
      <w:docPartPr>
        <w:name w:val="2AF7265F046B4A9984A67A7A64540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93C6A-3E75-4056-8EA6-F9AFCE8D3821}"/>
      </w:docPartPr>
      <w:docPartBody>
        <w:p w:rsidR="009F7B7C" w:rsidRDefault="00272529">
          <w:pPr>
            <w:pStyle w:val="2AF7265F046B4A9984A67A7A64540BB0"/>
          </w:pPr>
          <w:r>
            <w:t>Skills &amp; Abilities</w:t>
          </w:r>
        </w:p>
      </w:docPartBody>
    </w:docPart>
    <w:docPart>
      <w:docPartPr>
        <w:name w:val="D6EDF94F8F52474B99F85C128FF9F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670CC-FF86-4D86-B91E-20B51254F74C}"/>
      </w:docPartPr>
      <w:docPartBody>
        <w:p w:rsidR="009F7B7C" w:rsidRDefault="00693B66" w:rsidP="00693B66">
          <w:pPr>
            <w:pStyle w:val="D6EDF94F8F52474B99F85C128FF9F32D"/>
          </w:pPr>
          <w:r>
            <w:t>Experience</w:t>
          </w:r>
        </w:p>
      </w:docPartBody>
    </w:docPart>
    <w:docPart>
      <w:docPartPr>
        <w:name w:val="53E9F47CF85B4EDEAD68971329866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3CA27-9C45-400B-901F-19885263C538}"/>
      </w:docPartPr>
      <w:docPartBody>
        <w:p w:rsidR="00716B55" w:rsidRDefault="009F7B7C" w:rsidP="009F7B7C">
          <w:pPr>
            <w:pStyle w:val="53E9F47CF85B4EDEAD68971329866033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66"/>
    <w:rsid w:val="000A2A18"/>
    <w:rsid w:val="00272529"/>
    <w:rsid w:val="005F702A"/>
    <w:rsid w:val="00693B66"/>
    <w:rsid w:val="00716B55"/>
    <w:rsid w:val="009F7B7C"/>
    <w:rsid w:val="00FD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D550B10C04E05B2674B50E3B820AB">
    <w:name w:val="BACD550B10C04E05B2674B50E3B820AB"/>
  </w:style>
  <w:style w:type="paragraph" w:customStyle="1" w:styleId="18F2E7F160FD4046B8A6FB5FC9F18519">
    <w:name w:val="18F2E7F160FD4046B8A6FB5FC9F18519"/>
  </w:style>
  <w:style w:type="paragraph" w:customStyle="1" w:styleId="8D2774E926E4490B939364A964180DA3">
    <w:name w:val="8D2774E926E4490B939364A964180DA3"/>
  </w:style>
  <w:style w:type="paragraph" w:customStyle="1" w:styleId="7F938393CFC546EE8F86581CB68BAFCD">
    <w:name w:val="7F938393CFC546EE8F86581CB68BAFCD"/>
  </w:style>
  <w:style w:type="paragraph" w:customStyle="1" w:styleId="6AD373E4117A4C1F8329B8FF0AD43C24">
    <w:name w:val="6AD373E4117A4C1F8329B8FF0AD43C24"/>
  </w:style>
  <w:style w:type="paragraph" w:customStyle="1" w:styleId="FC9B442CE3CD4828BC2CA7411F8ACEC7">
    <w:name w:val="FC9B442CE3CD4828BC2CA7411F8ACEC7"/>
  </w:style>
  <w:style w:type="paragraph" w:customStyle="1" w:styleId="FF01D16595DF4D2DACB5351CADF582D4">
    <w:name w:val="FF01D16595DF4D2DACB5351CADF582D4"/>
  </w:style>
  <w:style w:type="paragraph" w:customStyle="1" w:styleId="E2294A1A9F934ADFA1F65BAD9C6F118E">
    <w:name w:val="E2294A1A9F934ADFA1F65BAD9C6F118E"/>
  </w:style>
  <w:style w:type="paragraph" w:customStyle="1" w:styleId="9D4F6FDA3A204BEFB5D6B183755A5649">
    <w:name w:val="9D4F6FDA3A204BEFB5D6B183755A5649"/>
  </w:style>
  <w:style w:type="paragraph" w:customStyle="1" w:styleId="3A502E7A1FA34457A16577EF7882B655">
    <w:name w:val="3A502E7A1FA34457A16577EF7882B655"/>
  </w:style>
  <w:style w:type="paragraph" w:customStyle="1" w:styleId="D965B7FEAF454E8F858C5BCDE7721A1B">
    <w:name w:val="D965B7FEAF454E8F858C5BCDE7721A1B"/>
  </w:style>
  <w:style w:type="paragraph" w:customStyle="1" w:styleId="9023D34EFBAC41B4879EB8AE8C1B7B24">
    <w:name w:val="9023D34EFBAC41B4879EB8AE8C1B7B24"/>
  </w:style>
  <w:style w:type="paragraph" w:customStyle="1" w:styleId="29DAE80932BD44FF9D9D03E7078FDEF4">
    <w:name w:val="29DAE80932BD44FF9D9D03E7078FDEF4"/>
  </w:style>
  <w:style w:type="paragraph" w:customStyle="1" w:styleId="67F8D107B0204C0C8D67606582B8EA40">
    <w:name w:val="67F8D107B0204C0C8D67606582B8EA40"/>
  </w:style>
  <w:style w:type="paragraph" w:customStyle="1" w:styleId="C22D78DCBE4442E992ABCEA0ABE106CA">
    <w:name w:val="C22D78DCBE4442E992ABCEA0ABE106CA"/>
  </w:style>
  <w:style w:type="paragraph" w:customStyle="1" w:styleId="34A99705356C45578CE68E79D79F7640">
    <w:name w:val="34A99705356C45578CE68E79D79F7640"/>
  </w:style>
  <w:style w:type="paragraph" w:customStyle="1" w:styleId="5B3508D45F5E41DD90A5FFFF50A29620">
    <w:name w:val="5B3508D45F5E41DD90A5FFFF50A29620"/>
  </w:style>
  <w:style w:type="paragraph" w:customStyle="1" w:styleId="A04D284940F04BD79CB6C1D8BD1D1642">
    <w:name w:val="A04D284940F04BD79CB6C1D8BD1D1642"/>
  </w:style>
  <w:style w:type="paragraph" w:customStyle="1" w:styleId="E6EE59DAB3FA437ABF3B934CF7C5E984">
    <w:name w:val="E6EE59DAB3FA437ABF3B934CF7C5E984"/>
  </w:style>
  <w:style w:type="paragraph" w:customStyle="1" w:styleId="2AF7265F046B4A9984A67A7A64540BB0">
    <w:name w:val="2AF7265F046B4A9984A67A7A64540BB0"/>
  </w:style>
  <w:style w:type="paragraph" w:customStyle="1" w:styleId="C06861A53C9E44239C24B3B078DBF03F">
    <w:name w:val="C06861A53C9E44239C24B3B078DBF03F"/>
  </w:style>
  <w:style w:type="paragraph" w:customStyle="1" w:styleId="E77F8C2693694B73A67031BB3DFDC2A8">
    <w:name w:val="E77F8C2693694B73A67031BB3DFDC2A8"/>
  </w:style>
  <w:style w:type="paragraph" w:customStyle="1" w:styleId="1C688BE8C902466FA55E9D4BCCA227E8">
    <w:name w:val="1C688BE8C902466FA55E9D4BCCA227E8"/>
  </w:style>
  <w:style w:type="paragraph" w:customStyle="1" w:styleId="98FC17F10A0A42838A1FD830AD9B4008">
    <w:name w:val="98FC17F10A0A42838A1FD830AD9B4008"/>
  </w:style>
  <w:style w:type="paragraph" w:customStyle="1" w:styleId="E968EF176FC74382BCF3E06254DB206F">
    <w:name w:val="E968EF176FC74382BCF3E06254DB206F"/>
  </w:style>
  <w:style w:type="paragraph" w:customStyle="1" w:styleId="670B64C5BC44455C904A6548543E35A2">
    <w:name w:val="670B64C5BC44455C904A6548543E35A2"/>
  </w:style>
  <w:style w:type="paragraph" w:customStyle="1" w:styleId="7A20EE6DCA894B4B9C68EBF09BD62005">
    <w:name w:val="7A20EE6DCA894B4B9C68EBF09BD62005"/>
  </w:style>
  <w:style w:type="paragraph" w:customStyle="1" w:styleId="23529F8F1BF547A4BD44ECD4293DD3BF">
    <w:name w:val="23529F8F1BF547A4BD44ECD4293DD3BF"/>
  </w:style>
  <w:style w:type="paragraph" w:customStyle="1" w:styleId="1FB748E790304C1DBA8E1174909F9731">
    <w:name w:val="1FB748E790304C1DBA8E1174909F9731"/>
  </w:style>
  <w:style w:type="paragraph" w:customStyle="1" w:styleId="63FE971581404D838D9446F0E48B55E1">
    <w:name w:val="63FE971581404D838D9446F0E48B55E1"/>
  </w:style>
  <w:style w:type="paragraph" w:customStyle="1" w:styleId="5D91AB59D76A424EB564A864303A13AE">
    <w:name w:val="5D91AB59D76A424EB564A864303A13AE"/>
  </w:style>
  <w:style w:type="paragraph" w:customStyle="1" w:styleId="14BBE0B526B14A8FAEC3297F87826FBD">
    <w:name w:val="14BBE0B526B14A8FAEC3297F87826FBD"/>
  </w:style>
  <w:style w:type="paragraph" w:customStyle="1" w:styleId="7701F23A5B9B42528516BE99606BD39B">
    <w:name w:val="7701F23A5B9B42528516BE99606BD39B"/>
  </w:style>
  <w:style w:type="paragraph" w:customStyle="1" w:styleId="528974B60FBE43BE83917B4AB1898D7C">
    <w:name w:val="528974B60FBE43BE83917B4AB1898D7C"/>
  </w:style>
  <w:style w:type="paragraph" w:customStyle="1" w:styleId="E6A9C2C22FDD46739DFC5E2E365A5977">
    <w:name w:val="E6A9C2C22FDD46739DFC5E2E365A5977"/>
  </w:style>
  <w:style w:type="paragraph" w:customStyle="1" w:styleId="1904661A898E4B7BBBB32686E48C73BA">
    <w:name w:val="1904661A898E4B7BBBB32686E48C73BA"/>
  </w:style>
  <w:style w:type="paragraph" w:customStyle="1" w:styleId="D6EDF94F8F52474B99F85C128FF9F32D">
    <w:name w:val="D6EDF94F8F52474B99F85C128FF9F32D"/>
    <w:rsid w:val="00693B66"/>
  </w:style>
  <w:style w:type="paragraph" w:customStyle="1" w:styleId="D3C456EA785B400A80FD1ADD9BEB4F9B">
    <w:name w:val="D3C456EA785B400A80FD1ADD9BEB4F9B"/>
    <w:rsid w:val="00693B66"/>
  </w:style>
  <w:style w:type="paragraph" w:customStyle="1" w:styleId="A77E392F025F485296F8998A607324D7">
    <w:name w:val="A77E392F025F485296F8998A607324D7"/>
    <w:rsid w:val="00693B66"/>
  </w:style>
  <w:style w:type="paragraph" w:customStyle="1" w:styleId="B4589D0F0B794B438D3BEBACFBBEA9F0">
    <w:name w:val="B4589D0F0B794B438D3BEBACFBBEA9F0"/>
    <w:rsid w:val="00693B66"/>
  </w:style>
  <w:style w:type="paragraph" w:customStyle="1" w:styleId="BA4D8BDFB64543609BE0A7226A6A1499">
    <w:name w:val="BA4D8BDFB64543609BE0A7226A6A1499"/>
    <w:rsid w:val="00693B66"/>
  </w:style>
  <w:style w:type="paragraph" w:customStyle="1" w:styleId="E3EAC0849F04471C8AD4FC65FF057658">
    <w:name w:val="E3EAC0849F04471C8AD4FC65FF057658"/>
    <w:rsid w:val="00693B66"/>
  </w:style>
  <w:style w:type="paragraph" w:customStyle="1" w:styleId="A140704276BD42D39E99BDA234B45B17">
    <w:name w:val="A140704276BD42D39E99BDA234B45B17"/>
    <w:rsid w:val="00693B66"/>
  </w:style>
  <w:style w:type="paragraph" w:customStyle="1" w:styleId="8BA465D8FD694E7B9BB77E015A27EABF">
    <w:name w:val="8BA465D8FD694E7B9BB77E015A27EABF"/>
    <w:rsid w:val="00693B66"/>
  </w:style>
  <w:style w:type="paragraph" w:customStyle="1" w:styleId="A7F6C9DDECD649E6A0DFA57CC34FE46A">
    <w:name w:val="A7F6C9DDECD649E6A0DFA57CC34FE46A"/>
    <w:rsid w:val="00693B66"/>
  </w:style>
  <w:style w:type="paragraph" w:customStyle="1" w:styleId="53E9F47CF85B4EDEAD68971329866033">
    <w:name w:val="53E9F47CF85B4EDEAD68971329866033"/>
    <w:rsid w:val="009F7B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ATS bold classic resume</Template>
  <TotalTime>11</TotalTime>
  <Pages>1</Pages>
  <Words>197</Words>
  <Characters>1250</Characters>
  <Application>Microsoft Office Word</Application>
  <DocSecurity>0</DocSecurity>
  <Lines>30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Mohamed Othman</dc:creator>
  <cp:keywords/>
  <dc:description>Mahfouz Othman</dc:description>
  <cp:lastModifiedBy>Mohamed Othman</cp:lastModifiedBy>
  <cp:revision>3</cp:revision>
  <dcterms:created xsi:type="dcterms:W3CDTF">2025-05-19T09:06:00Z</dcterms:created>
  <dcterms:modified xsi:type="dcterms:W3CDTF">2025-05-20T05:49:00Z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GrammarlyDocumentId">
    <vt:lpwstr>347efbf0-f9fb-4f5a-8946-b87a4fc401a3</vt:lpwstr>
  </property>
</Properties>
</file>