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9172"/>
      </w:tblGrid>
      <w:tr w:rsidR="0023638C" w:rsidRPr="009206DC" w14:paraId="7093EF98" w14:textId="77777777" w:rsidTr="00D1312F">
        <w:trPr>
          <w:trHeight w:val="1518"/>
          <w:jc w:val="right"/>
        </w:trPr>
        <w:tc>
          <w:tcPr>
            <w:tcW w:w="9172" w:type="dxa"/>
            <w:shd w:val="clear" w:color="auto" w:fill="auto"/>
          </w:tcPr>
          <w:p w14:paraId="6204ED0D" w14:textId="00EAC836" w:rsidR="0023638C" w:rsidRPr="009206DC" w:rsidRDefault="0023638C" w:rsidP="00760FD1">
            <w:pPr>
              <w:pStyle w:val="Address2"/>
              <w:ind w:right="-2669"/>
              <w:rPr>
                <w:sz w:val="24"/>
                <w:szCs w:val="24"/>
              </w:rPr>
            </w:pPr>
            <w:bookmarkStart w:id="0" w:name="_GoBack" w:colFirst="1" w:colLast="1"/>
            <w:r w:rsidRPr="009206DC">
              <w:rPr>
                <w:b/>
                <w:bCs/>
                <w:sz w:val="24"/>
                <w:szCs w:val="24"/>
              </w:rPr>
              <w:t>Address:</w:t>
            </w:r>
            <w:r w:rsidR="005E21CA" w:rsidRPr="009206DC">
              <w:rPr>
                <w:bCs/>
                <w:sz w:val="24"/>
                <w:szCs w:val="24"/>
              </w:rPr>
              <w:t xml:space="preserve"> </w:t>
            </w:r>
            <w:r w:rsidR="00760FD1" w:rsidRPr="009206DC">
              <w:rPr>
                <w:sz w:val="24"/>
                <w:szCs w:val="24"/>
              </w:rPr>
              <w:t>Kingdom of Saudi Arabia</w:t>
            </w:r>
          </w:p>
          <w:p w14:paraId="7206E8A2" w14:textId="07E053B0" w:rsidR="0023638C" w:rsidRPr="009206DC" w:rsidRDefault="0023638C" w:rsidP="00760FD1">
            <w:pPr>
              <w:pStyle w:val="Address1"/>
              <w:rPr>
                <w:sz w:val="24"/>
                <w:szCs w:val="24"/>
              </w:rPr>
            </w:pPr>
            <w:r w:rsidRPr="009206DC">
              <w:rPr>
                <w:b/>
                <w:bCs/>
                <w:sz w:val="24"/>
                <w:szCs w:val="24"/>
              </w:rPr>
              <w:t>Phone:</w:t>
            </w:r>
            <w:r w:rsidR="00701101" w:rsidRPr="009206DC">
              <w:rPr>
                <w:b/>
                <w:bCs/>
                <w:sz w:val="24"/>
                <w:szCs w:val="24"/>
              </w:rPr>
              <w:t xml:space="preserve">    </w:t>
            </w:r>
            <w:r w:rsidR="009206DC" w:rsidRPr="009206DC">
              <w:rPr>
                <w:sz w:val="24"/>
                <w:szCs w:val="24"/>
              </w:rPr>
              <w:t>0570313317</w:t>
            </w:r>
          </w:p>
          <w:p w14:paraId="0E1771AF" w14:textId="32FBDCF1" w:rsidR="0023638C" w:rsidRPr="009206DC" w:rsidRDefault="008C43EC" w:rsidP="0023638C">
            <w:pPr>
              <w:rPr>
                <w:sz w:val="24"/>
                <w:szCs w:val="24"/>
              </w:rPr>
            </w:pPr>
            <w:r w:rsidRPr="009206DC">
              <w:rPr>
                <w:b/>
                <w:bCs/>
                <w:sz w:val="24"/>
                <w:szCs w:val="24"/>
              </w:rPr>
              <w:t>Email</w:t>
            </w:r>
            <w:r w:rsidR="004B6F6E" w:rsidRPr="009206DC">
              <w:rPr>
                <w:sz w:val="24"/>
                <w:szCs w:val="24"/>
              </w:rPr>
              <w:t xml:space="preserve">:      </w:t>
            </w:r>
            <w:r w:rsidR="005F2F14" w:rsidRPr="009206DC">
              <w:rPr>
                <w:sz w:val="24"/>
                <w:szCs w:val="24"/>
              </w:rPr>
              <w:t>ahmedeltatawy283@gmail.com</w:t>
            </w:r>
          </w:p>
          <w:p w14:paraId="34711088" w14:textId="71C339E4" w:rsidR="00194AE4" w:rsidRPr="009206DC" w:rsidRDefault="00D1312F" w:rsidP="0023638C">
            <w:pPr>
              <w:rPr>
                <w:sz w:val="24"/>
                <w:szCs w:val="24"/>
              </w:rPr>
            </w:pPr>
            <w:r w:rsidRPr="009206DC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114D511B" wp14:editId="6990D53D">
                  <wp:simplePos x="0" y="0"/>
                  <wp:positionH relativeFrom="column">
                    <wp:posOffset>4875530</wp:posOffset>
                  </wp:positionH>
                  <wp:positionV relativeFrom="paragraph">
                    <wp:posOffset>-481330</wp:posOffset>
                  </wp:positionV>
                  <wp:extent cx="767715" cy="1042035"/>
                  <wp:effectExtent l="0" t="0" r="0" b="571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06-18 at 4.05.22 PM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715" cy="104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bookmarkEnd w:id="0"/>
    <w:p w14:paraId="765B9147" w14:textId="77777777" w:rsidR="002C7CEB" w:rsidRPr="005946A3" w:rsidRDefault="005E21CA" w:rsidP="002C7CEB">
      <w:pPr>
        <w:pStyle w:val="Name"/>
        <w:rPr>
          <w:rFonts w:ascii="Book Antiqua" w:hAnsi="Book Antiqua" w:cs="AngsanaUPC"/>
          <w:b/>
          <w:bCs/>
        </w:rPr>
      </w:pPr>
      <w:r>
        <w:rPr>
          <w:rFonts w:ascii="Book Antiqua" w:hAnsi="Book Antiqua" w:cs="AngsanaUPC"/>
          <w:b/>
          <w:bCs/>
        </w:rPr>
        <w:t>Ahmed Mohamed Magdy EL Tatawy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6903"/>
      </w:tblGrid>
      <w:tr w:rsidR="002C7CEB" w14:paraId="155CEC17" w14:textId="77777777" w:rsidTr="00D1312F">
        <w:trPr>
          <w:trHeight w:val="1261"/>
        </w:trPr>
        <w:tc>
          <w:tcPr>
            <w:tcW w:w="1951" w:type="dxa"/>
            <w:shd w:val="clear" w:color="auto" w:fill="auto"/>
          </w:tcPr>
          <w:p w14:paraId="31E142C3" w14:textId="77777777" w:rsidR="00110640" w:rsidRDefault="00110640" w:rsidP="008C43EC">
            <w:pPr>
              <w:pStyle w:val="SectionTitle"/>
            </w:pPr>
          </w:p>
          <w:p w14:paraId="29CAF0F5" w14:textId="77777777" w:rsidR="002C7CEB" w:rsidRPr="00701101" w:rsidRDefault="002C7CEB" w:rsidP="008C43EC">
            <w:pPr>
              <w:pStyle w:val="SectionTitle"/>
            </w:pPr>
            <w:r w:rsidRPr="00701101">
              <w:t>Personal Information</w:t>
            </w:r>
          </w:p>
        </w:tc>
        <w:tc>
          <w:tcPr>
            <w:tcW w:w="6903" w:type="dxa"/>
            <w:shd w:val="clear" w:color="auto" w:fill="auto"/>
          </w:tcPr>
          <w:p w14:paraId="698AB0BB" w14:textId="77777777" w:rsidR="0023638C" w:rsidRDefault="0023638C" w:rsidP="0023638C">
            <w:pPr>
              <w:pStyle w:val="Achievement"/>
              <w:numPr>
                <w:ilvl w:val="0"/>
                <w:numId w:val="0"/>
              </w:numPr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</w:pPr>
          </w:p>
          <w:p w14:paraId="08AAEBF3" w14:textId="77777777" w:rsidR="002C7CEB" w:rsidRPr="0023638C" w:rsidRDefault="002C7CEB" w:rsidP="002C7CEB">
            <w:pPr>
              <w:pStyle w:val="Achievement"/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</w:pPr>
            <w:r w:rsidRPr="0023638C"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  <w:t xml:space="preserve">Marital status: </w:t>
            </w:r>
            <w:r w:rsidR="00211011"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  <w:t>Single</w:t>
            </w:r>
          </w:p>
          <w:p w14:paraId="202A7FFA" w14:textId="77777777" w:rsidR="002C7CEB" w:rsidRPr="0023638C" w:rsidRDefault="002C7CEB" w:rsidP="002C7CEB">
            <w:pPr>
              <w:pStyle w:val="Achievement"/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</w:pPr>
            <w:r w:rsidRPr="0023638C"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  <w:t>Nationality: Egyptian</w:t>
            </w:r>
          </w:p>
          <w:p w14:paraId="197C643A" w14:textId="77777777" w:rsidR="0023638C" w:rsidRDefault="002C7CEB" w:rsidP="005E21CA">
            <w:pPr>
              <w:pStyle w:val="Achievement"/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</w:pPr>
            <w:r w:rsidRPr="0023638C"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  <w:t xml:space="preserve">Birth </w:t>
            </w:r>
            <w:r w:rsidR="00194AE4" w:rsidRPr="0023638C"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  <w:t>Date:</w:t>
            </w:r>
            <w:r w:rsidRPr="0023638C"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  <w:t xml:space="preserve"> </w:t>
            </w:r>
            <w:r w:rsidR="005E21CA"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  <w:t>6</w:t>
            </w:r>
            <w:r w:rsidRPr="0023638C"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  <w:t>/</w:t>
            </w:r>
            <w:r w:rsidR="005E21CA"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  <w:t>1</w:t>
            </w:r>
            <w:r w:rsidR="00211011"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  <w:t>/198</w:t>
            </w:r>
            <w:r w:rsidR="005E21CA"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  <w:t>6</w:t>
            </w:r>
          </w:p>
          <w:p w14:paraId="541DC6B5" w14:textId="77777777" w:rsidR="000F2FE0" w:rsidRPr="000F2FE0" w:rsidRDefault="000F2FE0" w:rsidP="000F2FE0">
            <w:pPr>
              <w:pStyle w:val="Achievement"/>
              <w:numPr>
                <w:ilvl w:val="0"/>
                <w:numId w:val="0"/>
              </w:numPr>
              <w:rPr>
                <w:rFonts w:ascii="Times New Roman" w:hAnsi="Times New Roman"/>
                <w:i/>
                <w:iCs/>
                <w:spacing w:val="0"/>
                <w:sz w:val="22"/>
                <w:szCs w:val="22"/>
              </w:rPr>
            </w:pPr>
          </w:p>
        </w:tc>
      </w:tr>
      <w:tr w:rsidR="00454509" w14:paraId="1E174DBD" w14:textId="77777777" w:rsidTr="00D1312F">
        <w:trPr>
          <w:trHeight w:val="729"/>
        </w:trPr>
        <w:tc>
          <w:tcPr>
            <w:tcW w:w="1951" w:type="dxa"/>
            <w:shd w:val="clear" w:color="auto" w:fill="auto"/>
          </w:tcPr>
          <w:p w14:paraId="28D9FC22" w14:textId="77777777" w:rsidR="00454509" w:rsidRPr="00701101" w:rsidRDefault="00454509" w:rsidP="008C43EC">
            <w:pPr>
              <w:pStyle w:val="SectionTitle"/>
            </w:pPr>
            <w:r>
              <w:t>Education</w:t>
            </w:r>
          </w:p>
        </w:tc>
        <w:tc>
          <w:tcPr>
            <w:tcW w:w="6903" w:type="dxa"/>
            <w:shd w:val="clear" w:color="auto" w:fill="auto"/>
            <w:vAlign w:val="center"/>
          </w:tcPr>
          <w:p w14:paraId="4DAA6CA8" w14:textId="77777777" w:rsidR="00454509" w:rsidRPr="000E3235" w:rsidRDefault="004B6F6E" w:rsidP="00454509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200</w:t>
            </w:r>
            <w:r w:rsidR="00DC564F">
              <w:rPr>
                <w:rFonts w:ascii="Times New Roman" w:hAnsi="Times New Roman"/>
                <w:i/>
                <w:iCs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-2008       Information System</w:t>
            </w:r>
            <w:r w:rsidR="005E21C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-High advanced academy </w:t>
            </w:r>
            <w:r w:rsidR="008C43EC">
              <w:rPr>
                <w:rFonts w:ascii="Times New Roman" w:hAnsi="Times New Roman"/>
                <w:i/>
                <w:iCs/>
                <w:sz w:val="22"/>
                <w:szCs w:val="22"/>
              </w:rPr>
              <w:t>– EL Haram</w:t>
            </w:r>
          </w:p>
        </w:tc>
      </w:tr>
      <w:tr w:rsidR="005E21CA" w14:paraId="08E62F5C" w14:textId="77777777" w:rsidTr="00D1312F">
        <w:trPr>
          <w:trHeight w:val="765"/>
        </w:trPr>
        <w:tc>
          <w:tcPr>
            <w:tcW w:w="1951" w:type="dxa"/>
            <w:shd w:val="clear" w:color="auto" w:fill="auto"/>
            <w:vAlign w:val="center"/>
          </w:tcPr>
          <w:p w14:paraId="7F0E03EE" w14:textId="77777777" w:rsidR="005E21CA" w:rsidRPr="008537BA" w:rsidRDefault="008C43EC" w:rsidP="008C43EC">
            <w:pPr>
              <w:pStyle w:val="SectionTitle"/>
            </w:pPr>
            <w:r>
              <w:t>Language</w:t>
            </w:r>
          </w:p>
        </w:tc>
        <w:tc>
          <w:tcPr>
            <w:tcW w:w="6903" w:type="dxa"/>
            <w:shd w:val="clear" w:color="auto" w:fill="auto"/>
            <w:vAlign w:val="center"/>
          </w:tcPr>
          <w:p w14:paraId="57B9AB1C" w14:textId="77777777" w:rsidR="005E21CA" w:rsidRDefault="005E21CA" w:rsidP="008C43EC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Good in English</w:t>
            </w:r>
          </w:p>
        </w:tc>
      </w:tr>
      <w:tr w:rsidR="00CC6320" w14:paraId="0EA8FD72" w14:textId="77777777" w:rsidTr="00D1312F">
        <w:trPr>
          <w:trHeight w:val="866"/>
        </w:trPr>
        <w:tc>
          <w:tcPr>
            <w:tcW w:w="1951" w:type="dxa"/>
            <w:shd w:val="clear" w:color="auto" w:fill="auto"/>
          </w:tcPr>
          <w:p w14:paraId="01B39C44" w14:textId="77777777" w:rsidR="008C43EC" w:rsidRDefault="008C43EC" w:rsidP="008C43EC">
            <w:pPr>
              <w:pStyle w:val="SectionTitle"/>
            </w:pPr>
          </w:p>
          <w:p w14:paraId="627E86E3" w14:textId="77777777" w:rsidR="00CC6320" w:rsidRPr="008537BA" w:rsidRDefault="00CC6320" w:rsidP="008C43EC">
            <w:pPr>
              <w:pStyle w:val="SectionTitle"/>
            </w:pPr>
            <w:r w:rsidRPr="008537BA">
              <w:t>Computer Skills</w:t>
            </w:r>
          </w:p>
        </w:tc>
        <w:tc>
          <w:tcPr>
            <w:tcW w:w="6903" w:type="dxa"/>
            <w:shd w:val="clear" w:color="auto" w:fill="auto"/>
          </w:tcPr>
          <w:p w14:paraId="2B09966C" w14:textId="77777777" w:rsidR="008C43EC" w:rsidRDefault="008C43EC" w:rsidP="008C43EC">
            <w:pPr>
              <w:ind w:left="36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  <w:p w14:paraId="29DC838E" w14:textId="77777777" w:rsidR="00CC6320" w:rsidRDefault="005E21CA" w:rsidP="00CC6320">
            <w:pPr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MS. Office.</w:t>
            </w:r>
          </w:p>
          <w:p w14:paraId="0BAF9BA8" w14:textId="77777777" w:rsidR="005E21CA" w:rsidRDefault="005E21CA" w:rsidP="005E21CA">
            <w:pPr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HTML, SQL, PhotoShop, Oracle, Front Page</w:t>
            </w:r>
            <w:r w:rsidR="004B6F6E">
              <w:rPr>
                <w:rFonts w:ascii="Times New Roman" w:hAnsi="Times New Roman"/>
                <w:i/>
                <w:iCs/>
                <w:sz w:val="22"/>
                <w:szCs w:val="22"/>
              </w:rPr>
              <w:t>,</w:t>
            </w:r>
            <w:r w:rsidR="0035306C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="004B6F6E">
              <w:rPr>
                <w:rFonts w:ascii="Times New Roman" w:hAnsi="Times New Roman"/>
                <w:i/>
                <w:iCs/>
                <w:sz w:val="22"/>
                <w:szCs w:val="22"/>
              </w:rPr>
              <w:t>V.B6</w:t>
            </w:r>
          </w:p>
          <w:p w14:paraId="6AF330EE" w14:textId="77777777" w:rsidR="00CC6320" w:rsidRDefault="00CC6320" w:rsidP="00CC6320">
            <w:pPr>
              <w:ind w:left="36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D0773D" w14:paraId="5EDC730E" w14:textId="77777777" w:rsidTr="00D1312F">
        <w:trPr>
          <w:trHeight w:val="1802"/>
        </w:trPr>
        <w:tc>
          <w:tcPr>
            <w:tcW w:w="1951" w:type="dxa"/>
            <w:shd w:val="clear" w:color="auto" w:fill="auto"/>
          </w:tcPr>
          <w:p w14:paraId="040FAFF2" w14:textId="77777777" w:rsidR="008C43EC" w:rsidRDefault="008C43EC" w:rsidP="008C43EC">
            <w:pPr>
              <w:pStyle w:val="SectionTitle"/>
            </w:pPr>
          </w:p>
          <w:p w14:paraId="68DD8CDC" w14:textId="77777777" w:rsidR="00D0773D" w:rsidRPr="00701101" w:rsidRDefault="00D0773D" w:rsidP="008C43EC">
            <w:pPr>
              <w:pStyle w:val="SectionTitle"/>
            </w:pPr>
            <w:r w:rsidRPr="00701101">
              <w:t>Personal Skills</w:t>
            </w:r>
          </w:p>
        </w:tc>
        <w:tc>
          <w:tcPr>
            <w:tcW w:w="6903" w:type="dxa"/>
            <w:shd w:val="clear" w:color="auto" w:fill="auto"/>
          </w:tcPr>
          <w:p w14:paraId="1671CBBC" w14:textId="77777777" w:rsidR="00D0773D" w:rsidRPr="000E3235" w:rsidRDefault="00D0773D" w:rsidP="0008232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  <w:p w14:paraId="26A1AFC9" w14:textId="77777777" w:rsidR="00D0773D" w:rsidRDefault="00D0773D" w:rsidP="00B961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E3235">
              <w:rPr>
                <w:rFonts w:ascii="Times New Roman" w:hAnsi="Times New Roman"/>
                <w:i/>
                <w:iCs/>
                <w:sz w:val="22"/>
                <w:szCs w:val="22"/>
              </w:rPr>
              <w:t>Excellent team player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.</w:t>
            </w:r>
          </w:p>
          <w:p w14:paraId="23E1663F" w14:textId="77777777" w:rsidR="00D0773D" w:rsidRDefault="00D0773D" w:rsidP="00B961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Highly customer-service oriented and awareness of customers' needs.</w:t>
            </w:r>
          </w:p>
          <w:p w14:paraId="191C4985" w14:textId="77777777" w:rsidR="00D0773D" w:rsidRPr="000E3235" w:rsidRDefault="00D0773D" w:rsidP="00B961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Ability to handle customers' requests and problems.</w:t>
            </w:r>
          </w:p>
          <w:p w14:paraId="6D3D237E" w14:textId="77777777" w:rsidR="00D0773D" w:rsidRPr="006B2CEE" w:rsidRDefault="00D0773D" w:rsidP="00B961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6B2CE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Ability to work under pressure in dynamic environment  </w:t>
            </w:r>
          </w:p>
          <w:p w14:paraId="5D87911B" w14:textId="77777777" w:rsidR="00D0773D" w:rsidRDefault="00D0773D" w:rsidP="00B961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6B2CEE">
              <w:rPr>
                <w:rFonts w:ascii="Times New Roman" w:hAnsi="Times New Roman"/>
                <w:i/>
                <w:iCs/>
                <w:sz w:val="22"/>
                <w:szCs w:val="22"/>
              </w:rPr>
              <w:t>Fast learner, Self-motivated and customer focused</w:t>
            </w:r>
          </w:p>
          <w:p w14:paraId="34D6AE13" w14:textId="77777777" w:rsidR="00B96182" w:rsidRPr="00B96182" w:rsidRDefault="00B96182" w:rsidP="00B961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BA551E">
              <w:rPr>
                <w:rFonts w:ascii="Times New Roman" w:hAnsi="Times New Roman"/>
                <w:i/>
                <w:iCs/>
                <w:spacing w:val="-5"/>
                <w:sz w:val="24"/>
                <w:szCs w:val="24"/>
              </w:rPr>
              <w:t>Good selling, negotiation, and communication skills</w:t>
            </w:r>
          </w:p>
          <w:p w14:paraId="2AE0CCA5" w14:textId="77777777" w:rsidR="00B96182" w:rsidRPr="00B96182" w:rsidRDefault="00B96182" w:rsidP="00B96182">
            <w:pPr>
              <w:pStyle w:val="Achievement"/>
              <w:numPr>
                <w:ilvl w:val="0"/>
                <w:numId w:val="3"/>
              </w:numPr>
              <w:tabs>
                <w:tab w:val="clear" w:pos="360"/>
              </w:tabs>
              <w:ind w:right="-9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Motivated and target-driven with a proven track record in sales</w:t>
            </w:r>
          </w:p>
          <w:p w14:paraId="0D17A332" w14:textId="77777777" w:rsidR="00D0773D" w:rsidRPr="006B2CEE" w:rsidRDefault="00D0773D" w:rsidP="0008232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D0773D" w14:paraId="5442D2D6" w14:textId="77777777" w:rsidTr="00D1312F">
        <w:trPr>
          <w:trHeight w:val="1805"/>
        </w:trPr>
        <w:tc>
          <w:tcPr>
            <w:tcW w:w="1951" w:type="dxa"/>
            <w:shd w:val="clear" w:color="auto" w:fill="auto"/>
          </w:tcPr>
          <w:p w14:paraId="4A36BB46" w14:textId="77777777" w:rsidR="00110640" w:rsidRDefault="00110640" w:rsidP="008C43EC">
            <w:pPr>
              <w:pStyle w:val="SectionTitle"/>
            </w:pPr>
          </w:p>
          <w:p w14:paraId="30BB4871" w14:textId="77777777" w:rsidR="00D0773D" w:rsidRPr="00701101" w:rsidRDefault="008C43EC" w:rsidP="008C43EC">
            <w:pPr>
              <w:pStyle w:val="SectionTitle"/>
            </w:pPr>
            <w:r>
              <w:t>Management Courses</w:t>
            </w:r>
          </w:p>
        </w:tc>
        <w:tc>
          <w:tcPr>
            <w:tcW w:w="6903" w:type="dxa"/>
            <w:shd w:val="clear" w:color="auto" w:fill="auto"/>
          </w:tcPr>
          <w:p w14:paraId="1BD6F2FE" w14:textId="77777777" w:rsidR="00453790" w:rsidRDefault="00453790" w:rsidP="00453790">
            <w:pPr>
              <w:autoSpaceDE w:val="0"/>
              <w:autoSpaceDN w:val="0"/>
              <w:adjustRightInd w:val="0"/>
              <w:ind w:left="108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  <w:p w14:paraId="2034A8E2" w14:textId="77777777" w:rsidR="004B6F6E" w:rsidRDefault="004B6F6E" w:rsidP="00AF3D7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Basic Communication</w:t>
            </w:r>
          </w:p>
          <w:p w14:paraId="1F3F98D5" w14:textId="77777777" w:rsidR="00DE18BA" w:rsidRDefault="004B6F6E" w:rsidP="00AF3D7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Inter personal Skills.</w:t>
            </w:r>
          </w:p>
          <w:p w14:paraId="65D6D5BB" w14:textId="77777777" w:rsidR="004B6F6E" w:rsidRDefault="004B6F6E" w:rsidP="00AF3D7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Management Basics.</w:t>
            </w:r>
          </w:p>
          <w:p w14:paraId="7DD2432B" w14:textId="77777777" w:rsidR="004B6F6E" w:rsidRDefault="004B6F6E" w:rsidP="00AF3D7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Customer Services.</w:t>
            </w:r>
          </w:p>
          <w:p w14:paraId="0667B978" w14:textId="77777777" w:rsidR="00D0773D" w:rsidRPr="00B57BF3" w:rsidRDefault="004B6F6E" w:rsidP="00B57BF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Marketing</w:t>
            </w:r>
          </w:p>
        </w:tc>
      </w:tr>
      <w:tr w:rsidR="009230CE" w14:paraId="5D6D13B0" w14:textId="77777777" w:rsidTr="00D1312F">
        <w:trPr>
          <w:trHeight w:val="2838"/>
        </w:trPr>
        <w:tc>
          <w:tcPr>
            <w:tcW w:w="1951" w:type="dxa"/>
            <w:shd w:val="clear" w:color="auto" w:fill="auto"/>
          </w:tcPr>
          <w:p w14:paraId="229F35F5" w14:textId="77777777" w:rsidR="009230CE" w:rsidRDefault="009230CE" w:rsidP="008C43EC">
            <w:pPr>
              <w:pStyle w:val="SectionTitle"/>
            </w:pPr>
          </w:p>
        </w:tc>
        <w:tc>
          <w:tcPr>
            <w:tcW w:w="6903" w:type="dxa"/>
            <w:shd w:val="clear" w:color="auto" w:fill="auto"/>
          </w:tcPr>
          <w:p w14:paraId="50E5C627" w14:textId="77777777" w:rsidR="004841F1" w:rsidRDefault="004841F1" w:rsidP="00B57BF3">
            <w:pPr>
              <w:pStyle w:val="Achievement"/>
              <w:numPr>
                <w:ilvl w:val="0"/>
                <w:numId w:val="0"/>
              </w:numPr>
              <w:ind w:right="-96"/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</w:pPr>
          </w:p>
          <w:p w14:paraId="19EFB151" w14:textId="2E2FB00C" w:rsidR="00E337AE" w:rsidRPr="00B57BF3" w:rsidRDefault="00E337AE" w:rsidP="00461452">
            <w:pPr>
              <w:pStyle w:val="Achievement"/>
              <w:numPr>
                <w:ilvl w:val="0"/>
                <w:numId w:val="0"/>
              </w:numPr>
              <w:ind w:right="-96"/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20</w:t>
            </w:r>
            <w:r w:rsidR="009206DC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22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– </w:t>
            </w:r>
            <w:r w:rsidR="00461452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2024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           </w:t>
            </w:r>
            <w:r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             Platinum Auto exotic 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             </w:t>
            </w:r>
            <w:r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 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Giza-EG</w:t>
            </w:r>
          </w:p>
          <w:p w14:paraId="1B724087" w14:textId="77777777" w:rsidR="00E337AE" w:rsidRDefault="00E337AE" w:rsidP="00E337AE">
            <w:pPr>
              <w:pStyle w:val="Achievement"/>
              <w:numPr>
                <w:ilvl w:val="0"/>
                <w:numId w:val="0"/>
              </w:numPr>
              <w:ind w:left="245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Salesman</w:t>
            </w:r>
          </w:p>
          <w:p w14:paraId="09223531" w14:textId="77777777" w:rsidR="00E337AE" w:rsidRPr="00E337AE" w:rsidRDefault="00E337AE" w:rsidP="00E337AE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337AE">
              <w:rPr>
                <w:rFonts w:ascii="Times New Roman" w:hAnsi="Times New Roman"/>
                <w:i/>
                <w:iCs/>
                <w:sz w:val="24"/>
                <w:szCs w:val="24"/>
              </w:rPr>
              <w:t>Greeted and actively listened to customers to uncover purchasing needs and provide recommendations based on automotive requirements.</w:t>
            </w:r>
          </w:p>
          <w:p w14:paraId="005F4A7C" w14:textId="77777777" w:rsidR="00E337AE" w:rsidRPr="00E337AE" w:rsidRDefault="00E337AE" w:rsidP="00E337AE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337AE">
              <w:rPr>
                <w:rFonts w:ascii="Times New Roman" w:hAnsi="Times New Roman"/>
                <w:i/>
                <w:iCs/>
                <w:sz w:val="24"/>
                <w:szCs w:val="24"/>
              </w:rPr>
              <w:t>Used consultative sales process to match customers with vehicles suiting their needs.</w:t>
            </w:r>
          </w:p>
          <w:p w14:paraId="62B91491" w14:textId="77777777" w:rsidR="00E337AE" w:rsidRPr="00E337AE" w:rsidRDefault="00E337AE" w:rsidP="00E337AE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337AE">
              <w:rPr>
                <w:rFonts w:ascii="Times New Roman" w:hAnsi="Times New Roman"/>
                <w:i/>
                <w:iCs/>
                <w:sz w:val="24"/>
                <w:szCs w:val="24"/>
              </w:rPr>
              <w:t>Demonstrated vehicle functionality and explained options, accompanied prospective customers on test drives, and explained costs associated with purchase.</w:t>
            </w:r>
          </w:p>
          <w:p w14:paraId="7156EE3E" w14:textId="77777777" w:rsidR="00E337AE" w:rsidRDefault="00E337AE" w:rsidP="00E337AE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337AE">
              <w:rPr>
                <w:rFonts w:ascii="Times New Roman" w:hAnsi="Times New Roman"/>
                <w:i/>
                <w:iCs/>
                <w:sz w:val="24"/>
                <w:szCs w:val="24"/>
              </w:rPr>
              <w:t>Researched new automotive releases to maintain knowledge of new products and trends.</w:t>
            </w:r>
          </w:p>
          <w:p w14:paraId="2EFEBA82" w14:textId="77777777" w:rsidR="00DC564F" w:rsidRDefault="00DC564F" w:rsidP="00DC564F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Follow up with the customers who have visited the showroom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7D45DBF9" w14:textId="77777777" w:rsidR="00E337AE" w:rsidRPr="00DC564F" w:rsidRDefault="00DC564F" w:rsidP="00DC564F">
            <w:pPr>
              <w:pStyle w:val="Achievement"/>
              <w:ind w:right="-9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Answer prospective clients' questions about quality, prices, payment plan, etc.</w:t>
            </w:r>
          </w:p>
          <w:p w14:paraId="62DF2D86" w14:textId="77777777" w:rsidR="00461452" w:rsidRDefault="00461452" w:rsidP="00461452">
            <w:pPr>
              <w:pStyle w:val="Achievement"/>
              <w:numPr>
                <w:ilvl w:val="0"/>
                <w:numId w:val="0"/>
              </w:numPr>
              <w:rPr>
                <w:b/>
                <w:bCs/>
                <w:sz w:val="22"/>
                <w:szCs w:val="22"/>
              </w:rPr>
            </w:pPr>
            <w:r w:rsidRPr="00461452">
              <w:rPr>
                <w:b/>
                <w:bCs/>
                <w:sz w:val="22"/>
                <w:szCs w:val="22"/>
              </w:rPr>
              <w:t xml:space="preserve">2024 to now </w:t>
            </w:r>
          </w:p>
          <w:p w14:paraId="049CBA34" w14:textId="77777777" w:rsidR="00461452" w:rsidRDefault="00461452" w:rsidP="00461452">
            <w:pPr>
              <w:pStyle w:val="Achievement"/>
              <w:numPr>
                <w:ilvl w:val="0"/>
                <w:numId w:val="0"/>
              </w:num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</w:t>
            </w:r>
            <w:r w:rsidRPr="00461452">
              <w:rPr>
                <w:b/>
                <w:bCs/>
                <w:sz w:val="22"/>
                <w:szCs w:val="22"/>
              </w:rPr>
              <w:t>work in</w:t>
            </w:r>
          </w:p>
          <w:p w14:paraId="784F432F" w14:textId="40C5F20B" w:rsidR="00461452" w:rsidRPr="00461452" w:rsidRDefault="00461452" w:rsidP="00461452">
            <w:pPr>
              <w:pStyle w:val="Achievement"/>
              <w:numPr>
                <w:ilvl w:val="0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461452">
              <w:rPr>
                <w:b/>
                <w:bCs/>
                <w:sz w:val="22"/>
                <w:szCs w:val="22"/>
              </w:rPr>
              <w:t xml:space="preserve">El </w:t>
            </w:r>
            <w:proofErr w:type="spellStart"/>
            <w:r w:rsidRPr="00461452">
              <w:rPr>
                <w:b/>
                <w:bCs/>
                <w:sz w:val="22"/>
                <w:szCs w:val="22"/>
              </w:rPr>
              <w:t>koptan</w:t>
            </w:r>
            <w:proofErr w:type="spellEnd"/>
            <w:r w:rsidRPr="00461452">
              <w:rPr>
                <w:b/>
                <w:bCs/>
                <w:sz w:val="22"/>
                <w:szCs w:val="22"/>
              </w:rPr>
              <w:t xml:space="preserve"> For import and export</w:t>
            </w:r>
          </w:p>
          <w:p w14:paraId="7C14DBFC" w14:textId="77777777" w:rsidR="00E337AE" w:rsidRDefault="00E337AE" w:rsidP="00B96182">
            <w:pPr>
              <w:pStyle w:val="Achievement"/>
              <w:numPr>
                <w:ilvl w:val="0"/>
                <w:numId w:val="0"/>
              </w:numPr>
              <w:ind w:right="-96"/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</w:pPr>
          </w:p>
          <w:p w14:paraId="008A46CF" w14:textId="77777777" w:rsidR="00461452" w:rsidRDefault="00461452" w:rsidP="00461452">
            <w:pPr>
              <w:pStyle w:val="Achievement"/>
            </w:pPr>
            <w:r w:rsidRPr="00F6044E">
              <w:t>Experience in selling cars, first owner and expatriate initiative abroad</w:t>
            </w:r>
            <w:r>
              <w:t>.</w:t>
            </w:r>
          </w:p>
          <w:p w14:paraId="0840DC9F" w14:textId="77777777" w:rsidR="008D7804" w:rsidRDefault="00461452" w:rsidP="00461452">
            <w:pPr>
              <w:pStyle w:val="Achievement"/>
            </w:pPr>
            <w:r w:rsidRPr="00461452">
              <w:t xml:space="preserve">Dealing with CRM software and dealing </w:t>
            </w:r>
          </w:p>
          <w:p w14:paraId="5D2A07E9" w14:textId="12724459" w:rsidR="008D7804" w:rsidRDefault="00461452" w:rsidP="008D7804">
            <w:pPr>
              <w:pStyle w:val="Achievement"/>
            </w:pPr>
            <w:r w:rsidRPr="00461452">
              <w:t>selling through social media</w:t>
            </w:r>
            <w:r w:rsidR="008D7804">
              <w:t>.</w:t>
            </w:r>
          </w:p>
          <w:p w14:paraId="35B6D414" w14:textId="48C0882C" w:rsidR="00461452" w:rsidRDefault="008D7804" w:rsidP="008D7804">
            <w:pPr>
              <w:pStyle w:val="Achievement"/>
            </w:pPr>
            <w:r w:rsidRPr="00461452">
              <w:t xml:space="preserve">selling </w:t>
            </w:r>
            <w:proofErr w:type="gramStart"/>
            <w:r w:rsidRPr="00461452">
              <w:t xml:space="preserve">through </w:t>
            </w:r>
            <w:r w:rsidR="00461452" w:rsidRPr="00461452">
              <w:t xml:space="preserve"> showroom</w:t>
            </w:r>
            <w:proofErr w:type="gramEnd"/>
            <w:r>
              <w:t>.</w:t>
            </w:r>
          </w:p>
          <w:p w14:paraId="44B4D4A9" w14:textId="7DEFFAD9" w:rsidR="008D7804" w:rsidRDefault="008D7804" w:rsidP="008D7804">
            <w:pPr>
              <w:pStyle w:val="Achievement"/>
            </w:pPr>
            <w:r w:rsidRPr="00461452">
              <w:t>selling through</w:t>
            </w:r>
            <w:r>
              <w:t xml:space="preserve"> hot line</w:t>
            </w:r>
            <w:r w:rsidR="004B2707">
              <w:t>.</w:t>
            </w:r>
          </w:p>
          <w:p w14:paraId="613E605F" w14:textId="77777777" w:rsidR="00461452" w:rsidRDefault="00461452" w:rsidP="00B96182">
            <w:pPr>
              <w:pStyle w:val="Achievement"/>
              <w:numPr>
                <w:ilvl w:val="0"/>
                <w:numId w:val="0"/>
              </w:numPr>
              <w:ind w:right="-96"/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</w:pPr>
          </w:p>
          <w:p w14:paraId="47484E67" w14:textId="48667858" w:rsidR="00390F76" w:rsidRPr="00B57BF3" w:rsidRDefault="00390F76" w:rsidP="00B96182">
            <w:pPr>
              <w:pStyle w:val="Achievement"/>
              <w:numPr>
                <w:ilvl w:val="0"/>
                <w:numId w:val="0"/>
              </w:numPr>
              <w:ind w:right="-96"/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</w:pP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20</w:t>
            </w:r>
            <w:r w:rsidR="009206DC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17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– </w:t>
            </w:r>
            <w:r w:rsidR="00E337AE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20</w:t>
            </w:r>
            <w:r w:rsidR="009206DC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22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             </w:t>
            </w:r>
            <w:r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       </w:t>
            </w:r>
            <w:r w:rsidR="00B96182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Al-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Gendy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Motors              </w:t>
            </w:r>
            <w:r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 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Giza-EG</w:t>
            </w:r>
          </w:p>
          <w:p w14:paraId="3BF4A900" w14:textId="77777777" w:rsidR="00BA551E" w:rsidRPr="00DC564F" w:rsidRDefault="00BA551E" w:rsidP="00DC564F">
            <w:pPr>
              <w:pStyle w:val="Achievement"/>
              <w:numPr>
                <w:ilvl w:val="0"/>
                <w:numId w:val="0"/>
              </w:numPr>
              <w:ind w:left="245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Salesman</w:t>
            </w:r>
          </w:p>
          <w:p w14:paraId="340427D6" w14:textId="77777777" w:rsidR="00B96182" w:rsidRDefault="00B96182" w:rsidP="00BA551E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Trained by Renault &amp; KIA</w:t>
            </w:r>
          </w:p>
          <w:p w14:paraId="1E79177C" w14:textId="77777777" w:rsidR="00BA551E" w:rsidRDefault="00BA551E" w:rsidP="00BA551E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Establish, develop, and maintain positive business and customer relationships</w:t>
            </w:r>
            <w:r w:rsidR="00B96182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2686A240" w14:textId="77777777" w:rsidR="00BA551E" w:rsidRDefault="00BA551E" w:rsidP="00BA551E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Ability to understand the client requirements and provide solutions based on their requirement as you need to explain about the features of certain vehicles that suits customer needs</w:t>
            </w:r>
          </w:p>
          <w:p w14:paraId="160B3F8E" w14:textId="77777777" w:rsidR="00BA551E" w:rsidRDefault="00BA551E" w:rsidP="00BA551E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Ability to create sales through giving quality information that matches the needs of the customers.</w:t>
            </w:r>
          </w:p>
          <w:p w14:paraId="4891D6F1" w14:textId="77777777" w:rsidR="00B96182" w:rsidRDefault="00BA551E" w:rsidP="00BA551E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Ability to immediately communicate about the availability of the models</w:t>
            </w:r>
            <w:r w:rsidR="00B96182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1DEFC9C6" w14:textId="77777777" w:rsidR="00B96182" w:rsidRDefault="00BA551E" w:rsidP="00BA551E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Achieve agreed-upon sales targets within the pre-aligned time frame</w:t>
            </w:r>
            <w:r w:rsidR="00B96182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131C6BD4" w14:textId="77777777" w:rsidR="00B96182" w:rsidRDefault="00BA551E" w:rsidP="00BA551E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Close deals with consumers in a professional manner</w:t>
            </w:r>
            <w:r w:rsidR="00B96182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44614EA6" w14:textId="77777777" w:rsidR="00B96182" w:rsidRDefault="00BA551E" w:rsidP="00BA551E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Interact with clients in a customer-oriented way</w:t>
            </w:r>
            <w:r w:rsidR="00B96182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64131DB4" w14:textId="77777777" w:rsidR="00B96182" w:rsidRDefault="00BA551E" w:rsidP="00BA551E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Increasing sales, revenue and customers.</w:t>
            </w:r>
          </w:p>
          <w:p w14:paraId="4C6775B4" w14:textId="77777777" w:rsidR="00B96182" w:rsidRDefault="00BA551E" w:rsidP="00B96182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Understanding the characteristics, capabilities, and features of all cars, and providing the potential customer with detailed </w:t>
            </w: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information, including comparing different competitive models.</w:t>
            </w:r>
          </w:p>
          <w:p w14:paraId="381B6923" w14:textId="77777777" w:rsidR="00B96182" w:rsidRDefault="00BA551E" w:rsidP="00BA551E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Conduct test drive with customers.</w:t>
            </w:r>
          </w:p>
          <w:p w14:paraId="0E9D2907" w14:textId="77777777" w:rsidR="00B96182" w:rsidRDefault="00BA551E" w:rsidP="00BA551E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Building a rapport with potential customers.</w:t>
            </w:r>
          </w:p>
          <w:p w14:paraId="3E3BA5B2" w14:textId="77777777" w:rsidR="00B96182" w:rsidRDefault="00BA551E" w:rsidP="00BA551E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551E">
              <w:rPr>
                <w:rFonts w:ascii="Times New Roman" w:hAnsi="Times New Roman"/>
                <w:i/>
                <w:iCs/>
                <w:sz w:val="24"/>
                <w:szCs w:val="24"/>
              </w:rPr>
              <w:t>Maintaining an updated customer database</w:t>
            </w:r>
          </w:p>
          <w:p w14:paraId="2FF8A211" w14:textId="77777777" w:rsidR="00F6044E" w:rsidRDefault="00BA551E" w:rsidP="00B96182">
            <w:pPr>
              <w:pStyle w:val="Achievement"/>
              <w:ind w:right="-9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96182">
              <w:rPr>
                <w:rFonts w:ascii="Times New Roman" w:hAnsi="Times New Roman"/>
                <w:i/>
                <w:iCs/>
                <w:sz w:val="24"/>
                <w:szCs w:val="24"/>
              </w:rPr>
              <w:t>Assisting customers in completing the relevant paperwork required for a successful sale process.</w:t>
            </w:r>
          </w:p>
          <w:p w14:paraId="03112E87" w14:textId="77777777" w:rsidR="00DC564F" w:rsidRPr="00B96182" w:rsidRDefault="00DC564F" w:rsidP="00B96182">
            <w:pPr>
              <w:pStyle w:val="Achievement"/>
              <w:numPr>
                <w:ilvl w:val="0"/>
                <w:numId w:val="0"/>
              </w:numPr>
              <w:ind w:left="245" w:right="-9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45329D1A" w14:textId="6BDA0D37" w:rsidR="0010618E" w:rsidRPr="00B57BF3" w:rsidRDefault="0010618E" w:rsidP="00461452">
            <w:pPr>
              <w:pStyle w:val="Achievement"/>
              <w:numPr>
                <w:ilvl w:val="0"/>
                <w:numId w:val="0"/>
              </w:numPr>
              <w:ind w:right="-96"/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</w:pP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20</w:t>
            </w:r>
            <w:r w:rsidR="009206DC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13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– </w:t>
            </w:r>
            <w:r w:rsidR="00683B42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20</w:t>
            </w:r>
            <w:r w:rsidR="009206DC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17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            </w:t>
            </w:r>
            <w:r w:rsid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       </w:t>
            </w:r>
            <w:proofErr w:type="spellStart"/>
            <w:r w:rsid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C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orplesa</w:t>
            </w:r>
            <w:proofErr w:type="spellEnd"/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</w:t>
            </w:r>
            <w:r w:rsid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>Company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             </w:t>
            </w:r>
            <w:r w:rsid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 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Giza-EG</w:t>
            </w:r>
          </w:p>
          <w:p w14:paraId="41C1C0CB" w14:textId="77777777" w:rsidR="00592039" w:rsidRPr="00B57BF3" w:rsidRDefault="0010618E" w:rsidP="00DC564F">
            <w:pPr>
              <w:pStyle w:val="Achievement"/>
              <w:numPr>
                <w:ilvl w:val="0"/>
                <w:numId w:val="0"/>
              </w:numPr>
              <w:ind w:left="245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57B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Car Maintenance and Operation</w:t>
            </w:r>
          </w:p>
          <w:p w14:paraId="410E0E21" w14:textId="77777777" w:rsidR="0010618E" w:rsidRDefault="0010618E" w:rsidP="002E479F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Control and </w:t>
            </w:r>
            <w:r w:rsidR="002E479F">
              <w:rPr>
                <w:rFonts w:ascii="Times New Roman" w:hAnsi="Times New Roman"/>
                <w:i/>
                <w:iCs/>
                <w:sz w:val="24"/>
                <w:szCs w:val="24"/>
              </w:rPr>
              <w:t>monitor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2E479F">
              <w:rPr>
                <w:rFonts w:ascii="Times New Roman" w:hAnsi="Times New Roman"/>
                <w:i/>
                <w:iCs/>
                <w:sz w:val="24"/>
                <w:szCs w:val="24"/>
              </w:rPr>
              <w:t>car maintenance according their scheduled maintenance</w:t>
            </w:r>
          </w:p>
          <w:p w14:paraId="5340CE6C" w14:textId="77777777" w:rsidR="00B96182" w:rsidRPr="0035306C" w:rsidRDefault="00FC2FDF" w:rsidP="0035306C">
            <w:pPr>
              <w:pStyle w:val="Achievemen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96182">
              <w:rPr>
                <w:rFonts w:ascii="Times New Roman" w:hAnsi="Times New Roman"/>
                <w:i/>
                <w:iCs/>
                <w:sz w:val="24"/>
                <w:szCs w:val="24"/>
              </w:rPr>
              <w:t>Keeps equipment available for use by inspecting and testing vehicles; completing preventive maintenance such as, engine tune-ups, oil changes, tire rotation and changes, wheel balancing, replacing filters.</w:t>
            </w:r>
          </w:p>
          <w:p w14:paraId="783BD52E" w14:textId="77777777" w:rsidR="00FC2FDF" w:rsidRPr="00C253C6" w:rsidRDefault="00FC2FDF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C2FDF">
              <w:rPr>
                <w:rFonts w:ascii="Times New Roman" w:hAnsi="Times New Roman"/>
                <w:i/>
                <w:iCs/>
                <w:sz w:val="24"/>
                <w:szCs w:val="24"/>
              </w:rPr>
              <w:t>Maintains</w:t>
            </w:r>
            <w:r w:rsidRPr="00C253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vehicle functional condition by listening to operator </w:t>
            </w:r>
            <w:r w:rsidRPr="00FC2FDF">
              <w:rPr>
                <w:rFonts w:ascii="Times New Roman" w:hAnsi="Times New Roman"/>
                <w:i/>
                <w:iCs/>
                <w:sz w:val="24"/>
                <w:szCs w:val="24"/>
              </w:rPr>
              <w:t>complaints</w:t>
            </w:r>
            <w:r w:rsidRPr="00C253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; conducting inspections; repairing engine failures; </w:t>
            </w:r>
            <w:r w:rsidRPr="00FC2FDF">
              <w:rPr>
                <w:rFonts w:ascii="Times New Roman" w:hAnsi="Times New Roman"/>
                <w:i/>
                <w:iCs/>
                <w:sz w:val="24"/>
                <w:szCs w:val="24"/>
              </w:rPr>
              <w:t>repairing</w:t>
            </w:r>
            <w:r w:rsidRPr="00C253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mechanical and electrical systems malfunctions; replacing parts and components; repairing body damage.</w:t>
            </w:r>
          </w:p>
          <w:p w14:paraId="2A6E3EA6" w14:textId="77777777" w:rsidR="00FC2FDF" w:rsidRPr="00C253C6" w:rsidRDefault="00FC2FDF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253C6">
              <w:rPr>
                <w:rFonts w:ascii="Times New Roman" w:hAnsi="Times New Roman"/>
                <w:i/>
                <w:iCs/>
                <w:sz w:val="24"/>
                <w:szCs w:val="24"/>
              </w:rPr>
              <w:t>Verifies vehicle serviceability by conducting test drives; adjusting controls and systems.</w:t>
            </w:r>
          </w:p>
          <w:p w14:paraId="62662039" w14:textId="77777777" w:rsidR="00FC2FDF" w:rsidRPr="00C253C6" w:rsidRDefault="00FC2FDF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253C6">
              <w:rPr>
                <w:rFonts w:ascii="Times New Roman" w:hAnsi="Times New Roman"/>
                <w:i/>
                <w:iCs/>
                <w:sz w:val="24"/>
                <w:szCs w:val="24"/>
              </w:rPr>
              <w:t>Complies with state vehicle requirements by testing engine, safety, and combustion control standards.</w:t>
            </w:r>
          </w:p>
          <w:p w14:paraId="02EF1436" w14:textId="77777777" w:rsidR="00FC2FDF" w:rsidRPr="00C253C6" w:rsidRDefault="00FC2FDF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253C6">
              <w:rPr>
                <w:rFonts w:ascii="Times New Roman" w:hAnsi="Times New Roman"/>
                <w:i/>
                <w:iCs/>
                <w:sz w:val="24"/>
                <w:szCs w:val="24"/>
              </w:rPr>
              <w:t>Maintains vehicle appearance by cleaning, washing, and painting.</w:t>
            </w:r>
          </w:p>
          <w:p w14:paraId="28E70581" w14:textId="77777777" w:rsidR="00FC2FDF" w:rsidRPr="00C253C6" w:rsidRDefault="00FC2FDF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253C6">
              <w:rPr>
                <w:rFonts w:ascii="Times New Roman" w:hAnsi="Times New Roman"/>
                <w:i/>
                <w:iCs/>
                <w:sz w:val="24"/>
                <w:szCs w:val="24"/>
              </w:rPr>
              <w:t>Maintains vehicle records by recording service and repairs.</w:t>
            </w:r>
          </w:p>
          <w:p w14:paraId="41CAEDF2" w14:textId="77777777" w:rsidR="00FC2FDF" w:rsidRPr="00C253C6" w:rsidRDefault="00FC2FDF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253C6">
              <w:rPr>
                <w:rFonts w:ascii="Times New Roman" w:hAnsi="Times New Roman"/>
                <w:i/>
                <w:iCs/>
                <w:sz w:val="24"/>
                <w:szCs w:val="24"/>
              </w:rPr>
              <w:t>Keeps shop equipment operating by following operating instructions; troubleshooting breakdowns; maintaining supplies; performing preventive maintenance; calling for repairs.</w:t>
            </w:r>
          </w:p>
          <w:p w14:paraId="211743B8" w14:textId="77777777" w:rsidR="00FC2FDF" w:rsidRPr="00C253C6" w:rsidRDefault="00FC2FDF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253C6">
              <w:rPr>
                <w:rFonts w:ascii="Times New Roman" w:hAnsi="Times New Roman"/>
                <w:i/>
                <w:iCs/>
                <w:sz w:val="24"/>
                <w:szCs w:val="24"/>
              </w:rPr>
              <w:t>Contains costs by using warranty; evaluating service and parts options.</w:t>
            </w:r>
          </w:p>
          <w:p w14:paraId="148DA56A" w14:textId="77777777" w:rsidR="00FC2FDF" w:rsidRPr="00C253C6" w:rsidRDefault="00FC2FDF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253C6">
              <w:rPr>
                <w:rFonts w:ascii="Times New Roman" w:hAnsi="Times New Roman"/>
                <w:i/>
                <w:iCs/>
                <w:sz w:val="24"/>
                <w:szCs w:val="24"/>
              </w:rPr>
              <w:t>Keeps supplies ready by inventorying stock; placing orders; verifying receipt.</w:t>
            </w:r>
          </w:p>
          <w:p w14:paraId="190F967F" w14:textId="77777777" w:rsidR="00C253C6" w:rsidRDefault="00C253C6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E323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Handle </w:t>
            </w:r>
            <w:r w:rsidR="00194AE4" w:rsidRPr="000E3235">
              <w:rPr>
                <w:rFonts w:ascii="Times New Roman" w:hAnsi="Times New Roman"/>
                <w:i/>
                <w:iCs/>
                <w:sz w:val="24"/>
                <w:szCs w:val="24"/>
              </w:rPr>
              <w:t>customers</w:t>
            </w:r>
            <w:r w:rsidRPr="000E323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inquire</w:t>
            </w:r>
          </w:p>
          <w:p w14:paraId="060D4874" w14:textId="77777777" w:rsidR="00C253C6" w:rsidRDefault="00C253C6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Act as link between customer and car agencies</w:t>
            </w:r>
          </w:p>
          <w:p w14:paraId="46A1341A" w14:textId="77777777" w:rsidR="00FC2FDF" w:rsidRPr="00C253C6" w:rsidRDefault="00C253C6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Follow up the customer's related cases and provide customers with feedback on final status</w:t>
            </w:r>
          </w:p>
          <w:p w14:paraId="3158987F" w14:textId="77777777" w:rsidR="00B57BF3" w:rsidRPr="00C253C6" w:rsidRDefault="00FC2FDF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253C6">
              <w:rPr>
                <w:rFonts w:ascii="Times New Roman" w:hAnsi="Times New Roman"/>
                <w:i/>
                <w:iCs/>
                <w:sz w:val="24"/>
                <w:szCs w:val="24"/>
              </w:rPr>
              <w:t>Accomplishes maintenance and organization mission by completing related results as needed.</w:t>
            </w:r>
          </w:p>
          <w:p w14:paraId="22E66E74" w14:textId="1A1B621B" w:rsidR="009206DC" w:rsidRDefault="009206DC" w:rsidP="00B57BF3">
            <w:pPr>
              <w:pStyle w:val="Achievement"/>
              <w:numPr>
                <w:ilvl w:val="0"/>
                <w:numId w:val="0"/>
              </w:numPr>
              <w:ind w:left="245" w:right="-96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278F65CD" w14:textId="43412198" w:rsidR="009206DC" w:rsidRDefault="009206DC" w:rsidP="00B57BF3">
            <w:pPr>
              <w:pStyle w:val="Achievement"/>
              <w:numPr>
                <w:ilvl w:val="0"/>
                <w:numId w:val="0"/>
              </w:numPr>
              <w:ind w:left="245" w:right="-96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34B29FEF" w14:textId="43AE53E3" w:rsidR="009206DC" w:rsidRDefault="009206DC" w:rsidP="00B57BF3">
            <w:pPr>
              <w:pStyle w:val="Achievement"/>
              <w:numPr>
                <w:ilvl w:val="0"/>
                <w:numId w:val="0"/>
              </w:numPr>
              <w:ind w:left="245" w:right="-96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11D510EC" w14:textId="35F6DEF7" w:rsidR="009206DC" w:rsidRDefault="009206DC" w:rsidP="00B57BF3">
            <w:pPr>
              <w:pStyle w:val="Achievement"/>
              <w:numPr>
                <w:ilvl w:val="0"/>
                <w:numId w:val="0"/>
              </w:numPr>
              <w:ind w:left="245" w:right="-96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5AD46A2B" w14:textId="77777777" w:rsidR="009206DC" w:rsidRDefault="009206DC" w:rsidP="00B57BF3">
            <w:pPr>
              <w:pStyle w:val="Achievement"/>
              <w:numPr>
                <w:ilvl w:val="0"/>
                <w:numId w:val="0"/>
              </w:numPr>
              <w:ind w:left="245" w:right="-96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09A500C6" w14:textId="77777777" w:rsidR="009206DC" w:rsidRDefault="009206DC" w:rsidP="00B57BF3">
            <w:pPr>
              <w:pStyle w:val="Achievement"/>
              <w:numPr>
                <w:ilvl w:val="0"/>
                <w:numId w:val="0"/>
              </w:numPr>
              <w:ind w:left="245" w:right="-96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478818CA" w14:textId="7D282F21" w:rsidR="009230CE" w:rsidRPr="00B57BF3" w:rsidRDefault="009230CE" w:rsidP="00B57BF3">
            <w:pPr>
              <w:pStyle w:val="Achievement"/>
              <w:numPr>
                <w:ilvl w:val="0"/>
                <w:numId w:val="0"/>
              </w:numPr>
              <w:ind w:left="245" w:right="-96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57B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2009 </w:t>
            </w:r>
            <w:r w:rsidR="0035306C" w:rsidRPr="00B57B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–</w:t>
            </w:r>
            <w:r w:rsidR="0035306C" w:rsidRPr="00B57BF3">
              <w:rPr>
                <w:rFonts w:ascii="Times New Roman" w:hAnsi="Times New Roman"/>
                <w:b/>
                <w:bCs/>
                <w:i/>
                <w:iCs/>
                <w:spacing w:val="0"/>
                <w:sz w:val="22"/>
                <w:szCs w:val="22"/>
              </w:rPr>
              <w:t xml:space="preserve"> </w:t>
            </w:r>
            <w:r w:rsidR="0035306C" w:rsidRPr="00B57B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2013</w:t>
            </w:r>
            <w:r w:rsidRPr="00B57B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     Call Center </w:t>
            </w:r>
            <w:proofErr w:type="spellStart"/>
            <w:r w:rsidRPr="00B57B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Mobinil</w:t>
            </w:r>
            <w:proofErr w:type="spellEnd"/>
            <w:r w:rsidRPr="00B57B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                Cairo-EG</w:t>
            </w:r>
          </w:p>
          <w:p w14:paraId="4B2BDB45" w14:textId="77777777" w:rsidR="009230CE" w:rsidRDefault="009230CE" w:rsidP="00B57BF3">
            <w:pPr>
              <w:pStyle w:val="Achievement"/>
              <w:numPr>
                <w:ilvl w:val="0"/>
                <w:numId w:val="0"/>
              </w:numPr>
              <w:ind w:left="245" w:right="-96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57B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Customer Services</w:t>
            </w:r>
          </w:p>
          <w:p w14:paraId="6C87B065" w14:textId="77777777" w:rsidR="009230CE" w:rsidRPr="005946A3" w:rsidRDefault="009230CE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946A3">
              <w:rPr>
                <w:rFonts w:ascii="Times New Roman" w:hAnsi="Times New Roman"/>
                <w:i/>
                <w:iCs/>
                <w:sz w:val="24"/>
                <w:szCs w:val="24"/>
              </w:rPr>
              <w:t>Monitoring and reporting customer attitudes</w:t>
            </w:r>
          </w:p>
          <w:p w14:paraId="2C86F3BA" w14:textId="77777777" w:rsidR="009230CE" w:rsidRDefault="009230CE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E3235">
              <w:rPr>
                <w:rFonts w:ascii="Times New Roman" w:hAnsi="Times New Roman"/>
                <w:i/>
                <w:iCs/>
                <w:sz w:val="24"/>
                <w:szCs w:val="24"/>
              </w:rPr>
              <w:t>Handle customer’s inquire</w:t>
            </w:r>
          </w:p>
          <w:p w14:paraId="5040E2BD" w14:textId="77777777" w:rsidR="009230CE" w:rsidRDefault="009230CE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Follow up the customer's related cases and provide customers with feedback on final status</w:t>
            </w:r>
          </w:p>
          <w:p w14:paraId="64474107" w14:textId="77777777" w:rsidR="009230CE" w:rsidRDefault="009230CE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Provide customers with required information related to company services and procedures</w:t>
            </w:r>
          </w:p>
          <w:p w14:paraId="1C96979D" w14:textId="77777777" w:rsidR="009230CE" w:rsidRPr="006B2CEE" w:rsidRDefault="009230CE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Update customer profiles and contact management with all customer demands and inquires</w:t>
            </w:r>
          </w:p>
          <w:p w14:paraId="5843355B" w14:textId="77777777" w:rsidR="009230CE" w:rsidRDefault="009230CE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2CEE">
              <w:rPr>
                <w:rFonts w:ascii="Times New Roman" w:hAnsi="Times New Roman"/>
                <w:i/>
                <w:iCs/>
                <w:sz w:val="24"/>
                <w:szCs w:val="24"/>
              </w:rPr>
              <w:t>Focus on offering the costumer a solution approach rather trying to sell products.</w:t>
            </w:r>
          </w:p>
          <w:p w14:paraId="2562BD4D" w14:textId="77777777" w:rsidR="00453790" w:rsidRPr="00453790" w:rsidRDefault="009230CE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Responsible for analyzing customer problem</w:t>
            </w:r>
          </w:p>
          <w:p w14:paraId="5804F343" w14:textId="77777777" w:rsidR="00453790" w:rsidRPr="00453790" w:rsidRDefault="009230CE" w:rsidP="0035306C">
            <w:pPr>
              <w:pStyle w:val="Achievement"/>
              <w:jc w:val="left"/>
            </w:pPr>
            <w:r w:rsidRPr="006B2CEE">
              <w:rPr>
                <w:rFonts w:ascii="Times New Roman" w:hAnsi="Times New Roman"/>
                <w:i/>
                <w:iCs/>
                <w:sz w:val="24"/>
                <w:szCs w:val="24"/>
              </w:rPr>
              <w:t>Identify potential opportunities for establishing and maintaining strong communication channels with different media means and windows</w:t>
            </w:r>
            <w:r>
              <w:t>.</w:t>
            </w:r>
          </w:p>
          <w:p w14:paraId="50F52555" w14:textId="77777777" w:rsidR="009230CE" w:rsidRPr="006B2CEE" w:rsidRDefault="009230CE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2CEE">
              <w:rPr>
                <w:rFonts w:ascii="Times New Roman" w:hAnsi="Times New Roman"/>
                <w:i/>
                <w:iCs/>
                <w:sz w:val="24"/>
                <w:szCs w:val="24"/>
              </w:rPr>
              <w:t>Target old customers with potential new product lines and target new clients with new and existing products.</w:t>
            </w:r>
          </w:p>
          <w:p w14:paraId="67A61F78" w14:textId="77777777" w:rsidR="009230CE" w:rsidRPr="006B2CEE" w:rsidRDefault="009230CE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2CEE">
              <w:rPr>
                <w:rFonts w:ascii="Times New Roman" w:hAnsi="Times New Roman"/>
                <w:i/>
                <w:iCs/>
                <w:sz w:val="24"/>
                <w:szCs w:val="24"/>
              </w:rPr>
              <w:t>Reduce defective calls that result in call-backs.</w:t>
            </w:r>
          </w:p>
          <w:p w14:paraId="6B122684" w14:textId="77777777" w:rsidR="009230CE" w:rsidRPr="006B2CEE" w:rsidRDefault="009230CE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2CEE">
              <w:rPr>
                <w:rFonts w:ascii="Times New Roman" w:hAnsi="Times New Roman"/>
                <w:i/>
                <w:iCs/>
                <w:sz w:val="24"/>
                <w:szCs w:val="24"/>
              </w:rPr>
              <w:t>Reduce Handel time by improving system navigation skills.</w:t>
            </w:r>
          </w:p>
          <w:p w14:paraId="325C93AF" w14:textId="77777777" w:rsidR="009230CE" w:rsidRPr="006B2CEE" w:rsidRDefault="009230CE" w:rsidP="0035306C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2CEE">
              <w:rPr>
                <w:rFonts w:ascii="Times New Roman" w:hAnsi="Times New Roman"/>
                <w:i/>
                <w:iCs/>
                <w:sz w:val="24"/>
                <w:szCs w:val="24"/>
              </w:rPr>
              <w:t>Troubleshoot problem areas.</w:t>
            </w:r>
          </w:p>
          <w:p w14:paraId="542653E3" w14:textId="1FBF9437" w:rsidR="009230CE" w:rsidRPr="00D1312F" w:rsidRDefault="009230CE" w:rsidP="00D1312F">
            <w:pPr>
              <w:pStyle w:val="Achievement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2CEE">
              <w:rPr>
                <w:rFonts w:ascii="Times New Roman" w:hAnsi="Times New Roman"/>
                <w:i/>
                <w:iCs/>
                <w:sz w:val="24"/>
                <w:szCs w:val="24"/>
              </w:rPr>
              <w:t>Review scripting for improvement.</w:t>
            </w:r>
          </w:p>
        </w:tc>
      </w:tr>
    </w:tbl>
    <w:p w14:paraId="3C993A2E" w14:textId="684F386D" w:rsidR="002C7CEB" w:rsidRDefault="002C7CEB" w:rsidP="00461452"/>
    <w:sectPr w:rsidR="002C7CEB" w:rsidSect="002C7CEB">
      <w:pgSz w:w="11907" w:h="16839"/>
      <w:pgMar w:top="1440" w:right="1627" w:bottom="1440" w:left="1642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96958"/>
    <w:multiLevelType w:val="hybridMultilevel"/>
    <w:tmpl w:val="60D2B7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504AA"/>
    <w:multiLevelType w:val="hybridMultilevel"/>
    <w:tmpl w:val="38184F8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2A42AA"/>
    <w:multiLevelType w:val="hybridMultilevel"/>
    <w:tmpl w:val="58C051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12EB4"/>
    <w:multiLevelType w:val="hybridMultilevel"/>
    <w:tmpl w:val="D9703C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6771E"/>
    <w:multiLevelType w:val="hybridMultilevel"/>
    <w:tmpl w:val="156E89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70581"/>
    <w:multiLevelType w:val="hybridMultilevel"/>
    <w:tmpl w:val="B11AAF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8B6194"/>
    <w:multiLevelType w:val="multilevel"/>
    <w:tmpl w:val="0B3E9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6222E1"/>
    <w:multiLevelType w:val="hybridMultilevel"/>
    <w:tmpl w:val="70529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96612"/>
    <w:multiLevelType w:val="hybridMultilevel"/>
    <w:tmpl w:val="3BD012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9" w15:restartNumberingAfterBreak="0">
    <w:nsid w:val="6161020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5782"/>
        </w:tabs>
        <w:ind w:left="5667" w:right="245" w:hanging="245"/>
      </w:pPr>
      <w:rPr>
        <w:rFonts w:ascii="Wingdings" w:hAnsi="Wingdings" w:hint="default"/>
      </w:rPr>
    </w:lvl>
  </w:abstractNum>
  <w:abstractNum w:abstractNumId="11" w15:restartNumberingAfterBreak="0">
    <w:nsid w:val="7490141C"/>
    <w:multiLevelType w:val="multilevel"/>
    <w:tmpl w:val="645E0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7"/>
  </w:num>
  <w:num w:numId="5">
    <w:abstractNumId w:val="10"/>
  </w:num>
  <w:num w:numId="6">
    <w:abstractNumId w:val="10"/>
  </w:num>
  <w:num w:numId="7">
    <w:abstractNumId w:val="10"/>
  </w:num>
  <w:num w:numId="8">
    <w:abstractNumId w:val="3"/>
  </w:num>
  <w:num w:numId="9">
    <w:abstractNumId w:val="10"/>
  </w:num>
  <w:num w:numId="10">
    <w:abstractNumId w:val="10"/>
  </w:num>
  <w:num w:numId="11">
    <w:abstractNumId w:val="4"/>
  </w:num>
  <w:num w:numId="12">
    <w:abstractNumId w:val="2"/>
  </w:num>
  <w:num w:numId="13">
    <w:abstractNumId w:val="0"/>
  </w:num>
  <w:num w:numId="14">
    <w:abstractNumId w:val="1"/>
  </w:num>
  <w:num w:numId="15">
    <w:abstractNumId w:val="9"/>
  </w:num>
  <w:num w:numId="16">
    <w:abstractNumId w:val="10"/>
  </w:num>
  <w:num w:numId="17">
    <w:abstractNumId w:val="10"/>
  </w:num>
  <w:num w:numId="18">
    <w:abstractNumId w:val="6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87"/>
  <w:displayHorizontalDrawingGridEvery w:val="2"/>
  <w:noPunctuationKerning/>
  <w:characterSpacingControl w:val="doNotCompress"/>
  <w:compat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ResumeStyle" w:val="0"/>
    <w:docVar w:name="Resume Post Wizard Balloon" w:val="0"/>
  </w:docVars>
  <w:rsids>
    <w:rsidRoot w:val="002C7CEB"/>
    <w:rsid w:val="00023CE5"/>
    <w:rsid w:val="0008232A"/>
    <w:rsid w:val="000B6651"/>
    <w:rsid w:val="000F2FE0"/>
    <w:rsid w:val="0010618E"/>
    <w:rsid w:val="00110640"/>
    <w:rsid w:val="00194AE4"/>
    <w:rsid w:val="001F2DF0"/>
    <w:rsid w:val="00211011"/>
    <w:rsid w:val="002114FB"/>
    <w:rsid w:val="0023638C"/>
    <w:rsid w:val="002475D8"/>
    <w:rsid w:val="00284429"/>
    <w:rsid w:val="002C7CEB"/>
    <w:rsid w:val="002E479F"/>
    <w:rsid w:val="003374ED"/>
    <w:rsid w:val="0035306C"/>
    <w:rsid w:val="003652FD"/>
    <w:rsid w:val="00390F76"/>
    <w:rsid w:val="003E6DCE"/>
    <w:rsid w:val="00453790"/>
    <w:rsid w:val="00454509"/>
    <w:rsid w:val="00461452"/>
    <w:rsid w:val="004627EF"/>
    <w:rsid w:val="004841F1"/>
    <w:rsid w:val="004B2707"/>
    <w:rsid w:val="004B6F6E"/>
    <w:rsid w:val="005048EF"/>
    <w:rsid w:val="005205D3"/>
    <w:rsid w:val="00546854"/>
    <w:rsid w:val="00592039"/>
    <w:rsid w:val="005946A3"/>
    <w:rsid w:val="005E21CA"/>
    <w:rsid w:val="005F2F14"/>
    <w:rsid w:val="006827CB"/>
    <w:rsid w:val="00683B42"/>
    <w:rsid w:val="006B2CEE"/>
    <w:rsid w:val="00701101"/>
    <w:rsid w:val="007011D3"/>
    <w:rsid w:val="00710428"/>
    <w:rsid w:val="00724529"/>
    <w:rsid w:val="00725A8A"/>
    <w:rsid w:val="0073019A"/>
    <w:rsid w:val="00760FD1"/>
    <w:rsid w:val="007E7E5A"/>
    <w:rsid w:val="00822E35"/>
    <w:rsid w:val="00830516"/>
    <w:rsid w:val="008A3A14"/>
    <w:rsid w:val="008C43EC"/>
    <w:rsid w:val="008D7804"/>
    <w:rsid w:val="008E4D66"/>
    <w:rsid w:val="008E67CC"/>
    <w:rsid w:val="00902AAF"/>
    <w:rsid w:val="009206DC"/>
    <w:rsid w:val="009230CE"/>
    <w:rsid w:val="00A149E0"/>
    <w:rsid w:val="00A57D66"/>
    <w:rsid w:val="00AB543A"/>
    <w:rsid w:val="00AF3D78"/>
    <w:rsid w:val="00B2430F"/>
    <w:rsid w:val="00B55DB4"/>
    <w:rsid w:val="00B57BF3"/>
    <w:rsid w:val="00B96182"/>
    <w:rsid w:val="00BA551E"/>
    <w:rsid w:val="00BC0B84"/>
    <w:rsid w:val="00C253C6"/>
    <w:rsid w:val="00C90C60"/>
    <w:rsid w:val="00CC6320"/>
    <w:rsid w:val="00D0773D"/>
    <w:rsid w:val="00D1312F"/>
    <w:rsid w:val="00DB394E"/>
    <w:rsid w:val="00DC564F"/>
    <w:rsid w:val="00DE18BA"/>
    <w:rsid w:val="00E15023"/>
    <w:rsid w:val="00E233D5"/>
    <w:rsid w:val="00E337AE"/>
    <w:rsid w:val="00E356DA"/>
    <w:rsid w:val="00E9128F"/>
    <w:rsid w:val="00F173DE"/>
    <w:rsid w:val="00F535C2"/>
    <w:rsid w:val="00F6044E"/>
    <w:rsid w:val="00F757AD"/>
    <w:rsid w:val="00FB7392"/>
    <w:rsid w:val="00FC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CD98C39"/>
  <w15:docId w15:val="{EA4F8147-4643-46FE-988C-DBF87CEAA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7CEB"/>
    <w:rPr>
      <w:rFonts w:ascii="Arial" w:eastAsia="Batang" w:hAnsi="Arial"/>
      <w:lang w:val="en-US" w:eastAsia="en-US"/>
    </w:rPr>
  </w:style>
  <w:style w:type="paragraph" w:styleId="1">
    <w:name w:val="heading 1"/>
    <w:basedOn w:val="HeadingBase"/>
    <w:next w:val="a0"/>
    <w:qFormat/>
    <w:rsid w:val="002C7CEB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2">
    <w:name w:val="heading 2"/>
    <w:basedOn w:val="HeadingBase"/>
    <w:next w:val="a0"/>
    <w:qFormat/>
    <w:rsid w:val="002C7CEB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3">
    <w:name w:val="heading 3"/>
    <w:basedOn w:val="HeadingBase"/>
    <w:next w:val="a0"/>
    <w:qFormat/>
    <w:rsid w:val="002C7CEB"/>
    <w:pPr>
      <w:spacing w:after="220"/>
      <w:jc w:val="left"/>
      <w:outlineLvl w:val="2"/>
    </w:pPr>
    <w:rPr>
      <w:i/>
      <w:spacing w:val="-2"/>
      <w:sz w:val="20"/>
    </w:rPr>
  </w:style>
  <w:style w:type="paragraph" w:styleId="4">
    <w:name w:val="heading 4"/>
    <w:basedOn w:val="HeadingBase"/>
    <w:next w:val="a0"/>
    <w:qFormat/>
    <w:rsid w:val="002C7CEB"/>
    <w:pPr>
      <w:jc w:val="left"/>
      <w:outlineLvl w:val="3"/>
    </w:pPr>
    <w:rPr>
      <w:rFonts w:ascii="Arial Black" w:hAnsi="Arial Black"/>
      <w:sz w:val="20"/>
    </w:rPr>
  </w:style>
  <w:style w:type="paragraph" w:styleId="5">
    <w:name w:val="heading 5"/>
    <w:basedOn w:val="HeadingBase"/>
    <w:next w:val="a0"/>
    <w:qFormat/>
    <w:rsid w:val="002C7CEB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6">
    <w:name w:val="heading 6"/>
    <w:basedOn w:val="a"/>
    <w:next w:val="a"/>
    <w:qFormat/>
    <w:rsid w:val="002C7CEB"/>
    <w:pPr>
      <w:spacing w:before="240" w:after="60"/>
      <w:jc w:val="both"/>
      <w:outlineLvl w:val="5"/>
    </w:pPr>
    <w:rPr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chievement">
    <w:name w:val="Achievement"/>
    <w:basedOn w:val="a0"/>
    <w:rsid w:val="002C7CEB"/>
    <w:pPr>
      <w:numPr>
        <w:numId w:val="1"/>
      </w:numPr>
      <w:spacing w:after="60"/>
    </w:pPr>
  </w:style>
  <w:style w:type="paragraph" w:styleId="a0">
    <w:name w:val="Body Text"/>
    <w:basedOn w:val="a"/>
    <w:rsid w:val="002C7CEB"/>
    <w:pPr>
      <w:spacing w:after="220" w:line="220" w:lineRule="atLeast"/>
      <w:jc w:val="both"/>
    </w:pPr>
    <w:rPr>
      <w:spacing w:val="-5"/>
    </w:rPr>
  </w:style>
  <w:style w:type="paragraph" w:customStyle="1" w:styleId="Address1">
    <w:name w:val="Address 1"/>
    <w:basedOn w:val="a"/>
    <w:rsid w:val="002C7CEB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a"/>
    <w:rsid w:val="002C7CEB"/>
    <w:pPr>
      <w:spacing w:line="160" w:lineRule="atLeast"/>
      <w:jc w:val="both"/>
    </w:pPr>
    <w:rPr>
      <w:sz w:val="14"/>
    </w:rPr>
  </w:style>
  <w:style w:type="paragraph" w:customStyle="1" w:styleId="CompanyName">
    <w:name w:val="Company Name"/>
    <w:basedOn w:val="a"/>
    <w:next w:val="a"/>
    <w:autoRedefine/>
    <w:rsid w:val="002C7CEB"/>
    <w:pPr>
      <w:tabs>
        <w:tab w:val="left" w:pos="2160"/>
        <w:tab w:val="right" w:pos="6480"/>
      </w:tabs>
      <w:spacing w:before="240" w:after="40" w:line="220" w:lineRule="atLeast"/>
    </w:pPr>
  </w:style>
  <w:style w:type="paragraph" w:customStyle="1" w:styleId="Institution">
    <w:name w:val="Institution"/>
    <w:basedOn w:val="a"/>
    <w:next w:val="Achievement"/>
    <w:autoRedefine/>
    <w:rsid w:val="002C7CEB"/>
    <w:pPr>
      <w:tabs>
        <w:tab w:val="left" w:pos="2160"/>
        <w:tab w:val="right" w:pos="6480"/>
      </w:tabs>
      <w:spacing w:before="240" w:after="60" w:line="220" w:lineRule="atLeast"/>
    </w:pPr>
  </w:style>
  <w:style w:type="paragraph" w:customStyle="1" w:styleId="JobTitle">
    <w:name w:val="Job Title"/>
    <w:next w:val="Achievement"/>
    <w:rsid w:val="002C7CEB"/>
    <w:pPr>
      <w:spacing w:after="60" w:line="220" w:lineRule="atLeast"/>
    </w:pPr>
    <w:rPr>
      <w:rFonts w:ascii="Arial Black" w:eastAsia="Batang" w:hAnsi="Arial Black"/>
      <w:spacing w:val="-10"/>
      <w:lang w:val="en-US" w:eastAsia="en-US"/>
    </w:rPr>
  </w:style>
  <w:style w:type="paragraph" w:customStyle="1" w:styleId="Name">
    <w:name w:val="Name"/>
    <w:basedOn w:val="a"/>
    <w:next w:val="a"/>
    <w:rsid w:val="002C7CEB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Objective">
    <w:name w:val="Objective"/>
    <w:basedOn w:val="a"/>
    <w:next w:val="a0"/>
    <w:rsid w:val="002C7CEB"/>
    <w:pPr>
      <w:spacing w:before="240" w:after="220" w:line="220" w:lineRule="atLeast"/>
    </w:pPr>
  </w:style>
  <w:style w:type="paragraph" w:customStyle="1" w:styleId="SectionTitle">
    <w:name w:val="Section Title"/>
    <w:basedOn w:val="a"/>
    <w:next w:val="a"/>
    <w:autoRedefine/>
    <w:rsid w:val="008C43EC"/>
    <w:rPr>
      <w:rFonts w:ascii="Lucida Calligraphy" w:hAnsi="Lucida Calligraphy"/>
      <w:b/>
      <w:bCs/>
      <w:spacing w:val="-10"/>
      <w:sz w:val="24"/>
      <w:szCs w:val="24"/>
    </w:rPr>
  </w:style>
  <w:style w:type="paragraph" w:customStyle="1" w:styleId="PersonalInfo">
    <w:name w:val="Personal Info"/>
    <w:basedOn w:val="Achievement"/>
    <w:next w:val="Achievement"/>
    <w:rsid w:val="002C7CEB"/>
    <w:pPr>
      <w:numPr>
        <w:numId w:val="0"/>
      </w:numPr>
      <w:spacing w:before="240"/>
      <w:ind w:left="245" w:hanging="245"/>
    </w:pPr>
  </w:style>
  <w:style w:type="paragraph" w:styleId="a4">
    <w:name w:val="Body Text Indent"/>
    <w:basedOn w:val="a0"/>
    <w:rsid w:val="002C7CEB"/>
    <w:pPr>
      <w:ind w:left="720"/>
    </w:pPr>
  </w:style>
  <w:style w:type="paragraph" w:customStyle="1" w:styleId="CityState">
    <w:name w:val="City/State"/>
    <w:basedOn w:val="a0"/>
    <w:next w:val="a0"/>
    <w:rsid w:val="002C7CEB"/>
    <w:pPr>
      <w:keepNext/>
    </w:pPr>
  </w:style>
  <w:style w:type="paragraph" w:customStyle="1" w:styleId="CompanyNameOne">
    <w:name w:val="Company Name One"/>
    <w:basedOn w:val="CompanyName"/>
    <w:next w:val="a"/>
    <w:autoRedefine/>
    <w:rsid w:val="002C7CEB"/>
  </w:style>
  <w:style w:type="paragraph" w:styleId="a5">
    <w:name w:val="Date"/>
    <w:basedOn w:val="a0"/>
    <w:rsid w:val="002C7CEB"/>
    <w:pPr>
      <w:keepNext/>
    </w:pPr>
  </w:style>
  <w:style w:type="paragraph" w:customStyle="1" w:styleId="DocumentLabel">
    <w:name w:val="Document Label"/>
    <w:basedOn w:val="a"/>
    <w:next w:val="a"/>
    <w:rsid w:val="002C7CEB"/>
    <w:pPr>
      <w:spacing w:after="220"/>
      <w:jc w:val="both"/>
    </w:pPr>
    <w:rPr>
      <w:spacing w:val="-20"/>
      <w:sz w:val="48"/>
    </w:rPr>
  </w:style>
  <w:style w:type="character" w:styleId="a6">
    <w:name w:val="Emphasis"/>
    <w:qFormat/>
    <w:rsid w:val="002C7CEB"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a"/>
    <w:rsid w:val="002C7CEB"/>
    <w:pPr>
      <w:jc w:val="both"/>
    </w:pPr>
  </w:style>
  <w:style w:type="paragraph" w:styleId="a7">
    <w:name w:val="footer"/>
    <w:basedOn w:val="HeaderBase"/>
    <w:rsid w:val="002C7CEB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a8">
    <w:name w:val="header"/>
    <w:basedOn w:val="HeaderBase"/>
    <w:rsid w:val="002C7CEB"/>
    <w:pPr>
      <w:spacing w:line="220" w:lineRule="atLeast"/>
      <w:ind w:left="-2160"/>
    </w:pPr>
  </w:style>
  <w:style w:type="paragraph" w:customStyle="1" w:styleId="HeadingBase">
    <w:name w:val="Heading Base"/>
    <w:basedOn w:val="a0"/>
    <w:next w:val="a0"/>
    <w:rsid w:val="002C7CEB"/>
    <w:pPr>
      <w:keepNext/>
      <w:keepLines/>
      <w:spacing w:after="0"/>
    </w:pPr>
    <w:rPr>
      <w:spacing w:val="-4"/>
      <w:sz w:val="18"/>
    </w:rPr>
  </w:style>
  <w:style w:type="character" w:customStyle="1" w:styleId="Job">
    <w:name w:val="Job"/>
    <w:basedOn w:val="a1"/>
    <w:rsid w:val="002C7CEB"/>
  </w:style>
  <w:style w:type="character" w:customStyle="1" w:styleId="Lead-inEmphasis">
    <w:name w:val="Lead-in Emphasis"/>
    <w:rsid w:val="002C7CEB"/>
    <w:rPr>
      <w:rFonts w:ascii="Arial Black" w:hAnsi="Arial Black"/>
      <w:spacing w:val="-6"/>
      <w:sz w:val="18"/>
    </w:rPr>
  </w:style>
  <w:style w:type="paragraph" w:customStyle="1" w:styleId="NoTitle">
    <w:name w:val="No Title"/>
    <w:basedOn w:val="SectionTitle"/>
    <w:rsid w:val="002C7CEB"/>
  </w:style>
  <w:style w:type="character" w:styleId="a9">
    <w:name w:val="page number"/>
    <w:rsid w:val="002C7CEB"/>
    <w:rPr>
      <w:rFonts w:ascii="Arial" w:hAnsi="Arial"/>
      <w:sz w:val="18"/>
    </w:rPr>
  </w:style>
  <w:style w:type="paragraph" w:customStyle="1" w:styleId="PersonalData">
    <w:name w:val="Personal Data"/>
    <w:basedOn w:val="a0"/>
    <w:rsid w:val="002C7CEB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SectionSubtitle">
    <w:name w:val="Section Subtitle"/>
    <w:basedOn w:val="SectionTitle"/>
    <w:next w:val="a"/>
    <w:rsid w:val="002C7CEB"/>
    <w:rPr>
      <w:b w:val="0"/>
      <w:spacing w:val="0"/>
    </w:rPr>
  </w:style>
  <w:style w:type="paragraph" w:styleId="aa">
    <w:name w:val="Balloon Text"/>
    <w:basedOn w:val="a"/>
    <w:semiHidden/>
    <w:rsid w:val="00A149E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230CE"/>
    <w:pPr>
      <w:ind w:left="720"/>
    </w:pPr>
  </w:style>
  <w:style w:type="character" w:customStyle="1" w:styleId="hardreadability">
    <w:name w:val="hardreadability"/>
    <w:basedOn w:val="a1"/>
    <w:rsid w:val="00C253C6"/>
  </w:style>
  <w:style w:type="character" w:styleId="Hyperlink">
    <w:name w:val="Hyperlink"/>
    <w:uiPriority w:val="99"/>
    <w:unhideWhenUsed/>
    <w:rsid w:val="00194AE4"/>
    <w:rPr>
      <w:color w:val="0563C1"/>
      <w:u w:val="single"/>
    </w:rPr>
  </w:style>
  <w:style w:type="character" w:customStyle="1" w:styleId="10">
    <w:name w:val="إشارة لم يتم حلها1"/>
    <w:uiPriority w:val="99"/>
    <w:semiHidden/>
    <w:unhideWhenUsed/>
    <w:rsid w:val="00194A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8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520Files\Microsoft%2520Office\Templates\1033\Resume%25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035D0-9EF1-45BC-A402-CC0AF89E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Resume%20Wizard</Template>
  <TotalTime>0</TotalTime>
  <Pages>4</Pages>
  <Words>773</Words>
  <Characters>4760</Characters>
  <Application>Microsoft Office Word</Application>
  <DocSecurity>0</DocSecurity>
  <Lines>148</Lines>
  <Paragraphs>104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Resume Wizard</vt:lpstr>
      <vt:lpstr>Resume Wizard</vt:lpstr>
    </vt:vector>
  </TitlesOfParts>
  <Company/>
  <LinksUpToDate>false</LinksUpToDate>
  <CharactersWithSpaces>5429</CharactersWithSpaces>
  <SharedDoc>false</SharedDoc>
  <HLinks>
    <vt:vector size="6" baseType="variant">
      <vt:variant>
        <vt:i4>5111909</vt:i4>
      </vt:variant>
      <vt:variant>
        <vt:i4>0</vt:i4>
      </vt:variant>
      <vt:variant>
        <vt:i4>0</vt:i4>
      </vt:variant>
      <vt:variant>
        <vt:i4>5</vt:i4>
      </vt:variant>
      <vt:variant>
        <vt:lpwstr>mailto:ahmedeltatawy55@gmail.com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Wizard</dc:title>
  <dc:creator>omnia</dc:creator>
  <cp:lastModifiedBy>dell</cp:lastModifiedBy>
  <cp:revision>2</cp:revision>
  <cp:lastPrinted>2025-06-23T07:55:00Z</cp:lastPrinted>
  <dcterms:created xsi:type="dcterms:W3CDTF">2025-06-23T07:56:00Z</dcterms:created>
  <dcterms:modified xsi:type="dcterms:W3CDTF">2025-06-23T07:56:00Z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2000091800</vt:i4>
  </property>
  <property fmtid="{D5CDD505-2E9C-101B-9397-08002B2CF9AE}" pid="4" name="LCID">
    <vt:i4>1033</vt:i4>
  </property>
  <property fmtid="{D5CDD505-2E9C-101B-9397-08002B2CF9AE}" pid="5" name="GrammarlyDocumentId">
    <vt:lpwstr>a7c48794-a426-45ae-869e-2e52b2169700</vt:lpwstr>
  </property>
</Properties>
</file>