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28148" w14:textId="77777777" w:rsidR="004B2660" w:rsidRPr="006765AC" w:rsidRDefault="004B2660" w:rsidP="0078652D">
      <w:pPr>
        <w:keepNext/>
        <w:keepLines/>
        <w:spacing w:after="0"/>
        <w:contextualSpacing/>
        <w:rPr>
          <w:rFonts w:ascii="Calibri Light" w:hAnsi="Calibri Light" w:cs="Calibri Light"/>
          <w:b/>
          <w:bCs/>
          <w:color w:val="000000" w:themeColor="text1"/>
        </w:rPr>
      </w:pPr>
    </w:p>
    <w:p w14:paraId="5F7AF7AD" w14:textId="6ED3B4F4" w:rsidR="007D4B64" w:rsidRPr="007D4B64" w:rsidRDefault="00566CA7" w:rsidP="007D4B64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 Light" w:hAnsi="Calibri Light" w:cs="Calibri Light"/>
          <w:b/>
          <w:bCs/>
          <w:sz w:val="32"/>
          <w:szCs w:val="32"/>
          <w:rtl/>
        </w:rPr>
      </w:pPr>
      <w:r>
        <w:rPr>
          <w:rFonts w:ascii="Calibri Light" w:hAnsi="Calibri Light" w:cs="Calibri Light"/>
          <w:b/>
          <w:bCs/>
          <w:sz w:val="32"/>
          <w:szCs w:val="32"/>
        </w:rPr>
        <w:t>Ziad Tarek Al-Gifedi</w:t>
      </w:r>
    </w:p>
    <w:p w14:paraId="6CED1002" w14:textId="258E4F0A" w:rsidR="00286F7E" w:rsidRPr="00AE45BE" w:rsidRDefault="000E397B" w:rsidP="007D4B64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 Light" w:hAnsi="Calibri Light" w:cs="Calibri Light"/>
        </w:rPr>
      </w:pPr>
      <w:r w:rsidRPr="00AE45BE">
        <w:rPr>
          <w:rFonts w:ascii="Calibri Light" w:hAnsi="Calibri Light" w:cs="Calibri Light"/>
        </w:rPr>
        <w:t>Riyadh</w:t>
      </w:r>
      <w:r w:rsidR="00B539AC" w:rsidRPr="00AE45BE">
        <w:rPr>
          <w:rFonts w:ascii="Calibri Light" w:hAnsi="Calibri Light" w:cs="Calibri Light"/>
        </w:rPr>
        <w:t>, K</w:t>
      </w:r>
      <w:r w:rsidR="00281F10" w:rsidRPr="00AE45BE">
        <w:rPr>
          <w:rFonts w:ascii="Calibri Light" w:hAnsi="Calibri Light" w:cs="Calibri Light"/>
        </w:rPr>
        <w:t>SA</w:t>
      </w:r>
    </w:p>
    <w:p w14:paraId="2B313A9B" w14:textId="2B6AE747" w:rsidR="00724EC5" w:rsidRPr="007D4B64" w:rsidRDefault="00724EC5" w:rsidP="0094550A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 Light" w:hAnsi="Calibri Light" w:cs="Calibri Light"/>
        </w:rPr>
      </w:pPr>
      <w:r w:rsidRPr="00AE45BE">
        <w:rPr>
          <w:rFonts w:ascii="Calibri Light" w:hAnsi="Calibri Light" w:cs="Calibri Light"/>
        </w:rPr>
        <w:t>+966-</w:t>
      </w:r>
      <w:r w:rsidR="00566CA7">
        <w:rPr>
          <w:rFonts w:ascii="Calibri Light" w:hAnsi="Calibri Light" w:cs="Calibri Light"/>
        </w:rPr>
        <w:t>502918777</w:t>
      </w:r>
    </w:p>
    <w:p w14:paraId="11613B5D" w14:textId="0AB75C74" w:rsidR="004B2660" w:rsidRPr="006765AC" w:rsidRDefault="00566CA7" w:rsidP="00724EC5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 Light" w:hAnsi="Calibri Light" w:cs="Calibri Light"/>
          <w:rtl/>
          <w:lang w:val="sv-SE"/>
        </w:rPr>
      </w:pPr>
      <w:r w:rsidRPr="00AE45BE">
        <w:rPr>
          <w:rFonts w:ascii="Calibri Light" w:hAnsi="Calibri Light" w:cs="Calibri Light"/>
        </w:rPr>
        <w:t>Email:</w:t>
      </w:r>
      <w:r>
        <w:rPr>
          <w:rFonts w:ascii="Calibri Light" w:hAnsi="Calibri Light" w:cs="Calibri Light"/>
        </w:rPr>
        <w:t xml:space="preserve"> zalqufidi@gmail.com</w:t>
      </w:r>
    </w:p>
    <w:p w14:paraId="5A2F22E5" w14:textId="77777777" w:rsidR="004B2660" w:rsidRPr="00AE45BE" w:rsidRDefault="004B2660" w:rsidP="0094550A">
      <w:pPr>
        <w:keepNext/>
        <w:keepLines/>
        <w:autoSpaceDE w:val="0"/>
        <w:autoSpaceDN w:val="0"/>
        <w:adjustRightInd w:val="0"/>
        <w:spacing w:after="0" w:line="240" w:lineRule="auto"/>
        <w:contextualSpacing/>
        <w:rPr>
          <w:rFonts w:ascii="Calibri Light" w:hAnsi="Calibri Light" w:cs="Calibri Light"/>
        </w:rPr>
      </w:pPr>
    </w:p>
    <w:p w14:paraId="5D5A894D" w14:textId="544A6827" w:rsidR="004B2660" w:rsidRDefault="00C75291" w:rsidP="0094550A">
      <w:pPr>
        <w:keepNext/>
        <w:keepLines/>
        <w:autoSpaceDE w:val="0"/>
        <w:autoSpaceDN w:val="0"/>
        <w:adjustRightInd w:val="0"/>
        <w:spacing w:after="0" w:line="240" w:lineRule="auto"/>
        <w:contextualSpacing/>
        <w:rPr>
          <w:rFonts w:ascii="Calibri Light" w:hAnsi="Calibri Light" w:cs="Calibri Light"/>
        </w:rPr>
      </w:pPr>
      <w:r w:rsidRPr="005B4BDC">
        <w:rPr>
          <w:rFonts w:ascii="Calibri Light" w:hAnsi="Calibri Light" w:cs="Calibri Light"/>
          <w:b/>
          <w:bCs/>
        </w:rPr>
        <w:t>POSITION</w:t>
      </w:r>
      <w:r w:rsidR="004B2660" w:rsidRPr="00AE45BE">
        <w:rPr>
          <w:rFonts w:ascii="Calibri Light" w:hAnsi="Calibri Light" w:cs="Calibri Light"/>
        </w:rPr>
        <w:t>:</w:t>
      </w:r>
    </w:p>
    <w:p w14:paraId="2AB4A5FC" w14:textId="77777777" w:rsidR="005B4BDC" w:rsidRPr="00AE45BE" w:rsidRDefault="005B4BDC" w:rsidP="0094550A">
      <w:pPr>
        <w:keepNext/>
        <w:keepLines/>
        <w:autoSpaceDE w:val="0"/>
        <w:autoSpaceDN w:val="0"/>
        <w:adjustRightInd w:val="0"/>
        <w:spacing w:after="0" w:line="240" w:lineRule="auto"/>
        <w:contextualSpacing/>
        <w:rPr>
          <w:rFonts w:ascii="Calibri Light" w:hAnsi="Calibri Light" w:cs="Calibri Light"/>
        </w:rPr>
      </w:pPr>
    </w:p>
    <w:p w14:paraId="6CC37BEC" w14:textId="0EE248C1" w:rsidR="004B2660" w:rsidRDefault="00566CA7" w:rsidP="007D4B64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Mechanical Engineer </w:t>
      </w:r>
    </w:p>
    <w:p w14:paraId="7DF8FFBA" w14:textId="77777777" w:rsidR="005B4BDC" w:rsidRPr="006765AC" w:rsidRDefault="005B4BDC" w:rsidP="007D4B64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</w:rPr>
      </w:pPr>
    </w:p>
    <w:p w14:paraId="329F96BB" w14:textId="47543877" w:rsidR="004B2660" w:rsidRDefault="004B2660" w:rsidP="001E2A98">
      <w:pPr>
        <w:keepNext/>
        <w:keepLines/>
        <w:autoSpaceDE w:val="0"/>
        <w:autoSpaceDN w:val="0"/>
        <w:adjustRightInd w:val="0"/>
        <w:spacing w:after="0" w:line="240" w:lineRule="auto"/>
        <w:contextualSpacing/>
        <w:rPr>
          <w:rFonts w:ascii="Calibri Light" w:hAnsi="Calibri Light" w:cs="Calibri Light"/>
        </w:rPr>
      </w:pPr>
      <w:r w:rsidRPr="005B4BDC">
        <w:rPr>
          <w:rFonts w:ascii="Calibri Light" w:hAnsi="Calibri Light" w:cs="Calibri Light"/>
          <w:b/>
          <w:bCs/>
        </w:rPr>
        <w:t>EDUCATION</w:t>
      </w:r>
      <w:r w:rsidRPr="006765AC">
        <w:rPr>
          <w:rFonts w:ascii="Calibri Light" w:hAnsi="Calibri Light" w:cs="Calibri Light"/>
        </w:rPr>
        <w:t>:</w:t>
      </w:r>
    </w:p>
    <w:p w14:paraId="05E9AE3D" w14:textId="77777777" w:rsidR="005B4BDC" w:rsidRPr="006765AC" w:rsidRDefault="005B4BDC" w:rsidP="001E2A98">
      <w:pPr>
        <w:keepNext/>
        <w:keepLines/>
        <w:autoSpaceDE w:val="0"/>
        <w:autoSpaceDN w:val="0"/>
        <w:adjustRightInd w:val="0"/>
        <w:spacing w:after="0" w:line="240" w:lineRule="auto"/>
        <w:contextualSpacing/>
        <w:rPr>
          <w:rFonts w:ascii="Calibri Light" w:hAnsi="Calibri Light" w:cs="Calibri Light"/>
        </w:rPr>
      </w:pPr>
    </w:p>
    <w:p w14:paraId="7ABC7D30" w14:textId="02D40EA8" w:rsidR="007D4B64" w:rsidRPr="00E94C27" w:rsidRDefault="00566CA7" w:rsidP="007D4B64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  <w:color w:val="000000" w:themeColor="text1"/>
          <w:rtl/>
        </w:rPr>
      </w:pPr>
      <w:r>
        <w:rPr>
          <w:rFonts w:ascii="Calibri Light" w:hAnsi="Calibri Light" w:cs="Calibri Light"/>
          <w:color w:val="000000" w:themeColor="text1"/>
        </w:rPr>
        <w:t xml:space="preserve">Bachelor of science in mechanical engineering </w:t>
      </w:r>
    </w:p>
    <w:p w14:paraId="401BB61D" w14:textId="62E4EB0A" w:rsidR="00286F7E" w:rsidRPr="00E94C27" w:rsidRDefault="00566CA7" w:rsidP="007D4B64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University of Hail</w:t>
      </w:r>
    </w:p>
    <w:p w14:paraId="3F745D21" w14:textId="17C45B07" w:rsidR="0075131A" w:rsidRPr="006765AC" w:rsidRDefault="00566CA7" w:rsidP="004817C9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2016</w:t>
      </w:r>
    </w:p>
    <w:p w14:paraId="022653E6" w14:textId="68A33FF0" w:rsidR="004B2660" w:rsidRPr="006765AC" w:rsidRDefault="001D7A04" w:rsidP="00136339">
      <w:pPr>
        <w:keepNext/>
        <w:keepLines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Calibri Light" w:hAnsi="Calibri Light" w:cs="Calibri Light"/>
        </w:rPr>
      </w:pPr>
      <w:r w:rsidRPr="006765AC">
        <w:rPr>
          <w:rFonts w:ascii="Calibri Light" w:hAnsi="Calibri Light" w:cs="Calibri Light"/>
        </w:rPr>
        <w:t xml:space="preserve">                </w:t>
      </w:r>
    </w:p>
    <w:p w14:paraId="136D5E79" w14:textId="77777777" w:rsidR="004B2660" w:rsidRPr="005B4BDC" w:rsidRDefault="004B2660" w:rsidP="00E94C27">
      <w:pPr>
        <w:keepNext/>
        <w:keepLines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Calibri Light" w:hAnsi="Calibri Light" w:cs="Calibri Light"/>
          <w:b/>
          <w:bCs/>
        </w:rPr>
      </w:pPr>
      <w:r w:rsidRPr="005B4BDC">
        <w:rPr>
          <w:rFonts w:ascii="Calibri Light" w:hAnsi="Calibri Light" w:cs="Calibri Light"/>
          <w:b/>
          <w:bCs/>
        </w:rPr>
        <w:t>WORK EXPERIENCE:</w:t>
      </w:r>
    </w:p>
    <w:p w14:paraId="5EA0018B" w14:textId="77777777" w:rsidR="001D7A04" w:rsidRPr="006765AC" w:rsidRDefault="001D7A04" w:rsidP="00136339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</w:rPr>
      </w:pPr>
    </w:p>
    <w:p w14:paraId="5F26EB33" w14:textId="1297ABBB" w:rsidR="0078652D" w:rsidRPr="0078652D" w:rsidRDefault="005B4BDC" w:rsidP="0078652D">
      <w:pPr>
        <w:keepNext/>
        <w:keepLines/>
        <w:autoSpaceDE w:val="0"/>
        <w:autoSpaceDN w:val="0"/>
        <w:adjustRightInd w:val="0"/>
        <w:spacing w:after="0" w:line="240" w:lineRule="auto"/>
        <w:ind w:hanging="720"/>
        <w:contextualSpacing/>
        <w:rPr>
          <w:rFonts w:ascii="Calibri Light" w:hAnsi="Calibri Light" w:cs="Calibri Light"/>
          <w:b/>
          <w:bCs/>
        </w:rPr>
      </w:pPr>
      <w:r w:rsidRPr="005B4BDC">
        <w:rPr>
          <w:rFonts w:ascii="Calibri Light" w:hAnsi="Calibri Light" w:cs="Calibri Light"/>
          <w:b/>
          <w:bCs/>
          <w:i/>
          <w:iCs/>
          <w:color w:val="202124"/>
        </w:rPr>
        <w:t>First Gulf Company</w:t>
      </w:r>
      <w:r>
        <w:rPr>
          <w:rFonts w:ascii="Calibri Light" w:hAnsi="Calibri Light" w:cs="Calibri Light"/>
          <w:b/>
          <w:bCs/>
          <w:i/>
          <w:iCs/>
          <w:color w:val="202124"/>
        </w:rPr>
        <w:t xml:space="preserve"> </w:t>
      </w:r>
      <w:r w:rsidR="00566CA7">
        <w:rPr>
          <w:rFonts w:ascii="Calibri Light" w:hAnsi="Calibri Light" w:cs="Calibri Light"/>
          <w:b/>
          <w:bCs/>
          <w:i/>
          <w:iCs/>
          <w:color w:val="202124"/>
        </w:rPr>
        <w:t>–</w:t>
      </w:r>
      <w:r w:rsidR="0078652D" w:rsidRPr="0078652D">
        <w:rPr>
          <w:rFonts w:ascii="Calibri Light" w:hAnsi="Calibri Light" w:cs="Calibri Light"/>
          <w:b/>
          <w:bCs/>
        </w:rPr>
        <w:t xml:space="preserve"> </w:t>
      </w:r>
      <w:r w:rsidR="00566CA7">
        <w:rPr>
          <w:rFonts w:ascii="Calibri Light" w:hAnsi="Calibri Light" w:cs="Calibri Light"/>
          <w:b/>
          <w:bCs/>
        </w:rPr>
        <w:t>Mechanical Engineer</w:t>
      </w:r>
    </w:p>
    <w:p w14:paraId="6AE951DB" w14:textId="5258615F" w:rsidR="001D7A04" w:rsidRDefault="001D7A04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000000"/>
        </w:rPr>
      </w:pPr>
      <w:r w:rsidRPr="0078652D">
        <w:rPr>
          <w:rFonts w:ascii="Calibri Light" w:hAnsi="Calibri Light" w:cs="Calibri Light"/>
          <w:color w:val="000000"/>
        </w:rPr>
        <w:t xml:space="preserve">From </w:t>
      </w:r>
      <w:r w:rsidR="00566CA7">
        <w:rPr>
          <w:rFonts w:ascii="Calibri Light" w:hAnsi="Calibri Light" w:cs="Calibri Light"/>
          <w:color w:val="000000"/>
        </w:rPr>
        <w:t>Jul</w:t>
      </w:r>
      <w:r w:rsidR="00AE45BE" w:rsidRPr="0078652D">
        <w:rPr>
          <w:rFonts w:ascii="Calibri Light" w:hAnsi="Calibri Light" w:cs="Calibri Light"/>
          <w:color w:val="000000"/>
        </w:rPr>
        <w:t>-202</w:t>
      </w:r>
      <w:r w:rsidR="00566CA7">
        <w:rPr>
          <w:rFonts w:ascii="Calibri Light" w:hAnsi="Calibri Light" w:cs="Calibri Light"/>
          <w:color w:val="000000"/>
        </w:rPr>
        <w:t>4</w:t>
      </w:r>
      <w:r w:rsidRPr="0078652D">
        <w:rPr>
          <w:rFonts w:ascii="Calibri Light" w:hAnsi="Calibri Light" w:cs="Calibri Light"/>
          <w:color w:val="000000"/>
        </w:rPr>
        <w:t xml:space="preserve"> until Now.</w:t>
      </w:r>
    </w:p>
    <w:p w14:paraId="4036DF73" w14:textId="77777777" w:rsidR="001B1503" w:rsidRPr="0078652D" w:rsidRDefault="001B1503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000000"/>
        </w:rPr>
      </w:pPr>
    </w:p>
    <w:p w14:paraId="594050C8" w14:textId="29987CC0" w:rsidR="001D7A04" w:rsidRPr="007D4B64" w:rsidRDefault="003801D2" w:rsidP="007D4B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Design, develop, and implement mechanical systems, components, and equipment for various projects, ensuring adherence to engineering standards, safety regulations, and project requirements</w:t>
      </w:r>
    </w:p>
    <w:p w14:paraId="4CEB29D5" w14:textId="4A6492C7" w:rsidR="007D4B64" w:rsidRDefault="003801D2" w:rsidP="007D4B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Prepare and review mechanical plans, specifications, and technical drawings, utilizing CAD software and other relevant tools to ensure accurate and detailed design documentation.</w:t>
      </w:r>
    </w:p>
    <w:p w14:paraId="0C6C575E" w14:textId="77777777" w:rsidR="0078652D" w:rsidRPr="007D4B64" w:rsidRDefault="0078652D" w:rsidP="0078652D">
      <w:pPr>
        <w:pStyle w:val="ListParagraph"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color w:val="222222"/>
        </w:rPr>
      </w:pPr>
    </w:p>
    <w:p w14:paraId="5ED85873" w14:textId="579F4499" w:rsidR="0078652D" w:rsidRPr="0078652D" w:rsidRDefault="00566CA7" w:rsidP="0078652D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  <w:i/>
          <w:iCs/>
          <w:color w:val="202124"/>
        </w:rPr>
        <w:t xml:space="preserve">Madar Al-Jawadh Consultant Engineering Office </w:t>
      </w:r>
      <w:r w:rsidR="00BB763A">
        <w:rPr>
          <w:rFonts w:ascii="Calibri Light" w:hAnsi="Calibri Light" w:cs="Calibri Light"/>
          <w:b/>
          <w:bCs/>
          <w:i/>
          <w:iCs/>
          <w:color w:val="202124"/>
        </w:rPr>
        <w:t>–</w:t>
      </w:r>
      <w:r w:rsidR="0078652D" w:rsidRPr="0078652D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  <w:b/>
          <w:bCs/>
        </w:rPr>
        <w:t>M</w:t>
      </w:r>
      <w:r w:rsidR="00BB763A">
        <w:rPr>
          <w:rFonts w:ascii="Calibri Light" w:hAnsi="Calibri Light" w:cs="Calibri Light"/>
          <w:b/>
          <w:bCs/>
        </w:rPr>
        <w:t>EP Inspector</w:t>
      </w:r>
      <w:r w:rsidR="0078652D" w:rsidRPr="0078652D">
        <w:rPr>
          <w:rFonts w:ascii="Calibri Light" w:hAnsi="Calibri Light" w:cs="Calibri Light" w:hint="cs"/>
          <w:b/>
          <w:bCs/>
          <w:rtl/>
        </w:rPr>
        <w:t xml:space="preserve"> </w:t>
      </w:r>
    </w:p>
    <w:p w14:paraId="159C2D4E" w14:textId="0F68C326" w:rsidR="0078652D" w:rsidRPr="0078652D" w:rsidRDefault="0078652D" w:rsidP="0078652D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000000"/>
        </w:rPr>
      </w:pPr>
      <w:r w:rsidRPr="0078652D">
        <w:rPr>
          <w:rFonts w:ascii="Calibri Light" w:hAnsi="Calibri Light" w:cs="Calibri Light"/>
          <w:color w:val="000000"/>
        </w:rPr>
        <w:t xml:space="preserve">From </w:t>
      </w:r>
      <w:r w:rsidR="00566CA7">
        <w:rPr>
          <w:rFonts w:ascii="Calibri Light" w:hAnsi="Calibri Light" w:cs="Calibri Light"/>
          <w:color w:val="000000"/>
        </w:rPr>
        <w:t>Oct</w:t>
      </w:r>
      <w:r w:rsidRPr="0078652D">
        <w:rPr>
          <w:rFonts w:ascii="Calibri Light" w:hAnsi="Calibri Light" w:cs="Calibri Light"/>
          <w:color w:val="000000"/>
        </w:rPr>
        <w:t>-202</w:t>
      </w:r>
      <w:r w:rsidR="00566CA7">
        <w:rPr>
          <w:rFonts w:ascii="Calibri Light" w:hAnsi="Calibri Light" w:cs="Calibri Light"/>
          <w:color w:val="000000"/>
        </w:rPr>
        <w:t>3</w:t>
      </w:r>
      <w:r w:rsidRPr="0078652D">
        <w:rPr>
          <w:rFonts w:ascii="Calibri Light" w:hAnsi="Calibri Light" w:cs="Calibri Light"/>
          <w:color w:val="000000"/>
        </w:rPr>
        <w:t xml:space="preserve"> until </w:t>
      </w:r>
      <w:r w:rsidR="00566CA7">
        <w:rPr>
          <w:rFonts w:ascii="Calibri Light" w:hAnsi="Calibri Light" w:cs="Calibri Light"/>
          <w:color w:val="000000"/>
        </w:rPr>
        <w:t>Jan</w:t>
      </w:r>
      <w:r w:rsidRPr="0078652D">
        <w:rPr>
          <w:rFonts w:ascii="Calibri Light" w:hAnsi="Calibri Light" w:cs="Calibri Light"/>
          <w:color w:val="000000"/>
        </w:rPr>
        <w:t>-202</w:t>
      </w:r>
      <w:r w:rsidR="00566CA7">
        <w:rPr>
          <w:rFonts w:ascii="Calibri Light" w:hAnsi="Calibri Light" w:cs="Calibri Light"/>
          <w:color w:val="000000"/>
        </w:rPr>
        <w:t>4</w:t>
      </w:r>
      <w:r w:rsidRPr="0078652D">
        <w:rPr>
          <w:rFonts w:ascii="Calibri Light" w:hAnsi="Calibri Light" w:cs="Calibri Light"/>
          <w:color w:val="000000"/>
        </w:rPr>
        <w:t>.</w:t>
      </w:r>
    </w:p>
    <w:p w14:paraId="17CCCB47" w14:textId="08DC8BB6" w:rsidR="00E94C27" w:rsidRPr="00E94C27" w:rsidRDefault="00E94C27" w:rsidP="0078652D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034E064E" w14:textId="47C9E4C6" w:rsidR="007D4B64" w:rsidRDefault="00BB763A" w:rsidP="00E94C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BB763A">
        <w:rPr>
          <w:rFonts w:ascii="Calibri Light" w:hAnsi="Calibri Light" w:cs="Calibri Light"/>
          <w:color w:val="222222"/>
        </w:rPr>
        <w:t>Ensure contractor compliance with contract specifications and approved shop drawings</w:t>
      </w:r>
    </w:p>
    <w:p w14:paraId="464CA371" w14:textId="41C0FBB1" w:rsidR="00BB763A" w:rsidRDefault="00BB763A" w:rsidP="00E94C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BB763A">
        <w:rPr>
          <w:rFonts w:ascii="Calibri Light" w:hAnsi="Calibri Light" w:cs="Calibri Light"/>
          <w:color w:val="222222"/>
        </w:rPr>
        <w:t>Assist Site Mechanical Engineer / Site Electrical Engineer with review of shop drawing and material submittals.</w:t>
      </w:r>
    </w:p>
    <w:p w14:paraId="02DB6D62" w14:textId="0C4D3F76" w:rsidR="00BB763A" w:rsidRPr="007D4B64" w:rsidRDefault="00BB763A" w:rsidP="00E94C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BB763A">
        <w:rPr>
          <w:rFonts w:ascii="Calibri Light" w:hAnsi="Calibri Light" w:cs="Calibri Light"/>
          <w:color w:val="222222"/>
        </w:rPr>
        <w:t>Monitor and report contractor progress and all activities</w:t>
      </w:r>
    </w:p>
    <w:p w14:paraId="372844A9" w14:textId="099CB1CF" w:rsidR="00BB763A" w:rsidRPr="00BB763A" w:rsidRDefault="00BB763A" w:rsidP="00BB763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BB763A">
        <w:rPr>
          <w:rFonts w:ascii="Calibri Light" w:hAnsi="Calibri Light" w:cs="Calibri Light"/>
          <w:color w:val="222222"/>
        </w:rPr>
        <w:t>Carry out inspection of works in progress</w:t>
      </w:r>
    </w:p>
    <w:p w14:paraId="77BBA368" w14:textId="77777777" w:rsidR="00566CA7" w:rsidRDefault="00566CA7" w:rsidP="00566CA7">
      <w:pPr>
        <w:pStyle w:val="ListParagraph"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color w:val="222222"/>
        </w:rPr>
      </w:pPr>
    </w:p>
    <w:p w14:paraId="7478CD0E" w14:textId="77777777" w:rsidR="00566CA7" w:rsidRPr="007D4B64" w:rsidRDefault="00566CA7" w:rsidP="00566CA7">
      <w:pPr>
        <w:pStyle w:val="ListParagraph"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color w:val="222222"/>
        </w:rPr>
      </w:pPr>
    </w:p>
    <w:p w14:paraId="595F9117" w14:textId="663A84B5" w:rsidR="00566CA7" w:rsidRPr="0078652D" w:rsidRDefault="00BB763A" w:rsidP="00566CA7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  <w:i/>
          <w:iCs/>
          <w:color w:val="202124"/>
        </w:rPr>
        <w:t xml:space="preserve">Mohammad Al-Mutairi Contracting Est. </w:t>
      </w:r>
      <w:r w:rsidR="00566CA7" w:rsidRPr="0078652D">
        <w:rPr>
          <w:rFonts w:ascii="Calibri Light" w:hAnsi="Calibri Light" w:cs="Calibri Light"/>
          <w:b/>
          <w:bCs/>
          <w:i/>
          <w:iCs/>
          <w:color w:val="202124"/>
        </w:rPr>
        <w:t>-</w:t>
      </w:r>
      <w:r w:rsidR="00566CA7" w:rsidRPr="0078652D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  <w:b/>
          <w:bCs/>
        </w:rPr>
        <w:t>Assistant</w:t>
      </w:r>
      <w:r w:rsidR="00566CA7" w:rsidRPr="0078652D">
        <w:rPr>
          <w:rFonts w:ascii="Calibri Light" w:hAnsi="Calibri Light" w:cs="Calibri Light" w:hint="cs"/>
          <w:b/>
          <w:bCs/>
          <w:rtl/>
        </w:rPr>
        <w:t xml:space="preserve"> </w:t>
      </w:r>
      <w:r>
        <w:rPr>
          <w:rFonts w:ascii="Calibri Light" w:hAnsi="Calibri Light" w:cs="Calibri Light"/>
          <w:b/>
          <w:bCs/>
        </w:rPr>
        <w:t>site engineer</w:t>
      </w:r>
    </w:p>
    <w:p w14:paraId="424DF4B3" w14:textId="698A121A" w:rsidR="00566CA7" w:rsidRPr="0078652D" w:rsidRDefault="00566CA7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000000"/>
        </w:rPr>
      </w:pPr>
      <w:r w:rsidRPr="0078652D">
        <w:rPr>
          <w:rFonts w:ascii="Calibri Light" w:hAnsi="Calibri Light" w:cs="Calibri Light"/>
          <w:color w:val="000000"/>
        </w:rPr>
        <w:t xml:space="preserve">From </w:t>
      </w:r>
      <w:r w:rsidR="00E23779">
        <w:rPr>
          <w:rFonts w:ascii="Calibri Light" w:hAnsi="Calibri Light" w:cs="Calibri Light"/>
          <w:color w:val="000000"/>
        </w:rPr>
        <w:t>Feb</w:t>
      </w:r>
      <w:r w:rsidRPr="0078652D">
        <w:rPr>
          <w:rFonts w:ascii="Calibri Light" w:hAnsi="Calibri Light" w:cs="Calibri Light"/>
          <w:color w:val="000000"/>
        </w:rPr>
        <w:t>-202</w:t>
      </w:r>
      <w:r w:rsidR="00E23779">
        <w:rPr>
          <w:rFonts w:ascii="Calibri Light" w:hAnsi="Calibri Light" w:cs="Calibri Light"/>
          <w:color w:val="000000"/>
        </w:rPr>
        <w:t>3</w:t>
      </w:r>
      <w:r w:rsidRPr="0078652D">
        <w:rPr>
          <w:rFonts w:ascii="Calibri Light" w:hAnsi="Calibri Light" w:cs="Calibri Light"/>
          <w:color w:val="000000"/>
        </w:rPr>
        <w:t xml:space="preserve"> until </w:t>
      </w:r>
      <w:r w:rsidR="00E23779">
        <w:rPr>
          <w:rFonts w:ascii="Calibri Light" w:hAnsi="Calibri Light" w:cs="Calibri Light"/>
          <w:color w:val="000000"/>
        </w:rPr>
        <w:t>May</w:t>
      </w:r>
      <w:r w:rsidRPr="0078652D">
        <w:rPr>
          <w:rFonts w:ascii="Calibri Light" w:hAnsi="Calibri Light" w:cs="Calibri Light"/>
          <w:color w:val="000000"/>
        </w:rPr>
        <w:t>-202</w:t>
      </w:r>
      <w:r>
        <w:rPr>
          <w:rFonts w:ascii="Calibri Light" w:hAnsi="Calibri Light" w:cs="Calibri Light"/>
          <w:color w:val="000000"/>
        </w:rPr>
        <w:t>3</w:t>
      </w:r>
      <w:r w:rsidRPr="0078652D">
        <w:rPr>
          <w:rFonts w:ascii="Calibri Light" w:hAnsi="Calibri Light" w:cs="Calibri Light"/>
          <w:color w:val="000000"/>
        </w:rPr>
        <w:t>.</w:t>
      </w:r>
    </w:p>
    <w:p w14:paraId="43B14C98" w14:textId="77777777" w:rsidR="00566CA7" w:rsidRPr="00E94C27" w:rsidRDefault="00566CA7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03D44DB2" w14:textId="63ED5FBE" w:rsidR="00566CA7" w:rsidRPr="007D4B64" w:rsidRDefault="00E23779" w:rsidP="00566C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E23779">
        <w:rPr>
          <w:rFonts w:ascii="Calibri Light" w:hAnsi="Calibri Light" w:cs="Calibri Light"/>
          <w:color w:val="222222"/>
        </w:rPr>
        <w:t>Performing regular inspections of equipment and scheduling maintenance or repairs</w:t>
      </w:r>
    </w:p>
    <w:p w14:paraId="02B55D6A" w14:textId="779721F6" w:rsidR="00566CA7" w:rsidRPr="007D4B64" w:rsidRDefault="00E23779" w:rsidP="00566C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E23779">
        <w:rPr>
          <w:rFonts w:ascii="Calibri Light" w:hAnsi="Calibri Light" w:cs="Calibri Light"/>
          <w:color w:val="222222"/>
        </w:rPr>
        <w:t>Calibrating and troubleshooting equipment as required</w:t>
      </w:r>
    </w:p>
    <w:p w14:paraId="1C90B1E9" w14:textId="77777777" w:rsidR="00566CA7" w:rsidRDefault="00566CA7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677055C9" w14:textId="77777777" w:rsidR="003801D2" w:rsidRDefault="003801D2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706486DA" w14:textId="77777777" w:rsidR="003801D2" w:rsidRPr="00566CA7" w:rsidRDefault="003801D2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76060BDB" w14:textId="77777777" w:rsidR="00566CA7" w:rsidRPr="007D4B64" w:rsidRDefault="00566CA7" w:rsidP="00566CA7">
      <w:pPr>
        <w:pStyle w:val="ListParagraph"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color w:val="222222"/>
        </w:rPr>
      </w:pPr>
    </w:p>
    <w:p w14:paraId="66D35E85" w14:textId="77777777" w:rsidR="001B1503" w:rsidRDefault="001B1503" w:rsidP="00566CA7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b/>
          <w:bCs/>
          <w:i/>
          <w:iCs/>
          <w:color w:val="202124"/>
        </w:rPr>
      </w:pPr>
    </w:p>
    <w:p w14:paraId="3E5F6232" w14:textId="77777777" w:rsidR="001B1503" w:rsidRDefault="001B1503" w:rsidP="00566CA7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b/>
          <w:bCs/>
          <w:i/>
          <w:iCs/>
          <w:color w:val="202124"/>
        </w:rPr>
      </w:pPr>
    </w:p>
    <w:p w14:paraId="6101CF69" w14:textId="55DDF07A" w:rsidR="00566CA7" w:rsidRPr="0078652D" w:rsidRDefault="00E23779" w:rsidP="00566CA7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b/>
          <w:bCs/>
        </w:rPr>
      </w:pPr>
      <w:r w:rsidRPr="00E23779">
        <w:rPr>
          <w:rFonts w:ascii="Calibri Light" w:hAnsi="Calibri Light" w:cs="Calibri Light"/>
          <w:b/>
          <w:bCs/>
          <w:i/>
          <w:iCs/>
          <w:color w:val="202124"/>
        </w:rPr>
        <w:t>TÜV Rheinland Arabia LLC</w:t>
      </w:r>
      <w:r>
        <w:rPr>
          <w:rFonts w:ascii="Calibri Light" w:hAnsi="Calibri Light" w:cs="Calibri Light"/>
          <w:b/>
          <w:bCs/>
          <w:i/>
          <w:iCs/>
          <w:color w:val="202124"/>
        </w:rPr>
        <w:t xml:space="preserve"> Company</w:t>
      </w:r>
      <w:r w:rsidR="00566CA7" w:rsidRPr="0078652D">
        <w:rPr>
          <w:rFonts w:ascii="Calibri Light" w:hAnsi="Calibri Light" w:cs="Calibri Light"/>
          <w:b/>
          <w:bCs/>
          <w:i/>
          <w:iCs/>
          <w:color w:val="202124"/>
        </w:rPr>
        <w:t>-</w:t>
      </w:r>
      <w:r w:rsidR="00566CA7" w:rsidRPr="0078652D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  <w:b/>
          <w:bCs/>
        </w:rPr>
        <w:t>Inspector</w:t>
      </w:r>
    </w:p>
    <w:p w14:paraId="1D7EDCEB" w14:textId="09141C60" w:rsidR="00566CA7" w:rsidRPr="0078652D" w:rsidRDefault="00566CA7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000000"/>
        </w:rPr>
      </w:pPr>
      <w:r w:rsidRPr="0078652D">
        <w:rPr>
          <w:rFonts w:ascii="Calibri Light" w:hAnsi="Calibri Light" w:cs="Calibri Light"/>
          <w:color w:val="000000"/>
        </w:rPr>
        <w:t xml:space="preserve">From </w:t>
      </w:r>
      <w:r w:rsidR="00E23779">
        <w:rPr>
          <w:rFonts w:ascii="Calibri Light" w:hAnsi="Calibri Light" w:cs="Calibri Light"/>
          <w:color w:val="000000"/>
        </w:rPr>
        <w:t>Jan</w:t>
      </w:r>
      <w:r w:rsidRPr="0078652D">
        <w:rPr>
          <w:rFonts w:ascii="Calibri Light" w:hAnsi="Calibri Light" w:cs="Calibri Light"/>
          <w:color w:val="000000"/>
        </w:rPr>
        <w:t xml:space="preserve">-2022 until </w:t>
      </w:r>
      <w:r w:rsidR="00E23779">
        <w:rPr>
          <w:rFonts w:ascii="Calibri Light" w:hAnsi="Calibri Light" w:cs="Calibri Light"/>
          <w:color w:val="000000"/>
        </w:rPr>
        <w:t>Apr</w:t>
      </w:r>
      <w:r w:rsidRPr="0078652D">
        <w:rPr>
          <w:rFonts w:ascii="Calibri Light" w:hAnsi="Calibri Light" w:cs="Calibri Light"/>
          <w:color w:val="000000"/>
        </w:rPr>
        <w:t>-202</w:t>
      </w:r>
      <w:r w:rsidR="00E23779">
        <w:rPr>
          <w:rFonts w:ascii="Calibri Light" w:hAnsi="Calibri Light" w:cs="Calibri Light"/>
          <w:color w:val="000000"/>
        </w:rPr>
        <w:t>2</w:t>
      </w:r>
      <w:r w:rsidRPr="0078652D">
        <w:rPr>
          <w:rFonts w:ascii="Calibri Light" w:hAnsi="Calibri Light" w:cs="Calibri Light"/>
          <w:color w:val="000000"/>
        </w:rPr>
        <w:t>.</w:t>
      </w:r>
    </w:p>
    <w:p w14:paraId="26EDDAD2" w14:textId="77777777" w:rsidR="00566CA7" w:rsidRPr="00E94C27" w:rsidRDefault="00566CA7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0DF06DA7" w14:textId="1E807470" w:rsidR="00566CA7" w:rsidRPr="007D4B64" w:rsidRDefault="003801D2" w:rsidP="00566C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Assessing housekeeping standards in bedrooms, bathrooms and public areas as well as service and cuisine</w:t>
      </w:r>
    </w:p>
    <w:p w14:paraId="5BAB5E75" w14:textId="65B5DC9E" w:rsidR="00566CA7" w:rsidRDefault="003801D2" w:rsidP="003801D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Taking joint responsibility for the awarding of stars or accolades, depending on the guide you work for</w:t>
      </w:r>
      <w:r>
        <w:rPr>
          <w:rFonts w:ascii="Calibri Light" w:hAnsi="Calibri Light" w:cs="Calibri Light"/>
          <w:color w:val="222222"/>
        </w:rPr>
        <w:t xml:space="preserve"> p</w:t>
      </w:r>
      <w:r w:rsidRPr="003801D2">
        <w:rPr>
          <w:rFonts w:ascii="Calibri Light" w:hAnsi="Calibri Light" w:cs="Calibri Light"/>
          <w:color w:val="222222"/>
        </w:rPr>
        <w:t>reparing well-written reports that are then published in the guides</w:t>
      </w:r>
    </w:p>
    <w:p w14:paraId="2B0FE97E" w14:textId="77777777" w:rsidR="003801D2" w:rsidRPr="003801D2" w:rsidRDefault="003801D2" w:rsidP="003801D2">
      <w:pPr>
        <w:pStyle w:val="ListParagraph"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color w:val="222222"/>
        </w:rPr>
      </w:pPr>
    </w:p>
    <w:p w14:paraId="0F8F4911" w14:textId="36FC52A8" w:rsidR="00E23779" w:rsidRPr="00E23779" w:rsidRDefault="00E23779" w:rsidP="00E23779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  <w:i/>
          <w:iCs/>
          <w:color w:val="202124"/>
        </w:rPr>
        <w:t>Yuksel Insaat A.S. Company –</w:t>
      </w:r>
      <w:r w:rsidRPr="0078652D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  <w:b/>
          <w:bCs/>
        </w:rPr>
        <w:t>General Mechanical Engineer</w:t>
      </w:r>
    </w:p>
    <w:p w14:paraId="06F2B84B" w14:textId="600F87B6" w:rsidR="00E23779" w:rsidRPr="0078652D" w:rsidRDefault="00E23779" w:rsidP="00E23779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000000"/>
        </w:rPr>
      </w:pPr>
      <w:r w:rsidRPr="0078652D">
        <w:rPr>
          <w:rFonts w:ascii="Calibri Light" w:hAnsi="Calibri Light" w:cs="Calibri Light"/>
          <w:color w:val="000000"/>
        </w:rPr>
        <w:t xml:space="preserve">From </w:t>
      </w:r>
      <w:r>
        <w:rPr>
          <w:rFonts w:ascii="Calibri Light" w:hAnsi="Calibri Light" w:cs="Calibri Light"/>
          <w:color w:val="000000"/>
        </w:rPr>
        <w:t>May</w:t>
      </w:r>
      <w:r w:rsidRPr="0078652D">
        <w:rPr>
          <w:rFonts w:ascii="Calibri Light" w:hAnsi="Calibri Light" w:cs="Calibri Light"/>
          <w:color w:val="000000"/>
        </w:rPr>
        <w:t>-20</w:t>
      </w:r>
      <w:r>
        <w:rPr>
          <w:rFonts w:ascii="Calibri Light" w:hAnsi="Calibri Light" w:cs="Calibri Light"/>
          <w:color w:val="000000"/>
        </w:rPr>
        <w:t>17</w:t>
      </w:r>
      <w:r w:rsidRPr="0078652D">
        <w:rPr>
          <w:rFonts w:ascii="Calibri Light" w:hAnsi="Calibri Light" w:cs="Calibri Light"/>
          <w:color w:val="000000"/>
        </w:rPr>
        <w:t xml:space="preserve"> until </w:t>
      </w:r>
      <w:r>
        <w:rPr>
          <w:rFonts w:ascii="Calibri Light" w:hAnsi="Calibri Light" w:cs="Calibri Light"/>
          <w:color w:val="000000"/>
        </w:rPr>
        <w:t>May</w:t>
      </w:r>
      <w:r w:rsidRPr="0078652D">
        <w:rPr>
          <w:rFonts w:ascii="Calibri Light" w:hAnsi="Calibri Light" w:cs="Calibri Light"/>
          <w:color w:val="000000"/>
        </w:rPr>
        <w:t>-202</w:t>
      </w:r>
      <w:r>
        <w:rPr>
          <w:rFonts w:ascii="Calibri Light" w:hAnsi="Calibri Light" w:cs="Calibri Light"/>
          <w:color w:val="000000"/>
        </w:rPr>
        <w:t>1</w:t>
      </w:r>
      <w:r w:rsidRPr="0078652D">
        <w:rPr>
          <w:rFonts w:ascii="Calibri Light" w:hAnsi="Calibri Light" w:cs="Calibri Light"/>
          <w:color w:val="000000"/>
        </w:rPr>
        <w:t>.</w:t>
      </w:r>
    </w:p>
    <w:p w14:paraId="2894C1AE" w14:textId="77777777" w:rsidR="00E23779" w:rsidRPr="00E94C27" w:rsidRDefault="00E23779" w:rsidP="00E23779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7FC10A42" w14:textId="77A9A5A9" w:rsidR="003801D2" w:rsidRDefault="003801D2" w:rsidP="00E2377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Monitor project progress, conduct regular site inspections, and address any mechanical issues or concerns that may arise during the construction and implementation phases</w:t>
      </w:r>
    </w:p>
    <w:p w14:paraId="43516755" w14:textId="44E0D10F" w:rsidR="003801D2" w:rsidRDefault="003801D2" w:rsidP="00E2377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Understanding and carrying out all tasks given by the Senior Engineer</w:t>
      </w:r>
    </w:p>
    <w:p w14:paraId="6DD6FF08" w14:textId="47708955" w:rsidR="00E23779" w:rsidRPr="007D4B64" w:rsidRDefault="00E23779" w:rsidP="00E2377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E23779">
        <w:rPr>
          <w:rFonts w:ascii="Calibri Light" w:hAnsi="Calibri Light" w:cs="Calibri Light"/>
          <w:color w:val="222222"/>
        </w:rPr>
        <w:t>Collaborating with other engineers and workers to design, develop, test, and improve products and engineering processes</w:t>
      </w:r>
    </w:p>
    <w:p w14:paraId="6C02D967" w14:textId="7E180D1A" w:rsidR="00E23779" w:rsidRDefault="003801D2" w:rsidP="00E2377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Providing assistance to different staff or engineering teams</w:t>
      </w:r>
    </w:p>
    <w:p w14:paraId="64E53008" w14:textId="77777777" w:rsidR="003801D2" w:rsidRPr="007D4B64" w:rsidRDefault="003801D2" w:rsidP="003801D2">
      <w:pPr>
        <w:pStyle w:val="ListParagraph"/>
        <w:autoSpaceDE w:val="0"/>
        <w:autoSpaceDN w:val="0"/>
        <w:adjustRightInd w:val="0"/>
        <w:spacing w:after="0" w:line="240" w:lineRule="auto"/>
        <w:ind w:firstLine="0"/>
        <w:rPr>
          <w:rFonts w:ascii="Calibri Light" w:hAnsi="Calibri Light" w:cs="Calibri Light"/>
          <w:color w:val="222222"/>
        </w:rPr>
      </w:pPr>
    </w:p>
    <w:p w14:paraId="58539095" w14:textId="77777777" w:rsidR="00566CA7" w:rsidRPr="006765AC" w:rsidRDefault="00566CA7" w:rsidP="00566CA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18128E68" w14:textId="77777777" w:rsidR="00566CA7" w:rsidRPr="00566CA7" w:rsidRDefault="00566CA7" w:rsidP="00566CA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</w:p>
    <w:p w14:paraId="2424225F" w14:textId="77777777" w:rsidR="00253306" w:rsidRPr="006765AC" w:rsidRDefault="00253306" w:rsidP="00253306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638E54AA" w14:textId="77777777" w:rsidR="007D4B64" w:rsidRPr="007D4B64" w:rsidRDefault="007D4B64" w:rsidP="007D4B6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6652E17C" w14:textId="77777777" w:rsidR="007D4B64" w:rsidRPr="007D4B64" w:rsidRDefault="007D4B64" w:rsidP="007D4B6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b/>
          <w:bCs/>
          <w:color w:val="222222"/>
        </w:rPr>
      </w:pPr>
      <w:r w:rsidRPr="007D4B64">
        <w:rPr>
          <w:rFonts w:ascii="Calibri Light" w:hAnsi="Calibri Light" w:cs="Calibri Light"/>
          <w:color w:val="222222"/>
        </w:rPr>
        <w:t xml:space="preserve"> </w:t>
      </w:r>
      <w:r w:rsidRPr="007D4B64">
        <w:rPr>
          <w:rFonts w:ascii="Calibri Light" w:hAnsi="Calibri Light" w:cs="Calibri Light"/>
          <w:b/>
          <w:bCs/>
          <w:color w:val="222222"/>
        </w:rPr>
        <w:t>SKILLS:</w:t>
      </w:r>
    </w:p>
    <w:p w14:paraId="261A694D" w14:textId="39655AA0" w:rsidR="007D4B64" w:rsidRDefault="007D4B64" w:rsidP="007D4B6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56C07F91" w14:textId="77777777" w:rsidR="003801D2" w:rsidRPr="003801D2" w:rsidRDefault="003801D2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3801D2">
        <w:rPr>
          <w:rFonts w:ascii="Calibri Light" w:hAnsi="Calibri Light" w:cs="Calibri Light"/>
          <w:color w:val="222222"/>
        </w:rPr>
        <w:t>Familiar with PC applications</w:t>
      </w:r>
    </w:p>
    <w:p w14:paraId="7C6BF86F" w14:textId="3EFE728D" w:rsidR="003801D2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 xml:space="preserve">Creativity </w:t>
      </w:r>
    </w:p>
    <w:p w14:paraId="5E75B5AD" w14:textId="37B03DB2" w:rsidR="001B1503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>Problem solving</w:t>
      </w:r>
    </w:p>
    <w:p w14:paraId="2D72D470" w14:textId="52A1FB1C" w:rsidR="001B1503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>Teamwork</w:t>
      </w:r>
    </w:p>
    <w:p w14:paraId="33785FCA" w14:textId="6BB260D6" w:rsidR="001B1503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>Time management</w:t>
      </w:r>
    </w:p>
    <w:p w14:paraId="77B4BC8D" w14:textId="50F01249" w:rsidR="001B1503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>Collaboration</w:t>
      </w:r>
    </w:p>
    <w:p w14:paraId="0455216D" w14:textId="781D6F84" w:rsidR="001B1503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>Attention to details</w:t>
      </w:r>
    </w:p>
    <w:p w14:paraId="6AD49322" w14:textId="581EAB63" w:rsidR="001B1503" w:rsidRPr="003801D2" w:rsidRDefault="001B1503" w:rsidP="003801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 xml:space="preserve">Communication </w:t>
      </w:r>
    </w:p>
    <w:p w14:paraId="5E467A93" w14:textId="77777777" w:rsidR="007D4B64" w:rsidRPr="007D4B64" w:rsidRDefault="007D4B64" w:rsidP="007D4B6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50D9494F" w14:textId="2D08CB8A" w:rsidR="007D4B64" w:rsidRPr="007D4B64" w:rsidRDefault="00E94C27" w:rsidP="00E94C27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b/>
          <w:bCs/>
          <w:color w:val="222222"/>
        </w:rPr>
      </w:pPr>
      <w:r w:rsidRPr="00E94C27">
        <w:rPr>
          <w:rFonts w:ascii="Calibri Light" w:hAnsi="Calibri Light" w:cs="Calibri Light"/>
          <w:b/>
          <w:bCs/>
          <w:color w:val="222222"/>
        </w:rPr>
        <w:t>Training</w:t>
      </w:r>
      <w:r w:rsidR="007D4B64" w:rsidRPr="007D4B64">
        <w:rPr>
          <w:rFonts w:ascii="Calibri Light" w:hAnsi="Calibri Light" w:cs="Calibri Light"/>
          <w:b/>
          <w:bCs/>
          <w:color w:val="222222"/>
        </w:rPr>
        <w:t>:</w:t>
      </w:r>
    </w:p>
    <w:p w14:paraId="3ADE2D12" w14:textId="77777777" w:rsidR="007D4B64" w:rsidRPr="007D4B64" w:rsidRDefault="007D4B64" w:rsidP="007D4B6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b/>
          <w:bCs/>
          <w:color w:val="222222"/>
        </w:rPr>
      </w:pPr>
    </w:p>
    <w:p w14:paraId="12B4BA95" w14:textId="5B7B6DAA" w:rsidR="007D4B64" w:rsidRDefault="001B1503" w:rsidP="001B150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 w:rsidRPr="001B1503">
        <w:rPr>
          <w:rFonts w:ascii="Calibri Light" w:hAnsi="Calibri Light" w:cs="Calibri Light"/>
          <w:color w:val="222222"/>
        </w:rPr>
        <w:t xml:space="preserve">Occupational safety and health </w:t>
      </w:r>
    </w:p>
    <w:p w14:paraId="399F30C5" w14:textId="75152121" w:rsidR="001B1503" w:rsidRPr="001B1503" w:rsidRDefault="001B1503" w:rsidP="001B150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222222"/>
        </w:rPr>
      </w:pPr>
      <w:r>
        <w:rPr>
          <w:rFonts w:ascii="Calibri Light" w:hAnsi="Calibri Light" w:cs="Calibri Light"/>
          <w:color w:val="222222"/>
        </w:rPr>
        <w:t xml:space="preserve">Construction quality inspection </w:t>
      </w:r>
    </w:p>
    <w:p w14:paraId="7C5F99C6" w14:textId="7A9B3BF5" w:rsidR="001D7A04" w:rsidRDefault="001D7A04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100E4D91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2F3B7D82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01BBB9C8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48D49561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538FE30E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5A34851D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558C6502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0F3728E7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05C0F701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49AFE05F" w14:textId="77777777" w:rsidR="00E94C27" w:rsidRDefault="00E94C27" w:rsidP="001D7A04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 Light" w:hAnsi="Calibri Light" w:cs="Calibri Light"/>
          <w:color w:val="222222"/>
        </w:rPr>
      </w:pPr>
    </w:p>
    <w:p w14:paraId="4A3C686E" w14:textId="287ACC28" w:rsidR="00E94C27" w:rsidRDefault="00E94C27" w:rsidP="00E94C27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 Light" w:hAnsi="Calibri Light" w:cs="Calibri Light"/>
          <w:b/>
          <w:bCs/>
          <w:sz w:val="32"/>
          <w:szCs w:val="32"/>
        </w:rPr>
      </w:pPr>
      <w:bookmarkStart w:id="0" w:name="_Hlk184030424"/>
      <w:r w:rsidRPr="00E94C27">
        <w:rPr>
          <w:rFonts w:ascii="Calibri Light" w:hAnsi="Calibri Light" w:cs="Calibri Light"/>
          <w:b/>
          <w:bCs/>
          <w:sz w:val="32"/>
          <w:szCs w:val="32"/>
        </w:rPr>
        <w:lastRenderedPageBreak/>
        <w:t>Current work assignments</w:t>
      </w:r>
    </w:p>
    <w:bookmarkEnd w:id="0"/>
    <w:p w14:paraId="212BC3FF" w14:textId="77777777" w:rsidR="00E94C27" w:rsidRPr="00CA1BF9" w:rsidRDefault="00E94C27" w:rsidP="00E94C27">
      <w:pPr>
        <w:keepNext/>
        <w:keepLines/>
        <w:autoSpaceDE w:val="0"/>
        <w:autoSpaceDN w:val="0"/>
        <w:adjustRightInd w:val="0"/>
        <w:spacing w:after="0" w:line="240" w:lineRule="auto"/>
        <w:contextualSpacing/>
        <w:rPr>
          <w:rFonts w:ascii="Calibri Light" w:hAnsi="Calibri Light" w:cs="Calibri Light"/>
          <w:color w:val="000000" w:themeColor="text1"/>
        </w:rPr>
      </w:pPr>
    </w:p>
    <w:p w14:paraId="65D84217" w14:textId="301493DA" w:rsidR="00E94C27" w:rsidRPr="00F8233C" w:rsidRDefault="00F8233C" w:rsidP="00F8233C">
      <w:pPr>
        <w:pStyle w:val="ListParagraph"/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480" w:lineRule="auto"/>
      </w:pPr>
      <w:r w:rsidRPr="00F8233C">
        <w:t>Prepare and review mechanical plans, specifications, and technical drawings, utilizing CAD software and other relevant tools to ensure accurate and detailed design</w:t>
      </w:r>
      <w:r>
        <w:t xml:space="preserve"> </w:t>
      </w:r>
      <w:r w:rsidRPr="00F8233C">
        <w:t>documentation.</w:t>
      </w:r>
    </w:p>
    <w:p w14:paraId="06091D1D" w14:textId="26AEA51F" w:rsidR="00F8233C" w:rsidRPr="00F8233C" w:rsidRDefault="00F8233C" w:rsidP="00F8233C">
      <w:pPr>
        <w:pStyle w:val="ListParagraph"/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480" w:lineRule="auto"/>
        <w:rPr>
          <w:rFonts w:cstheme="minorHAnsi"/>
          <w:color w:val="000000" w:themeColor="text1"/>
        </w:rPr>
      </w:pPr>
      <w:r w:rsidRPr="00F8233C">
        <w:rPr>
          <w:rFonts w:cstheme="minorHAnsi"/>
          <w:color w:val="000000" w:themeColor="text1"/>
        </w:rPr>
        <w:t>Conduct testing, troubleshooting, and quality assurance checks on mechanical systems and</w:t>
      </w:r>
      <w:r w:rsidRPr="00F8233C">
        <w:rPr>
          <w:rFonts w:cstheme="minorHAnsi"/>
          <w:color w:val="000000" w:themeColor="text1"/>
        </w:rPr>
        <w:t xml:space="preserve"> </w:t>
      </w:r>
    </w:p>
    <w:p w14:paraId="43D67E13" w14:textId="2938E07E" w:rsidR="00E94C27" w:rsidRPr="00F8233C" w:rsidRDefault="00F8233C" w:rsidP="00F8233C">
      <w:pPr>
        <w:pStyle w:val="ListParagraph"/>
        <w:keepNext/>
        <w:keepLines/>
        <w:autoSpaceDE w:val="0"/>
        <w:autoSpaceDN w:val="0"/>
        <w:adjustRightInd w:val="0"/>
        <w:spacing w:after="0" w:line="480" w:lineRule="auto"/>
        <w:ind w:firstLine="0"/>
        <w:rPr>
          <w:rFonts w:cstheme="minorHAnsi"/>
          <w:color w:val="000000" w:themeColor="text1"/>
        </w:rPr>
      </w:pPr>
      <w:r w:rsidRPr="00F8233C">
        <w:rPr>
          <w:rFonts w:cstheme="minorHAnsi"/>
          <w:color w:val="000000" w:themeColor="text1"/>
        </w:rPr>
        <w:t>equipment, and provide recommendations for improvements and optimizations.</w:t>
      </w:r>
    </w:p>
    <w:p w14:paraId="5AC8BC02" w14:textId="3C53758A" w:rsidR="00E94C27" w:rsidRPr="00F8233C" w:rsidRDefault="00F8233C" w:rsidP="00F8233C">
      <w:pPr>
        <w:pStyle w:val="ListParagraph"/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480" w:lineRule="auto"/>
        <w:rPr>
          <w:rFonts w:cstheme="minorHAnsi"/>
          <w:color w:val="000000" w:themeColor="text1"/>
          <w:rtl/>
        </w:rPr>
      </w:pPr>
      <w:r w:rsidRPr="00F8233C">
        <w:rPr>
          <w:rFonts w:cstheme="minorHAnsi"/>
          <w:color w:val="000000" w:themeColor="text1"/>
        </w:rPr>
        <w:t>Monitor project progress, conduct regular site inspections, and address any mechanical issues or concerns that may arise during the construction and implementation phases.</w:t>
      </w:r>
    </w:p>
    <w:sectPr w:rsidR="00E94C27" w:rsidRPr="00F8233C" w:rsidSect="001B1503">
      <w:headerReference w:type="default" r:id="rId11"/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D9F19" w14:textId="77777777" w:rsidR="006365EC" w:rsidRDefault="006365EC" w:rsidP="00092DDE">
      <w:pPr>
        <w:spacing w:after="0" w:line="240" w:lineRule="auto"/>
      </w:pPr>
      <w:r>
        <w:separator/>
      </w:r>
    </w:p>
  </w:endnote>
  <w:endnote w:type="continuationSeparator" w:id="0">
    <w:p w14:paraId="0618B6A7" w14:textId="77777777" w:rsidR="006365EC" w:rsidRDefault="006365EC" w:rsidP="0009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6C35F" w14:textId="77777777" w:rsidR="00E66927" w:rsidRPr="00412342" w:rsidRDefault="006E4117" w:rsidP="00282F24">
    <w:pPr>
      <w:pStyle w:val="Footer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D604B9" wp14:editId="267FFF2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24284d269548f058fc7f55a8" descr="{&quot;HashCode&quot;:1627683517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45D9F0" w14:textId="77777777" w:rsidR="006E4117" w:rsidRPr="006E4117" w:rsidRDefault="006E4117" w:rsidP="006E4117">
                          <w:pPr>
                            <w:spacing w:after="0"/>
                            <w:ind w:left="0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D604B9" id="_x0000_t202" coordsize="21600,21600" o:spt="202" path="m,l,21600r21600,l21600,xe">
              <v:stroke joinstyle="miter"/>
              <v:path gradientshapeok="t" o:connecttype="rect"/>
            </v:shapetype>
            <v:shape id="MSIPCM24284d269548f058fc7f55a8" o:spid="_x0000_s1028" type="#_x0000_t202" alt="{&quot;HashCode&quot;:1627683517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" o:allowincell="f" filled="f" stroked="f" strokeweight=".5pt">
              <v:textbox inset="20pt,0,,0">
                <w:txbxContent>
                  <w:p w14:paraId="2B45D9F0" w14:textId="77777777" w:rsidR="006E4117" w:rsidRPr="006E4117" w:rsidRDefault="006E4117" w:rsidP="006E4117">
                    <w:pPr>
                      <w:spacing w:after="0"/>
                      <w:ind w:left="0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5D213B8" w14:textId="77777777" w:rsidR="00E66927" w:rsidRDefault="00E66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C4D48" w14:textId="77777777" w:rsidR="006365EC" w:rsidRDefault="006365EC" w:rsidP="00092DDE">
      <w:pPr>
        <w:spacing w:after="0" w:line="240" w:lineRule="auto"/>
      </w:pPr>
      <w:r>
        <w:separator/>
      </w:r>
    </w:p>
  </w:footnote>
  <w:footnote w:type="continuationSeparator" w:id="0">
    <w:p w14:paraId="6D5869C7" w14:textId="77777777" w:rsidR="006365EC" w:rsidRDefault="006365EC" w:rsidP="00092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8B7EA" w14:textId="77777777" w:rsidR="0078652D" w:rsidRPr="0078652D" w:rsidRDefault="0078652D" w:rsidP="0078652D">
    <w:pPr>
      <w:keepNext/>
      <w:keepLines/>
      <w:spacing w:after="0"/>
      <w:ind w:left="0" w:firstLine="0"/>
      <w:contextualSpacing/>
      <w:jc w:val="center"/>
      <w:rPr>
        <w:rFonts w:ascii="Calibri Light" w:hAnsi="Calibri Light" w:cs="Calibri Light"/>
        <w:b/>
        <w:bCs/>
        <w:color w:val="000000" w:themeColor="text1"/>
        <w:sz w:val="36"/>
        <w:szCs w:val="36"/>
        <w:rtl/>
      </w:rPr>
    </w:pPr>
    <w:r w:rsidRPr="0078652D">
      <w:rPr>
        <w:rFonts w:ascii="Calibri Light" w:hAnsi="Calibri Light" w:cs="Calibri Light"/>
        <w:b/>
        <w:bCs/>
        <w:color w:val="000000" w:themeColor="text1"/>
        <w:sz w:val="36"/>
        <w:szCs w:val="36"/>
      </w:rPr>
      <w:t>Resume</w:t>
    </w:r>
  </w:p>
  <w:p w14:paraId="0238D308" w14:textId="77777777" w:rsidR="00B83CA4" w:rsidRDefault="00B83CA4" w:rsidP="00B83CA4">
    <w:pPr>
      <w:pStyle w:val="Header"/>
      <w:jc w:val="right"/>
    </w:pPr>
    <w:r>
      <w:rPr>
        <w:rFonts w:asciiTheme="minorBidi" w:hAnsiTheme="minorBidi"/>
        <w:noProof/>
        <w:sz w:val="24"/>
        <w:szCs w:val="24"/>
        <w:u w:val="singl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CA0010" wp14:editId="6471584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307340"/>
              <wp:effectExtent l="0" t="0" r="0" b="0"/>
              <wp:wrapNone/>
              <wp:docPr id="9" name="MSIPCM47bf406cb987fe8843943317" descr="{&quot;HashCode&quot;:1503687135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073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6D569D" w14:textId="77777777" w:rsidR="00B83CA4" w:rsidRPr="001667B7" w:rsidRDefault="00B83CA4" w:rsidP="00B83CA4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A0010" id="_x0000_t202" coordsize="21600,21600" o:spt="202" path="m,l,21600r21600,l21600,xe">
              <v:stroke joinstyle="miter"/>
              <v:path gradientshapeok="t" o:connecttype="rect"/>
            </v:shapetype>
            <v:shape id="MSIPCM47bf406cb987fe8843943317" o:spid="_x0000_s1026" type="#_x0000_t202" alt="{&quot;HashCode&quot;:1503687135,&quot;Height&quot;:792.0,&quot;Width&quot;:612.0,&quot;Placement&quot;:&quot;Header&quot;,&quot;Index&quot;:&quot;Primary&quot;,&quot;Section&quot;:1,&quot;Top&quot;:0.0,&quot;Left&quot;:0.0}" style="position:absolute;left:0;text-align:left;margin-left:0;margin-top:15pt;width:612pt;height:24.2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" o:allowincell="f" filled="f" stroked="f" strokeweight=".5pt">
              <v:textbox inset="20pt,0,,0">
                <w:txbxContent>
                  <w:p w14:paraId="176D569D" w14:textId="77777777" w:rsidR="00B83CA4" w:rsidRPr="001667B7" w:rsidRDefault="00B83CA4" w:rsidP="00B83CA4">
                    <w:pPr>
                      <w:spacing w:after="0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Theme="minorBidi" w:hAnsiTheme="minorBidi"/>
        <w:noProof/>
        <w:sz w:val="24"/>
        <w:szCs w:val="24"/>
        <w:u w:val="singl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B5570CA" wp14:editId="47D4E8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307340"/>
              <wp:effectExtent l="0" t="0" r="0" b="0"/>
              <wp:wrapNone/>
              <wp:docPr id="3" name="MSIPCM8ee94c86b19c95f364cae31e" descr="{&quot;HashCode&quot;:1503687135,&quot;Height&quot;:792.0,&quot;Width&quot;:612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073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C5D98C" w14:textId="77777777" w:rsidR="00B83CA4" w:rsidRPr="006D0E50" w:rsidRDefault="00B83CA4" w:rsidP="00B83CA4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5570CA" id="MSIPCM8ee94c86b19c95f364cae31e" o:spid="_x0000_s1027" type="#_x0000_t202" alt="{&quot;HashCode&quot;:1503687135,&quot;Height&quot;:792.0,&quot;Width&quot;:612.0,&quot;Placement&quot;:&quot;Header&quot;,&quot;Index&quot;:&quot;Primary&quot;,&quot;Section&quot;:2,&quot;Top&quot;:0.0,&quot;Left&quot;:0.0}" style="position:absolute;left:0;text-align:left;margin-left:0;margin-top:15pt;width:612pt;height:24.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" o:allowincell="f" filled="f" stroked="f" strokeweight=".5pt">
              <v:textbox inset="20pt,0,,0">
                <w:txbxContent>
                  <w:p w14:paraId="20C5D98C" w14:textId="77777777" w:rsidR="00B83CA4" w:rsidRPr="006D0E50" w:rsidRDefault="00B83CA4" w:rsidP="00B83CA4">
                    <w:pPr>
                      <w:spacing w:after="0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9047A80" w14:textId="77777777" w:rsidR="00E66927" w:rsidRDefault="00E669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C0B4B"/>
    <w:multiLevelType w:val="multilevel"/>
    <w:tmpl w:val="B1187B3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A603B28"/>
    <w:multiLevelType w:val="hybridMultilevel"/>
    <w:tmpl w:val="5FDC01E6"/>
    <w:lvl w:ilvl="0" w:tplc="04090003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1F103C9"/>
    <w:multiLevelType w:val="multilevel"/>
    <w:tmpl w:val="B1187B32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CD72BC"/>
    <w:multiLevelType w:val="hybridMultilevel"/>
    <w:tmpl w:val="C50E2B6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3506A60"/>
    <w:multiLevelType w:val="hybridMultilevel"/>
    <w:tmpl w:val="7E2495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7B33A8"/>
    <w:multiLevelType w:val="hybridMultilevel"/>
    <w:tmpl w:val="D592DF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F51385"/>
    <w:multiLevelType w:val="hybridMultilevel"/>
    <w:tmpl w:val="F4642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10D5B"/>
    <w:multiLevelType w:val="hybridMultilevel"/>
    <w:tmpl w:val="0248FE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761D6"/>
    <w:multiLevelType w:val="hybridMultilevel"/>
    <w:tmpl w:val="86CA5C18"/>
    <w:lvl w:ilvl="0" w:tplc="A79CAA58">
      <w:start w:val="1"/>
      <w:numFmt w:val="decimal"/>
      <w:lvlText w:val="%1-"/>
      <w:lvlJc w:val="left"/>
      <w:pPr>
        <w:ind w:left="720" w:hanging="360"/>
      </w:pPr>
      <w:rPr>
        <w:rFonts w:ascii="Calibri Light" w:hAnsi="Calibri Light" w:cs="Calibri Light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395423">
    <w:abstractNumId w:val="0"/>
  </w:num>
  <w:num w:numId="2" w16cid:durableId="1406369194">
    <w:abstractNumId w:val="2"/>
  </w:num>
  <w:num w:numId="3" w16cid:durableId="993411495">
    <w:abstractNumId w:val="5"/>
  </w:num>
  <w:num w:numId="4" w16cid:durableId="1474102935">
    <w:abstractNumId w:val="4"/>
  </w:num>
  <w:num w:numId="5" w16cid:durableId="1419062807">
    <w:abstractNumId w:val="3"/>
  </w:num>
  <w:num w:numId="6" w16cid:durableId="1945066109">
    <w:abstractNumId w:val="6"/>
  </w:num>
  <w:num w:numId="7" w16cid:durableId="1220820531">
    <w:abstractNumId w:val="7"/>
  </w:num>
  <w:num w:numId="8" w16cid:durableId="736707578">
    <w:abstractNumId w:val="1"/>
  </w:num>
  <w:num w:numId="9" w16cid:durableId="154679731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7B"/>
    <w:rsid w:val="00000FB9"/>
    <w:rsid w:val="00001574"/>
    <w:rsid w:val="000027DC"/>
    <w:rsid w:val="00003581"/>
    <w:rsid w:val="00003E0D"/>
    <w:rsid w:val="0000417C"/>
    <w:rsid w:val="00005061"/>
    <w:rsid w:val="00005351"/>
    <w:rsid w:val="00006A60"/>
    <w:rsid w:val="00006B75"/>
    <w:rsid w:val="000071CE"/>
    <w:rsid w:val="000073B2"/>
    <w:rsid w:val="0001142F"/>
    <w:rsid w:val="00011810"/>
    <w:rsid w:val="000137F5"/>
    <w:rsid w:val="000149AE"/>
    <w:rsid w:val="00014CAC"/>
    <w:rsid w:val="000159CF"/>
    <w:rsid w:val="00015BDE"/>
    <w:rsid w:val="00016AF2"/>
    <w:rsid w:val="00017B4E"/>
    <w:rsid w:val="000201A1"/>
    <w:rsid w:val="000221B7"/>
    <w:rsid w:val="000222F2"/>
    <w:rsid w:val="000250D3"/>
    <w:rsid w:val="0002550F"/>
    <w:rsid w:val="0002610B"/>
    <w:rsid w:val="00026470"/>
    <w:rsid w:val="0002757C"/>
    <w:rsid w:val="00030951"/>
    <w:rsid w:val="00031AE4"/>
    <w:rsid w:val="00031BE8"/>
    <w:rsid w:val="0003378F"/>
    <w:rsid w:val="00034229"/>
    <w:rsid w:val="0003449A"/>
    <w:rsid w:val="0003474F"/>
    <w:rsid w:val="00035A56"/>
    <w:rsid w:val="00036A15"/>
    <w:rsid w:val="00040175"/>
    <w:rsid w:val="00042ACF"/>
    <w:rsid w:val="00042CBD"/>
    <w:rsid w:val="00043726"/>
    <w:rsid w:val="00044381"/>
    <w:rsid w:val="000443D0"/>
    <w:rsid w:val="00047BC5"/>
    <w:rsid w:val="00050D8F"/>
    <w:rsid w:val="00051B47"/>
    <w:rsid w:val="00053586"/>
    <w:rsid w:val="000600F8"/>
    <w:rsid w:val="00060D55"/>
    <w:rsid w:val="000637CE"/>
    <w:rsid w:val="000650D6"/>
    <w:rsid w:val="00066218"/>
    <w:rsid w:val="000675DE"/>
    <w:rsid w:val="00071437"/>
    <w:rsid w:val="0007344F"/>
    <w:rsid w:val="0007530B"/>
    <w:rsid w:val="00077A62"/>
    <w:rsid w:val="00084511"/>
    <w:rsid w:val="00084B9A"/>
    <w:rsid w:val="00084F33"/>
    <w:rsid w:val="00084FBA"/>
    <w:rsid w:val="000857D4"/>
    <w:rsid w:val="000858A7"/>
    <w:rsid w:val="00085DED"/>
    <w:rsid w:val="000909E5"/>
    <w:rsid w:val="000916DE"/>
    <w:rsid w:val="000919E6"/>
    <w:rsid w:val="00091D3A"/>
    <w:rsid w:val="00092DDE"/>
    <w:rsid w:val="00096B09"/>
    <w:rsid w:val="00097971"/>
    <w:rsid w:val="00097A76"/>
    <w:rsid w:val="000A0278"/>
    <w:rsid w:val="000A04C4"/>
    <w:rsid w:val="000A22DA"/>
    <w:rsid w:val="000A3DBC"/>
    <w:rsid w:val="000A3F4F"/>
    <w:rsid w:val="000A4F73"/>
    <w:rsid w:val="000A5818"/>
    <w:rsid w:val="000A65B4"/>
    <w:rsid w:val="000A6B91"/>
    <w:rsid w:val="000A6DCE"/>
    <w:rsid w:val="000A791D"/>
    <w:rsid w:val="000B06E5"/>
    <w:rsid w:val="000B11C8"/>
    <w:rsid w:val="000B1268"/>
    <w:rsid w:val="000B1D4C"/>
    <w:rsid w:val="000B23F0"/>
    <w:rsid w:val="000B330A"/>
    <w:rsid w:val="000B3775"/>
    <w:rsid w:val="000B44BB"/>
    <w:rsid w:val="000B5644"/>
    <w:rsid w:val="000B6621"/>
    <w:rsid w:val="000B6B35"/>
    <w:rsid w:val="000B7D29"/>
    <w:rsid w:val="000C02EC"/>
    <w:rsid w:val="000C22C7"/>
    <w:rsid w:val="000C4646"/>
    <w:rsid w:val="000C4DEF"/>
    <w:rsid w:val="000C6CD4"/>
    <w:rsid w:val="000C7375"/>
    <w:rsid w:val="000D0393"/>
    <w:rsid w:val="000D0AD0"/>
    <w:rsid w:val="000D1165"/>
    <w:rsid w:val="000D14CF"/>
    <w:rsid w:val="000D19F5"/>
    <w:rsid w:val="000D1CAD"/>
    <w:rsid w:val="000D2096"/>
    <w:rsid w:val="000D2A13"/>
    <w:rsid w:val="000D386D"/>
    <w:rsid w:val="000D3880"/>
    <w:rsid w:val="000D38CE"/>
    <w:rsid w:val="000D441A"/>
    <w:rsid w:val="000D4B5B"/>
    <w:rsid w:val="000D4D03"/>
    <w:rsid w:val="000D5B2C"/>
    <w:rsid w:val="000D7518"/>
    <w:rsid w:val="000E1AA3"/>
    <w:rsid w:val="000E2301"/>
    <w:rsid w:val="000E24A6"/>
    <w:rsid w:val="000E397B"/>
    <w:rsid w:val="000E4008"/>
    <w:rsid w:val="000E5A03"/>
    <w:rsid w:val="000E657B"/>
    <w:rsid w:val="000E6C79"/>
    <w:rsid w:val="000E7D17"/>
    <w:rsid w:val="000F1486"/>
    <w:rsid w:val="000F1D43"/>
    <w:rsid w:val="000F2153"/>
    <w:rsid w:val="000F2350"/>
    <w:rsid w:val="000F2F8A"/>
    <w:rsid w:val="000F34D6"/>
    <w:rsid w:val="000F4335"/>
    <w:rsid w:val="000F6204"/>
    <w:rsid w:val="000F653B"/>
    <w:rsid w:val="000F6670"/>
    <w:rsid w:val="000F6AE6"/>
    <w:rsid w:val="000F7F3E"/>
    <w:rsid w:val="001015D4"/>
    <w:rsid w:val="00101F6D"/>
    <w:rsid w:val="001020BB"/>
    <w:rsid w:val="00102881"/>
    <w:rsid w:val="00102FBB"/>
    <w:rsid w:val="00103B37"/>
    <w:rsid w:val="001062BE"/>
    <w:rsid w:val="00106D76"/>
    <w:rsid w:val="0010746E"/>
    <w:rsid w:val="001079B3"/>
    <w:rsid w:val="00107C36"/>
    <w:rsid w:val="0011159F"/>
    <w:rsid w:val="00111D8E"/>
    <w:rsid w:val="00112FBD"/>
    <w:rsid w:val="0011373E"/>
    <w:rsid w:val="0011481E"/>
    <w:rsid w:val="00114851"/>
    <w:rsid w:val="00115025"/>
    <w:rsid w:val="00116B9B"/>
    <w:rsid w:val="001202A2"/>
    <w:rsid w:val="00121A68"/>
    <w:rsid w:val="00121BD2"/>
    <w:rsid w:val="001231E4"/>
    <w:rsid w:val="00131AC5"/>
    <w:rsid w:val="00131C00"/>
    <w:rsid w:val="001328AA"/>
    <w:rsid w:val="00134171"/>
    <w:rsid w:val="001356DF"/>
    <w:rsid w:val="00136051"/>
    <w:rsid w:val="00136339"/>
    <w:rsid w:val="001373A2"/>
    <w:rsid w:val="00140962"/>
    <w:rsid w:val="001422DD"/>
    <w:rsid w:val="00142890"/>
    <w:rsid w:val="00142B07"/>
    <w:rsid w:val="00143867"/>
    <w:rsid w:val="00143C65"/>
    <w:rsid w:val="00145B59"/>
    <w:rsid w:val="001461D5"/>
    <w:rsid w:val="00146B03"/>
    <w:rsid w:val="001506B8"/>
    <w:rsid w:val="00150E44"/>
    <w:rsid w:val="001511FC"/>
    <w:rsid w:val="00151B44"/>
    <w:rsid w:val="001524C4"/>
    <w:rsid w:val="00153A9C"/>
    <w:rsid w:val="00154180"/>
    <w:rsid w:val="0015498B"/>
    <w:rsid w:val="00155CAC"/>
    <w:rsid w:val="00155DE2"/>
    <w:rsid w:val="0015738B"/>
    <w:rsid w:val="00160825"/>
    <w:rsid w:val="00160BC1"/>
    <w:rsid w:val="00161B88"/>
    <w:rsid w:val="001636D8"/>
    <w:rsid w:val="001646C4"/>
    <w:rsid w:val="0016573F"/>
    <w:rsid w:val="00166C95"/>
    <w:rsid w:val="0017023E"/>
    <w:rsid w:val="00170A8E"/>
    <w:rsid w:val="00170D52"/>
    <w:rsid w:val="00171B60"/>
    <w:rsid w:val="001744EB"/>
    <w:rsid w:val="00174DED"/>
    <w:rsid w:val="00175CEE"/>
    <w:rsid w:val="00175FD3"/>
    <w:rsid w:val="00176EAB"/>
    <w:rsid w:val="001800D0"/>
    <w:rsid w:val="001809A2"/>
    <w:rsid w:val="00182427"/>
    <w:rsid w:val="001827B4"/>
    <w:rsid w:val="001833F6"/>
    <w:rsid w:val="001844E2"/>
    <w:rsid w:val="001845AB"/>
    <w:rsid w:val="00184716"/>
    <w:rsid w:val="0018652A"/>
    <w:rsid w:val="00187A9D"/>
    <w:rsid w:val="00190CF5"/>
    <w:rsid w:val="00196CD8"/>
    <w:rsid w:val="001A1333"/>
    <w:rsid w:val="001A1341"/>
    <w:rsid w:val="001A2119"/>
    <w:rsid w:val="001A22E2"/>
    <w:rsid w:val="001A2A08"/>
    <w:rsid w:val="001A2AD8"/>
    <w:rsid w:val="001A3591"/>
    <w:rsid w:val="001A3EF7"/>
    <w:rsid w:val="001A4EF8"/>
    <w:rsid w:val="001A4F95"/>
    <w:rsid w:val="001A6465"/>
    <w:rsid w:val="001B0EA3"/>
    <w:rsid w:val="001B1503"/>
    <w:rsid w:val="001B1767"/>
    <w:rsid w:val="001B3A22"/>
    <w:rsid w:val="001B3B2F"/>
    <w:rsid w:val="001B4DC3"/>
    <w:rsid w:val="001B4DD1"/>
    <w:rsid w:val="001B4E92"/>
    <w:rsid w:val="001B56CC"/>
    <w:rsid w:val="001B63A5"/>
    <w:rsid w:val="001B7FE2"/>
    <w:rsid w:val="001C15AB"/>
    <w:rsid w:val="001C179E"/>
    <w:rsid w:val="001C4C6D"/>
    <w:rsid w:val="001C5692"/>
    <w:rsid w:val="001C573F"/>
    <w:rsid w:val="001C6772"/>
    <w:rsid w:val="001C7826"/>
    <w:rsid w:val="001D0732"/>
    <w:rsid w:val="001D18F3"/>
    <w:rsid w:val="001D255B"/>
    <w:rsid w:val="001D2DD1"/>
    <w:rsid w:val="001D7A04"/>
    <w:rsid w:val="001D7B2C"/>
    <w:rsid w:val="001E0B98"/>
    <w:rsid w:val="001E23E4"/>
    <w:rsid w:val="001E2967"/>
    <w:rsid w:val="001E2A2C"/>
    <w:rsid w:val="001E2A98"/>
    <w:rsid w:val="001E30E4"/>
    <w:rsid w:val="001E31BD"/>
    <w:rsid w:val="001E4107"/>
    <w:rsid w:val="001E611A"/>
    <w:rsid w:val="001E6D00"/>
    <w:rsid w:val="001E7C2F"/>
    <w:rsid w:val="001F085F"/>
    <w:rsid w:val="001F0C6E"/>
    <w:rsid w:val="001F0D24"/>
    <w:rsid w:val="001F12AE"/>
    <w:rsid w:val="001F32D9"/>
    <w:rsid w:val="001F4ABB"/>
    <w:rsid w:val="001F4C98"/>
    <w:rsid w:val="001F576E"/>
    <w:rsid w:val="001F6BFD"/>
    <w:rsid w:val="001F7EDD"/>
    <w:rsid w:val="002007DD"/>
    <w:rsid w:val="002018A1"/>
    <w:rsid w:val="002027C1"/>
    <w:rsid w:val="0020317A"/>
    <w:rsid w:val="00203D65"/>
    <w:rsid w:val="00204354"/>
    <w:rsid w:val="0020629E"/>
    <w:rsid w:val="002064B4"/>
    <w:rsid w:val="00211588"/>
    <w:rsid w:val="002119C6"/>
    <w:rsid w:val="00211CE8"/>
    <w:rsid w:val="00212D1F"/>
    <w:rsid w:val="00214357"/>
    <w:rsid w:val="00215C3C"/>
    <w:rsid w:val="00215DED"/>
    <w:rsid w:val="00220774"/>
    <w:rsid w:val="00220FA7"/>
    <w:rsid w:val="002217F8"/>
    <w:rsid w:val="00222B27"/>
    <w:rsid w:val="00222BC2"/>
    <w:rsid w:val="0022340C"/>
    <w:rsid w:val="002239DD"/>
    <w:rsid w:val="00224303"/>
    <w:rsid w:val="0022440D"/>
    <w:rsid w:val="00226EE3"/>
    <w:rsid w:val="00227B64"/>
    <w:rsid w:val="00231F4F"/>
    <w:rsid w:val="00232692"/>
    <w:rsid w:val="002364CE"/>
    <w:rsid w:val="002366CE"/>
    <w:rsid w:val="00236CF5"/>
    <w:rsid w:val="00241B4E"/>
    <w:rsid w:val="00242ABF"/>
    <w:rsid w:val="00244918"/>
    <w:rsid w:val="00244BBB"/>
    <w:rsid w:val="00244C93"/>
    <w:rsid w:val="00245EEA"/>
    <w:rsid w:val="00246B32"/>
    <w:rsid w:val="002516BD"/>
    <w:rsid w:val="00251858"/>
    <w:rsid w:val="00253306"/>
    <w:rsid w:val="00253432"/>
    <w:rsid w:val="00253502"/>
    <w:rsid w:val="00253544"/>
    <w:rsid w:val="00254581"/>
    <w:rsid w:val="00255B71"/>
    <w:rsid w:val="00255DD4"/>
    <w:rsid w:val="00256954"/>
    <w:rsid w:val="00257DE1"/>
    <w:rsid w:val="00262BDE"/>
    <w:rsid w:val="0026342F"/>
    <w:rsid w:val="0026711D"/>
    <w:rsid w:val="002672FC"/>
    <w:rsid w:val="002712AA"/>
    <w:rsid w:val="00271F53"/>
    <w:rsid w:val="002727E3"/>
    <w:rsid w:val="00273352"/>
    <w:rsid w:val="0027432A"/>
    <w:rsid w:val="002744A9"/>
    <w:rsid w:val="00275882"/>
    <w:rsid w:val="002775DC"/>
    <w:rsid w:val="00281B74"/>
    <w:rsid w:val="00281F10"/>
    <w:rsid w:val="00282658"/>
    <w:rsid w:val="00282F24"/>
    <w:rsid w:val="002831B7"/>
    <w:rsid w:val="002846DA"/>
    <w:rsid w:val="00284A2E"/>
    <w:rsid w:val="0028598C"/>
    <w:rsid w:val="00286F7E"/>
    <w:rsid w:val="002901AC"/>
    <w:rsid w:val="00290D3B"/>
    <w:rsid w:val="00295062"/>
    <w:rsid w:val="002A0DBA"/>
    <w:rsid w:val="002A3E1B"/>
    <w:rsid w:val="002A4168"/>
    <w:rsid w:val="002A5161"/>
    <w:rsid w:val="002A5624"/>
    <w:rsid w:val="002A6B92"/>
    <w:rsid w:val="002B02E3"/>
    <w:rsid w:val="002B2B70"/>
    <w:rsid w:val="002B3B19"/>
    <w:rsid w:val="002B47A5"/>
    <w:rsid w:val="002B4C87"/>
    <w:rsid w:val="002B62A4"/>
    <w:rsid w:val="002B63A1"/>
    <w:rsid w:val="002C225C"/>
    <w:rsid w:val="002C3365"/>
    <w:rsid w:val="002C3D23"/>
    <w:rsid w:val="002C4E5B"/>
    <w:rsid w:val="002C54AE"/>
    <w:rsid w:val="002C56C9"/>
    <w:rsid w:val="002C5B7B"/>
    <w:rsid w:val="002C64C2"/>
    <w:rsid w:val="002C6695"/>
    <w:rsid w:val="002C6F94"/>
    <w:rsid w:val="002C7795"/>
    <w:rsid w:val="002C7D31"/>
    <w:rsid w:val="002D2304"/>
    <w:rsid w:val="002D443C"/>
    <w:rsid w:val="002E0A94"/>
    <w:rsid w:val="002E1AD0"/>
    <w:rsid w:val="002E1F77"/>
    <w:rsid w:val="002E236F"/>
    <w:rsid w:val="002E3733"/>
    <w:rsid w:val="002E3A1F"/>
    <w:rsid w:val="002E4CE8"/>
    <w:rsid w:val="002E683E"/>
    <w:rsid w:val="002E77D0"/>
    <w:rsid w:val="002F1364"/>
    <w:rsid w:val="002F20F5"/>
    <w:rsid w:val="002F25C5"/>
    <w:rsid w:val="002F2D06"/>
    <w:rsid w:val="002F3311"/>
    <w:rsid w:val="002F33C6"/>
    <w:rsid w:val="002F4F47"/>
    <w:rsid w:val="002F5399"/>
    <w:rsid w:val="002F63B6"/>
    <w:rsid w:val="002F6F5B"/>
    <w:rsid w:val="002F7A9A"/>
    <w:rsid w:val="00300FFF"/>
    <w:rsid w:val="003020BD"/>
    <w:rsid w:val="003038AC"/>
    <w:rsid w:val="00307185"/>
    <w:rsid w:val="00310DB8"/>
    <w:rsid w:val="003118BD"/>
    <w:rsid w:val="00311E20"/>
    <w:rsid w:val="00312172"/>
    <w:rsid w:val="003134FC"/>
    <w:rsid w:val="003135BD"/>
    <w:rsid w:val="00315069"/>
    <w:rsid w:val="00316A6B"/>
    <w:rsid w:val="00317279"/>
    <w:rsid w:val="00320377"/>
    <w:rsid w:val="00320DC9"/>
    <w:rsid w:val="00321355"/>
    <w:rsid w:val="003214FB"/>
    <w:rsid w:val="00321FF9"/>
    <w:rsid w:val="003228E2"/>
    <w:rsid w:val="00323498"/>
    <w:rsid w:val="00324241"/>
    <w:rsid w:val="00325E4A"/>
    <w:rsid w:val="003303B6"/>
    <w:rsid w:val="00330AC6"/>
    <w:rsid w:val="00332044"/>
    <w:rsid w:val="00332182"/>
    <w:rsid w:val="00332B63"/>
    <w:rsid w:val="00332F74"/>
    <w:rsid w:val="00334153"/>
    <w:rsid w:val="003347C0"/>
    <w:rsid w:val="0033583E"/>
    <w:rsid w:val="00337543"/>
    <w:rsid w:val="003403C3"/>
    <w:rsid w:val="00340684"/>
    <w:rsid w:val="003425B5"/>
    <w:rsid w:val="0034261C"/>
    <w:rsid w:val="00343168"/>
    <w:rsid w:val="00343A43"/>
    <w:rsid w:val="00350DA9"/>
    <w:rsid w:val="00351B46"/>
    <w:rsid w:val="00352B8C"/>
    <w:rsid w:val="00356640"/>
    <w:rsid w:val="003566D8"/>
    <w:rsid w:val="00360226"/>
    <w:rsid w:val="003606B1"/>
    <w:rsid w:val="0036225C"/>
    <w:rsid w:val="0036239A"/>
    <w:rsid w:val="0036470D"/>
    <w:rsid w:val="0036568E"/>
    <w:rsid w:val="003667B6"/>
    <w:rsid w:val="00367503"/>
    <w:rsid w:val="003716C4"/>
    <w:rsid w:val="00373262"/>
    <w:rsid w:val="00374213"/>
    <w:rsid w:val="00374887"/>
    <w:rsid w:val="00375286"/>
    <w:rsid w:val="00377763"/>
    <w:rsid w:val="003801D2"/>
    <w:rsid w:val="0038127C"/>
    <w:rsid w:val="00384370"/>
    <w:rsid w:val="00385B47"/>
    <w:rsid w:val="0038649D"/>
    <w:rsid w:val="00386F80"/>
    <w:rsid w:val="00390DFD"/>
    <w:rsid w:val="003927BA"/>
    <w:rsid w:val="00393CD7"/>
    <w:rsid w:val="00393F02"/>
    <w:rsid w:val="003944DF"/>
    <w:rsid w:val="00394707"/>
    <w:rsid w:val="003952E3"/>
    <w:rsid w:val="00395C40"/>
    <w:rsid w:val="0039641A"/>
    <w:rsid w:val="003964AD"/>
    <w:rsid w:val="003A15CF"/>
    <w:rsid w:val="003A16BC"/>
    <w:rsid w:val="003A7604"/>
    <w:rsid w:val="003A7F91"/>
    <w:rsid w:val="003B05F3"/>
    <w:rsid w:val="003B27CE"/>
    <w:rsid w:val="003B4A04"/>
    <w:rsid w:val="003B4C72"/>
    <w:rsid w:val="003C11EB"/>
    <w:rsid w:val="003C191F"/>
    <w:rsid w:val="003C1F9F"/>
    <w:rsid w:val="003C2996"/>
    <w:rsid w:val="003C2F72"/>
    <w:rsid w:val="003C705B"/>
    <w:rsid w:val="003C73AF"/>
    <w:rsid w:val="003C7544"/>
    <w:rsid w:val="003D0E83"/>
    <w:rsid w:val="003D260A"/>
    <w:rsid w:val="003D42D4"/>
    <w:rsid w:val="003D5010"/>
    <w:rsid w:val="003D5F4C"/>
    <w:rsid w:val="003E057D"/>
    <w:rsid w:val="003E13E0"/>
    <w:rsid w:val="003E5AD7"/>
    <w:rsid w:val="003E6CA9"/>
    <w:rsid w:val="003F1B4E"/>
    <w:rsid w:val="003F1D1C"/>
    <w:rsid w:val="003F2158"/>
    <w:rsid w:val="003F2892"/>
    <w:rsid w:val="003F3E89"/>
    <w:rsid w:val="003F4E79"/>
    <w:rsid w:val="003F59A6"/>
    <w:rsid w:val="003F6521"/>
    <w:rsid w:val="003F7B18"/>
    <w:rsid w:val="003F7CC7"/>
    <w:rsid w:val="004004EA"/>
    <w:rsid w:val="00401992"/>
    <w:rsid w:val="004022DB"/>
    <w:rsid w:val="00402ABC"/>
    <w:rsid w:val="00402F71"/>
    <w:rsid w:val="004041DD"/>
    <w:rsid w:val="00405849"/>
    <w:rsid w:val="00406754"/>
    <w:rsid w:val="00407793"/>
    <w:rsid w:val="00410190"/>
    <w:rsid w:val="00410A91"/>
    <w:rsid w:val="0041145D"/>
    <w:rsid w:val="00412342"/>
    <w:rsid w:val="0041272B"/>
    <w:rsid w:val="004145B5"/>
    <w:rsid w:val="00414B82"/>
    <w:rsid w:val="0041505E"/>
    <w:rsid w:val="00416665"/>
    <w:rsid w:val="004178C0"/>
    <w:rsid w:val="00420A2D"/>
    <w:rsid w:val="00420B96"/>
    <w:rsid w:val="004234E1"/>
    <w:rsid w:val="00423772"/>
    <w:rsid w:val="00424B6F"/>
    <w:rsid w:val="00425269"/>
    <w:rsid w:val="004264F5"/>
    <w:rsid w:val="00430E5D"/>
    <w:rsid w:val="0043317A"/>
    <w:rsid w:val="004335E6"/>
    <w:rsid w:val="00433C20"/>
    <w:rsid w:val="004340A7"/>
    <w:rsid w:val="00434803"/>
    <w:rsid w:val="00434BD1"/>
    <w:rsid w:val="0043500C"/>
    <w:rsid w:val="004352E3"/>
    <w:rsid w:val="00440343"/>
    <w:rsid w:val="00440865"/>
    <w:rsid w:val="00440E12"/>
    <w:rsid w:val="00443F9B"/>
    <w:rsid w:val="0044577E"/>
    <w:rsid w:val="0044681F"/>
    <w:rsid w:val="00454817"/>
    <w:rsid w:val="00455258"/>
    <w:rsid w:val="00455374"/>
    <w:rsid w:val="00455577"/>
    <w:rsid w:val="00457CD2"/>
    <w:rsid w:val="00460A09"/>
    <w:rsid w:val="0046140B"/>
    <w:rsid w:val="00462934"/>
    <w:rsid w:val="00462C68"/>
    <w:rsid w:val="0046302D"/>
    <w:rsid w:val="00463888"/>
    <w:rsid w:val="00463CE3"/>
    <w:rsid w:val="0046516F"/>
    <w:rsid w:val="00465C05"/>
    <w:rsid w:val="004675C8"/>
    <w:rsid w:val="0046778B"/>
    <w:rsid w:val="00467AAB"/>
    <w:rsid w:val="00470DBA"/>
    <w:rsid w:val="0047144F"/>
    <w:rsid w:val="00471F95"/>
    <w:rsid w:val="00473FA2"/>
    <w:rsid w:val="004754E8"/>
    <w:rsid w:val="00475865"/>
    <w:rsid w:val="0047667C"/>
    <w:rsid w:val="0047669E"/>
    <w:rsid w:val="00477947"/>
    <w:rsid w:val="00477A86"/>
    <w:rsid w:val="004817C9"/>
    <w:rsid w:val="0048260C"/>
    <w:rsid w:val="00482A5D"/>
    <w:rsid w:val="0048407D"/>
    <w:rsid w:val="004844BC"/>
    <w:rsid w:val="00484F10"/>
    <w:rsid w:val="00485352"/>
    <w:rsid w:val="00486A13"/>
    <w:rsid w:val="0049184D"/>
    <w:rsid w:val="004924F7"/>
    <w:rsid w:val="00496F0D"/>
    <w:rsid w:val="004A0DE8"/>
    <w:rsid w:val="004A336C"/>
    <w:rsid w:val="004A3BBE"/>
    <w:rsid w:val="004A47D7"/>
    <w:rsid w:val="004A5AE7"/>
    <w:rsid w:val="004A6918"/>
    <w:rsid w:val="004A6CD8"/>
    <w:rsid w:val="004A7BF8"/>
    <w:rsid w:val="004A7C71"/>
    <w:rsid w:val="004B00BA"/>
    <w:rsid w:val="004B0FE1"/>
    <w:rsid w:val="004B2660"/>
    <w:rsid w:val="004B32ED"/>
    <w:rsid w:val="004B6250"/>
    <w:rsid w:val="004B6C52"/>
    <w:rsid w:val="004C0BDA"/>
    <w:rsid w:val="004C1D69"/>
    <w:rsid w:val="004C34B6"/>
    <w:rsid w:val="004C3AEC"/>
    <w:rsid w:val="004C498A"/>
    <w:rsid w:val="004C5CC7"/>
    <w:rsid w:val="004C6AE3"/>
    <w:rsid w:val="004C75F1"/>
    <w:rsid w:val="004D37F6"/>
    <w:rsid w:val="004D3FCB"/>
    <w:rsid w:val="004D4911"/>
    <w:rsid w:val="004D4982"/>
    <w:rsid w:val="004D5CC1"/>
    <w:rsid w:val="004E0072"/>
    <w:rsid w:val="004E189A"/>
    <w:rsid w:val="004E1A1A"/>
    <w:rsid w:val="004E3D6E"/>
    <w:rsid w:val="004E412F"/>
    <w:rsid w:val="004E7591"/>
    <w:rsid w:val="004E7845"/>
    <w:rsid w:val="004F0205"/>
    <w:rsid w:val="004F12DD"/>
    <w:rsid w:val="004F143E"/>
    <w:rsid w:val="004F2219"/>
    <w:rsid w:val="004F3FBC"/>
    <w:rsid w:val="004F419D"/>
    <w:rsid w:val="004F561E"/>
    <w:rsid w:val="004F56B8"/>
    <w:rsid w:val="004F5F0C"/>
    <w:rsid w:val="004F708C"/>
    <w:rsid w:val="004F745E"/>
    <w:rsid w:val="004F7864"/>
    <w:rsid w:val="00503353"/>
    <w:rsid w:val="005040DC"/>
    <w:rsid w:val="0050413F"/>
    <w:rsid w:val="005047AF"/>
    <w:rsid w:val="00505A9F"/>
    <w:rsid w:val="00506173"/>
    <w:rsid w:val="0051018D"/>
    <w:rsid w:val="00511383"/>
    <w:rsid w:val="00511D57"/>
    <w:rsid w:val="00514C11"/>
    <w:rsid w:val="00515664"/>
    <w:rsid w:val="005157B7"/>
    <w:rsid w:val="00515D78"/>
    <w:rsid w:val="00515EDA"/>
    <w:rsid w:val="00520B29"/>
    <w:rsid w:val="00520F97"/>
    <w:rsid w:val="00521987"/>
    <w:rsid w:val="005219E1"/>
    <w:rsid w:val="0052236F"/>
    <w:rsid w:val="0052376A"/>
    <w:rsid w:val="005244A3"/>
    <w:rsid w:val="005245B5"/>
    <w:rsid w:val="00524A31"/>
    <w:rsid w:val="005312A0"/>
    <w:rsid w:val="00531B58"/>
    <w:rsid w:val="005320F1"/>
    <w:rsid w:val="00532182"/>
    <w:rsid w:val="00536CE3"/>
    <w:rsid w:val="005403A1"/>
    <w:rsid w:val="00540A0A"/>
    <w:rsid w:val="00545A1B"/>
    <w:rsid w:val="00546AAB"/>
    <w:rsid w:val="00547A57"/>
    <w:rsid w:val="00550149"/>
    <w:rsid w:val="00550675"/>
    <w:rsid w:val="00550D8A"/>
    <w:rsid w:val="00551EEB"/>
    <w:rsid w:val="005538E7"/>
    <w:rsid w:val="00553AD2"/>
    <w:rsid w:val="00554A93"/>
    <w:rsid w:val="00555024"/>
    <w:rsid w:val="005556A6"/>
    <w:rsid w:val="00555833"/>
    <w:rsid w:val="005566F9"/>
    <w:rsid w:val="005578CA"/>
    <w:rsid w:val="00561123"/>
    <w:rsid w:val="0056134C"/>
    <w:rsid w:val="00563A53"/>
    <w:rsid w:val="00564561"/>
    <w:rsid w:val="00564C64"/>
    <w:rsid w:val="00564EFD"/>
    <w:rsid w:val="005654D0"/>
    <w:rsid w:val="0056598E"/>
    <w:rsid w:val="00566985"/>
    <w:rsid w:val="00566CA7"/>
    <w:rsid w:val="00572E2C"/>
    <w:rsid w:val="0057451F"/>
    <w:rsid w:val="00574BC5"/>
    <w:rsid w:val="00576C7E"/>
    <w:rsid w:val="005776CC"/>
    <w:rsid w:val="00580E21"/>
    <w:rsid w:val="00581619"/>
    <w:rsid w:val="0058175B"/>
    <w:rsid w:val="00581F9C"/>
    <w:rsid w:val="0058438F"/>
    <w:rsid w:val="0058678E"/>
    <w:rsid w:val="005874D2"/>
    <w:rsid w:val="00591097"/>
    <w:rsid w:val="00591F29"/>
    <w:rsid w:val="005926BB"/>
    <w:rsid w:val="00593A73"/>
    <w:rsid w:val="00593AFF"/>
    <w:rsid w:val="00594311"/>
    <w:rsid w:val="00594A44"/>
    <w:rsid w:val="005955C4"/>
    <w:rsid w:val="00596281"/>
    <w:rsid w:val="00596576"/>
    <w:rsid w:val="005978B2"/>
    <w:rsid w:val="005A06B0"/>
    <w:rsid w:val="005A49A5"/>
    <w:rsid w:val="005A5810"/>
    <w:rsid w:val="005B09D0"/>
    <w:rsid w:val="005B11F4"/>
    <w:rsid w:val="005B23E7"/>
    <w:rsid w:val="005B4BDC"/>
    <w:rsid w:val="005C0968"/>
    <w:rsid w:val="005C172A"/>
    <w:rsid w:val="005C1DF3"/>
    <w:rsid w:val="005C20A0"/>
    <w:rsid w:val="005C23E0"/>
    <w:rsid w:val="005C2A97"/>
    <w:rsid w:val="005C2E0D"/>
    <w:rsid w:val="005C4739"/>
    <w:rsid w:val="005C5456"/>
    <w:rsid w:val="005C68F0"/>
    <w:rsid w:val="005C6A60"/>
    <w:rsid w:val="005C7D12"/>
    <w:rsid w:val="005D07F0"/>
    <w:rsid w:val="005D31E9"/>
    <w:rsid w:val="005D3888"/>
    <w:rsid w:val="005D416A"/>
    <w:rsid w:val="005D43E2"/>
    <w:rsid w:val="005D5951"/>
    <w:rsid w:val="005D7194"/>
    <w:rsid w:val="005D7253"/>
    <w:rsid w:val="005D7C9E"/>
    <w:rsid w:val="005E06EC"/>
    <w:rsid w:val="005E09C5"/>
    <w:rsid w:val="005E1661"/>
    <w:rsid w:val="005E2168"/>
    <w:rsid w:val="005E44C0"/>
    <w:rsid w:val="005E4A22"/>
    <w:rsid w:val="005E4EF4"/>
    <w:rsid w:val="005F0532"/>
    <w:rsid w:val="005F05ED"/>
    <w:rsid w:val="005F227B"/>
    <w:rsid w:val="005F2BD3"/>
    <w:rsid w:val="005F520A"/>
    <w:rsid w:val="0060082C"/>
    <w:rsid w:val="00600D91"/>
    <w:rsid w:val="00602BC8"/>
    <w:rsid w:val="0060369C"/>
    <w:rsid w:val="006039EF"/>
    <w:rsid w:val="00604F43"/>
    <w:rsid w:val="00605AE4"/>
    <w:rsid w:val="00606858"/>
    <w:rsid w:val="0061025F"/>
    <w:rsid w:val="00610FF0"/>
    <w:rsid w:val="00613B15"/>
    <w:rsid w:val="00613FD7"/>
    <w:rsid w:val="00614FF9"/>
    <w:rsid w:val="0061609A"/>
    <w:rsid w:val="00616828"/>
    <w:rsid w:val="0061748C"/>
    <w:rsid w:val="006207A9"/>
    <w:rsid w:val="00621DAB"/>
    <w:rsid w:val="006228AA"/>
    <w:rsid w:val="00625012"/>
    <w:rsid w:val="0062733C"/>
    <w:rsid w:val="006316B3"/>
    <w:rsid w:val="00631DEE"/>
    <w:rsid w:val="00633AD1"/>
    <w:rsid w:val="00634064"/>
    <w:rsid w:val="0063418B"/>
    <w:rsid w:val="006365EC"/>
    <w:rsid w:val="006366D5"/>
    <w:rsid w:val="00636F14"/>
    <w:rsid w:val="0063717E"/>
    <w:rsid w:val="0063733C"/>
    <w:rsid w:val="0063786B"/>
    <w:rsid w:val="00637B0D"/>
    <w:rsid w:val="00640862"/>
    <w:rsid w:val="0064159E"/>
    <w:rsid w:val="0065016D"/>
    <w:rsid w:val="006518A7"/>
    <w:rsid w:val="006527A4"/>
    <w:rsid w:val="00652F96"/>
    <w:rsid w:val="0065414F"/>
    <w:rsid w:val="006549AE"/>
    <w:rsid w:val="00655E57"/>
    <w:rsid w:val="00656667"/>
    <w:rsid w:val="00656CF0"/>
    <w:rsid w:val="00662279"/>
    <w:rsid w:val="00665D41"/>
    <w:rsid w:val="0066746B"/>
    <w:rsid w:val="006679E1"/>
    <w:rsid w:val="00667CD7"/>
    <w:rsid w:val="00670532"/>
    <w:rsid w:val="00670AAE"/>
    <w:rsid w:val="00671747"/>
    <w:rsid w:val="00671D34"/>
    <w:rsid w:val="00672480"/>
    <w:rsid w:val="00673056"/>
    <w:rsid w:val="00675B14"/>
    <w:rsid w:val="006765AC"/>
    <w:rsid w:val="0068023A"/>
    <w:rsid w:val="00680736"/>
    <w:rsid w:val="00680B04"/>
    <w:rsid w:val="006816BC"/>
    <w:rsid w:val="00681988"/>
    <w:rsid w:val="00682586"/>
    <w:rsid w:val="006828F5"/>
    <w:rsid w:val="00683485"/>
    <w:rsid w:val="0068490F"/>
    <w:rsid w:val="00685884"/>
    <w:rsid w:val="0069053B"/>
    <w:rsid w:val="00692074"/>
    <w:rsid w:val="00694112"/>
    <w:rsid w:val="00694515"/>
    <w:rsid w:val="00697849"/>
    <w:rsid w:val="00697FEB"/>
    <w:rsid w:val="006A0398"/>
    <w:rsid w:val="006A0B70"/>
    <w:rsid w:val="006A1871"/>
    <w:rsid w:val="006A2F81"/>
    <w:rsid w:val="006A3F62"/>
    <w:rsid w:val="006A4366"/>
    <w:rsid w:val="006A4DF0"/>
    <w:rsid w:val="006A520C"/>
    <w:rsid w:val="006A75DC"/>
    <w:rsid w:val="006B0AB3"/>
    <w:rsid w:val="006B1E9D"/>
    <w:rsid w:val="006B65E7"/>
    <w:rsid w:val="006B672F"/>
    <w:rsid w:val="006B6AA7"/>
    <w:rsid w:val="006B78CE"/>
    <w:rsid w:val="006C1244"/>
    <w:rsid w:val="006C1578"/>
    <w:rsid w:val="006C3D7B"/>
    <w:rsid w:val="006C3F83"/>
    <w:rsid w:val="006C474C"/>
    <w:rsid w:val="006C4D34"/>
    <w:rsid w:val="006C4F12"/>
    <w:rsid w:val="006C5218"/>
    <w:rsid w:val="006C5762"/>
    <w:rsid w:val="006C6277"/>
    <w:rsid w:val="006C75AB"/>
    <w:rsid w:val="006D10B8"/>
    <w:rsid w:val="006D1ABA"/>
    <w:rsid w:val="006D1AD5"/>
    <w:rsid w:val="006D1F25"/>
    <w:rsid w:val="006D25BE"/>
    <w:rsid w:val="006D27E7"/>
    <w:rsid w:val="006D31C7"/>
    <w:rsid w:val="006D3F2B"/>
    <w:rsid w:val="006D50A8"/>
    <w:rsid w:val="006D6974"/>
    <w:rsid w:val="006E3D6D"/>
    <w:rsid w:val="006E4117"/>
    <w:rsid w:val="006E51AE"/>
    <w:rsid w:val="006E6D76"/>
    <w:rsid w:val="006E71D7"/>
    <w:rsid w:val="006E7CFB"/>
    <w:rsid w:val="006F22F5"/>
    <w:rsid w:val="006F3661"/>
    <w:rsid w:val="006F37BE"/>
    <w:rsid w:val="006F38C5"/>
    <w:rsid w:val="006F4754"/>
    <w:rsid w:val="006F5153"/>
    <w:rsid w:val="006F688F"/>
    <w:rsid w:val="00700653"/>
    <w:rsid w:val="00700EEA"/>
    <w:rsid w:val="00705598"/>
    <w:rsid w:val="007056BC"/>
    <w:rsid w:val="00705A33"/>
    <w:rsid w:val="00706097"/>
    <w:rsid w:val="00707323"/>
    <w:rsid w:val="007105AA"/>
    <w:rsid w:val="00710AC1"/>
    <w:rsid w:val="00710F74"/>
    <w:rsid w:val="00711064"/>
    <w:rsid w:val="00712229"/>
    <w:rsid w:val="00713097"/>
    <w:rsid w:val="007149F7"/>
    <w:rsid w:val="0071579D"/>
    <w:rsid w:val="00715EAF"/>
    <w:rsid w:val="00716756"/>
    <w:rsid w:val="0071747F"/>
    <w:rsid w:val="00720A78"/>
    <w:rsid w:val="00721686"/>
    <w:rsid w:val="00722678"/>
    <w:rsid w:val="00723069"/>
    <w:rsid w:val="00723421"/>
    <w:rsid w:val="00724DB3"/>
    <w:rsid w:val="00724EC5"/>
    <w:rsid w:val="00726AB0"/>
    <w:rsid w:val="00726CD8"/>
    <w:rsid w:val="007278F6"/>
    <w:rsid w:val="00727B23"/>
    <w:rsid w:val="00730D88"/>
    <w:rsid w:val="00730E14"/>
    <w:rsid w:val="007316A7"/>
    <w:rsid w:val="00731B81"/>
    <w:rsid w:val="00731F86"/>
    <w:rsid w:val="007327CE"/>
    <w:rsid w:val="00732A58"/>
    <w:rsid w:val="00733250"/>
    <w:rsid w:val="0073614E"/>
    <w:rsid w:val="007366D2"/>
    <w:rsid w:val="0073683C"/>
    <w:rsid w:val="00736C0F"/>
    <w:rsid w:val="00736FA3"/>
    <w:rsid w:val="00737539"/>
    <w:rsid w:val="00737E92"/>
    <w:rsid w:val="007404CC"/>
    <w:rsid w:val="00740924"/>
    <w:rsid w:val="00742543"/>
    <w:rsid w:val="00742C3D"/>
    <w:rsid w:val="007435AB"/>
    <w:rsid w:val="007438F3"/>
    <w:rsid w:val="00746272"/>
    <w:rsid w:val="00746AE9"/>
    <w:rsid w:val="0075008D"/>
    <w:rsid w:val="0075131A"/>
    <w:rsid w:val="007529BE"/>
    <w:rsid w:val="0075432D"/>
    <w:rsid w:val="00755728"/>
    <w:rsid w:val="007570C2"/>
    <w:rsid w:val="0076152F"/>
    <w:rsid w:val="00762B20"/>
    <w:rsid w:val="007634B9"/>
    <w:rsid w:val="00763AC1"/>
    <w:rsid w:val="007641A4"/>
    <w:rsid w:val="0076453B"/>
    <w:rsid w:val="007655F0"/>
    <w:rsid w:val="007658BD"/>
    <w:rsid w:val="007666E1"/>
    <w:rsid w:val="00766FFC"/>
    <w:rsid w:val="00770736"/>
    <w:rsid w:val="00771B5C"/>
    <w:rsid w:val="007722D5"/>
    <w:rsid w:val="00772A6E"/>
    <w:rsid w:val="00773285"/>
    <w:rsid w:val="00775AA4"/>
    <w:rsid w:val="00776958"/>
    <w:rsid w:val="00780B4F"/>
    <w:rsid w:val="00780E1B"/>
    <w:rsid w:val="00783128"/>
    <w:rsid w:val="0078341F"/>
    <w:rsid w:val="00783FEA"/>
    <w:rsid w:val="0078652D"/>
    <w:rsid w:val="0078711C"/>
    <w:rsid w:val="007871A5"/>
    <w:rsid w:val="007872B5"/>
    <w:rsid w:val="007874CD"/>
    <w:rsid w:val="0079090F"/>
    <w:rsid w:val="007929D2"/>
    <w:rsid w:val="00792E2B"/>
    <w:rsid w:val="00793B77"/>
    <w:rsid w:val="00794523"/>
    <w:rsid w:val="007959BC"/>
    <w:rsid w:val="007976F9"/>
    <w:rsid w:val="007A0636"/>
    <w:rsid w:val="007A06A0"/>
    <w:rsid w:val="007A0883"/>
    <w:rsid w:val="007A0CB7"/>
    <w:rsid w:val="007A288B"/>
    <w:rsid w:val="007A398D"/>
    <w:rsid w:val="007A71D3"/>
    <w:rsid w:val="007A77B1"/>
    <w:rsid w:val="007A7A60"/>
    <w:rsid w:val="007B0B7C"/>
    <w:rsid w:val="007B0E59"/>
    <w:rsid w:val="007B142E"/>
    <w:rsid w:val="007B1556"/>
    <w:rsid w:val="007B1906"/>
    <w:rsid w:val="007B29EE"/>
    <w:rsid w:val="007B3EB7"/>
    <w:rsid w:val="007B4E58"/>
    <w:rsid w:val="007B6AAB"/>
    <w:rsid w:val="007C10EC"/>
    <w:rsid w:val="007C3168"/>
    <w:rsid w:val="007C4883"/>
    <w:rsid w:val="007C4AE5"/>
    <w:rsid w:val="007C6232"/>
    <w:rsid w:val="007C79BC"/>
    <w:rsid w:val="007D0098"/>
    <w:rsid w:val="007D347C"/>
    <w:rsid w:val="007D42A3"/>
    <w:rsid w:val="007D4B64"/>
    <w:rsid w:val="007D514A"/>
    <w:rsid w:val="007D6634"/>
    <w:rsid w:val="007D6CB4"/>
    <w:rsid w:val="007E0693"/>
    <w:rsid w:val="007E06B6"/>
    <w:rsid w:val="007E3042"/>
    <w:rsid w:val="007E39F3"/>
    <w:rsid w:val="007E3DC0"/>
    <w:rsid w:val="007E7D57"/>
    <w:rsid w:val="007F05BE"/>
    <w:rsid w:val="007F3AD5"/>
    <w:rsid w:val="007F52A9"/>
    <w:rsid w:val="007F7E32"/>
    <w:rsid w:val="008004BD"/>
    <w:rsid w:val="00800549"/>
    <w:rsid w:val="008010B2"/>
    <w:rsid w:val="00801C98"/>
    <w:rsid w:val="00802570"/>
    <w:rsid w:val="00803160"/>
    <w:rsid w:val="00803932"/>
    <w:rsid w:val="00803AD8"/>
    <w:rsid w:val="00805268"/>
    <w:rsid w:val="00805E2A"/>
    <w:rsid w:val="0081033B"/>
    <w:rsid w:val="00810A0A"/>
    <w:rsid w:val="00811F36"/>
    <w:rsid w:val="0081273F"/>
    <w:rsid w:val="00812F79"/>
    <w:rsid w:val="00814F64"/>
    <w:rsid w:val="00815212"/>
    <w:rsid w:val="008200F1"/>
    <w:rsid w:val="008206CD"/>
    <w:rsid w:val="00820B71"/>
    <w:rsid w:val="008217BA"/>
    <w:rsid w:val="0082280B"/>
    <w:rsid w:val="00823AED"/>
    <w:rsid w:val="008242FF"/>
    <w:rsid w:val="008244B1"/>
    <w:rsid w:val="00824AA5"/>
    <w:rsid w:val="00825C69"/>
    <w:rsid w:val="00825D49"/>
    <w:rsid w:val="00831833"/>
    <w:rsid w:val="00831A31"/>
    <w:rsid w:val="00834198"/>
    <w:rsid w:val="0083647E"/>
    <w:rsid w:val="00841230"/>
    <w:rsid w:val="008424ED"/>
    <w:rsid w:val="008438E4"/>
    <w:rsid w:val="00845289"/>
    <w:rsid w:val="00845488"/>
    <w:rsid w:val="008454E0"/>
    <w:rsid w:val="0084636B"/>
    <w:rsid w:val="00847A73"/>
    <w:rsid w:val="0085066D"/>
    <w:rsid w:val="00850D26"/>
    <w:rsid w:val="008515FD"/>
    <w:rsid w:val="00851FC3"/>
    <w:rsid w:val="008524EC"/>
    <w:rsid w:val="008534A7"/>
    <w:rsid w:val="00853DA4"/>
    <w:rsid w:val="0085697E"/>
    <w:rsid w:val="00857426"/>
    <w:rsid w:val="00860032"/>
    <w:rsid w:val="008602E7"/>
    <w:rsid w:val="00860396"/>
    <w:rsid w:val="008605E2"/>
    <w:rsid w:val="00860C5A"/>
    <w:rsid w:val="00860F77"/>
    <w:rsid w:val="00863ADE"/>
    <w:rsid w:val="008640B6"/>
    <w:rsid w:val="00864566"/>
    <w:rsid w:val="008673EB"/>
    <w:rsid w:val="00867668"/>
    <w:rsid w:val="00867A42"/>
    <w:rsid w:val="00867CB5"/>
    <w:rsid w:val="00870073"/>
    <w:rsid w:val="00871895"/>
    <w:rsid w:val="00873361"/>
    <w:rsid w:val="00873C2B"/>
    <w:rsid w:val="00875C1C"/>
    <w:rsid w:val="00876879"/>
    <w:rsid w:val="00877FF4"/>
    <w:rsid w:val="00882023"/>
    <w:rsid w:val="008838F9"/>
    <w:rsid w:val="00884269"/>
    <w:rsid w:val="0088626F"/>
    <w:rsid w:val="008878FC"/>
    <w:rsid w:val="0089173B"/>
    <w:rsid w:val="008919F3"/>
    <w:rsid w:val="008967D1"/>
    <w:rsid w:val="00897C48"/>
    <w:rsid w:val="008A087E"/>
    <w:rsid w:val="008A1392"/>
    <w:rsid w:val="008A1C0F"/>
    <w:rsid w:val="008A4422"/>
    <w:rsid w:val="008A6530"/>
    <w:rsid w:val="008A6E69"/>
    <w:rsid w:val="008B1CAD"/>
    <w:rsid w:val="008B2366"/>
    <w:rsid w:val="008B38A1"/>
    <w:rsid w:val="008B563E"/>
    <w:rsid w:val="008B5D14"/>
    <w:rsid w:val="008B645E"/>
    <w:rsid w:val="008B75C5"/>
    <w:rsid w:val="008C226C"/>
    <w:rsid w:val="008C3437"/>
    <w:rsid w:val="008C39FA"/>
    <w:rsid w:val="008C5383"/>
    <w:rsid w:val="008C56C1"/>
    <w:rsid w:val="008C5CF5"/>
    <w:rsid w:val="008C60D3"/>
    <w:rsid w:val="008C6ACC"/>
    <w:rsid w:val="008C79C6"/>
    <w:rsid w:val="008D0050"/>
    <w:rsid w:val="008D031C"/>
    <w:rsid w:val="008D3542"/>
    <w:rsid w:val="008D3FB6"/>
    <w:rsid w:val="008D466E"/>
    <w:rsid w:val="008D4C79"/>
    <w:rsid w:val="008D4F8E"/>
    <w:rsid w:val="008D5341"/>
    <w:rsid w:val="008D5380"/>
    <w:rsid w:val="008D6F63"/>
    <w:rsid w:val="008E0AE6"/>
    <w:rsid w:val="008E0ECC"/>
    <w:rsid w:val="008E18E9"/>
    <w:rsid w:val="008E25C2"/>
    <w:rsid w:val="008E2BAB"/>
    <w:rsid w:val="008E2F40"/>
    <w:rsid w:val="008E4ADD"/>
    <w:rsid w:val="008E6781"/>
    <w:rsid w:val="008E7D93"/>
    <w:rsid w:val="008F22DC"/>
    <w:rsid w:val="008F5648"/>
    <w:rsid w:val="008F69A4"/>
    <w:rsid w:val="008F7372"/>
    <w:rsid w:val="008F7E48"/>
    <w:rsid w:val="009022DB"/>
    <w:rsid w:val="00903E69"/>
    <w:rsid w:val="0090407C"/>
    <w:rsid w:val="009040B3"/>
    <w:rsid w:val="00904283"/>
    <w:rsid w:val="0090428E"/>
    <w:rsid w:val="00906345"/>
    <w:rsid w:val="0090715E"/>
    <w:rsid w:val="009077A4"/>
    <w:rsid w:val="0091041B"/>
    <w:rsid w:val="00910E13"/>
    <w:rsid w:val="00911C3D"/>
    <w:rsid w:val="009178DA"/>
    <w:rsid w:val="00921EB8"/>
    <w:rsid w:val="00922FE2"/>
    <w:rsid w:val="0092585F"/>
    <w:rsid w:val="009317E1"/>
    <w:rsid w:val="009318AF"/>
    <w:rsid w:val="00931B59"/>
    <w:rsid w:val="0093293D"/>
    <w:rsid w:val="00932FF1"/>
    <w:rsid w:val="00933CC8"/>
    <w:rsid w:val="00935B89"/>
    <w:rsid w:val="00936236"/>
    <w:rsid w:val="00936E4C"/>
    <w:rsid w:val="009376D8"/>
    <w:rsid w:val="00937CE3"/>
    <w:rsid w:val="00940344"/>
    <w:rsid w:val="00941844"/>
    <w:rsid w:val="00942F33"/>
    <w:rsid w:val="0094419C"/>
    <w:rsid w:val="00944AF0"/>
    <w:rsid w:val="0094550A"/>
    <w:rsid w:val="00946EF7"/>
    <w:rsid w:val="00951F27"/>
    <w:rsid w:val="009521A6"/>
    <w:rsid w:val="0095404E"/>
    <w:rsid w:val="0095499A"/>
    <w:rsid w:val="009553CF"/>
    <w:rsid w:val="00955B9A"/>
    <w:rsid w:val="00957291"/>
    <w:rsid w:val="00961FD6"/>
    <w:rsid w:val="0096203A"/>
    <w:rsid w:val="0096301F"/>
    <w:rsid w:val="00965779"/>
    <w:rsid w:val="00965B70"/>
    <w:rsid w:val="009677B0"/>
    <w:rsid w:val="00967917"/>
    <w:rsid w:val="00970436"/>
    <w:rsid w:val="00970EE7"/>
    <w:rsid w:val="0097169E"/>
    <w:rsid w:val="00973134"/>
    <w:rsid w:val="00973592"/>
    <w:rsid w:val="0097383A"/>
    <w:rsid w:val="009740B1"/>
    <w:rsid w:val="00974405"/>
    <w:rsid w:val="00981612"/>
    <w:rsid w:val="00981845"/>
    <w:rsid w:val="00982E00"/>
    <w:rsid w:val="009834EF"/>
    <w:rsid w:val="00984235"/>
    <w:rsid w:val="0098465F"/>
    <w:rsid w:val="00985A89"/>
    <w:rsid w:val="00986052"/>
    <w:rsid w:val="00990CCC"/>
    <w:rsid w:val="00991256"/>
    <w:rsid w:val="00991452"/>
    <w:rsid w:val="00994AB4"/>
    <w:rsid w:val="009952C2"/>
    <w:rsid w:val="0099625D"/>
    <w:rsid w:val="00997C20"/>
    <w:rsid w:val="00997FE9"/>
    <w:rsid w:val="009A1048"/>
    <w:rsid w:val="009A1FD1"/>
    <w:rsid w:val="009A29DA"/>
    <w:rsid w:val="009A2F27"/>
    <w:rsid w:val="009A3014"/>
    <w:rsid w:val="009A3433"/>
    <w:rsid w:val="009A4648"/>
    <w:rsid w:val="009A5248"/>
    <w:rsid w:val="009B16D0"/>
    <w:rsid w:val="009B20C6"/>
    <w:rsid w:val="009B458C"/>
    <w:rsid w:val="009B5011"/>
    <w:rsid w:val="009B5E74"/>
    <w:rsid w:val="009B5F04"/>
    <w:rsid w:val="009B7B56"/>
    <w:rsid w:val="009C1961"/>
    <w:rsid w:val="009C2C73"/>
    <w:rsid w:val="009C3389"/>
    <w:rsid w:val="009C34D8"/>
    <w:rsid w:val="009C3923"/>
    <w:rsid w:val="009C39F0"/>
    <w:rsid w:val="009C4D92"/>
    <w:rsid w:val="009C51FB"/>
    <w:rsid w:val="009D3CEC"/>
    <w:rsid w:val="009D4149"/>
    <w:rsid w:val="009D433C"/>
    <w:rsid w:val="009D4B0E"/>
    <w:rsid w:val="009D5DF8"/>
    <w:rsid w:val="009D6F82"/>
    <w:rsid w:val="009D7652"/>
    <w:rsid w:val="009E17A0"/>
    <w:rsid w:val="009E2CFA"/>
    <w:rsid w:val="009E2F6A"/>
    <w:rsid w:val="009E3F61"/>
    <w:rsid w:val="009E4397"/>
    <w:rsid w:val="009E43C5"/>
    <w:rsid w:val="009E4939"/>
    <w:rsid w:val="009E4FC6"/>
    <w:rsid w:val="009E54EF"/>
    <w:rsid w:val="009E67FC"/>
    <w:rsid w:val="009E685E"/>
    <w:rsid w:val="009E70B9"/>
    <w:rsid w:val="009E7113"/>
    <w:rsid w:val="009E7211"/>
    <w:rsid w:val="009F03C3"/>
    <w:rsid w:val="009F0844"/>
    <w:rsid w:val="009F1CD4"/>
    <w:rsid w:val="009F1ED2"/>
    <w:rsid w:val="009F3395"/>
    <w:rsid w:val="009F4052"/>
    <w:rsid w:val="009F4085"/>
    <w:rsid w:val="009F5D3F"/>
    <w:rsid w:val="009F74EF"/>
    <w:rsid w:val="009F756F"/>
    <w:rsid w:val="00A00EBC"/>
    <w:rsid w:val="00A01BAC"/>
    <w:rsid w:val="00A02F7B"/>
    <w:rsid w:val="00A03F0D"/>
    <w:rsid w:val="00A044D3"/>
    <w:rsid w:val="00A044EB"/>
    <w:rsid w:val="00A0460D"/>
    <w:rsid w:val="00A058D0"/>
    <w:rsid w:val="00A05C73"/>
    <w:rsid w:val="00A06228"/>
    <w:rsid w:val="00A06C8A"/>
    <w:rsid w:val="00A07498"/>
    <w:rsid w:val="00A07E30"/>
    <w:rsid w:val="00A10478"/>
    <w:rsid w:val="00A105A4"/>
    <w:rsid w:val="00A11329"/>
    <w:rsid w:val="00A1193B"/>
    <w:rsid w:val="00A1535E"/>
    <w:rsid w:val="00A16627"/>
    <w:rsid w:val="00A168AE"/>
    <w:rsid w:val="00A16C9B"/>
    <w:rsid w:val="00A177CF"/>
    <w:rsid w:val="00A179D0"/>
    <w:rsid w:val="00A212AF"/>
    <w:rsid w:val="00A21E88"/>
    <w:rsid w:val="00A22933"/>
    <w:rsid w:val="00A22951"/>
    <w:rsid w:val="00A234D5"/>
    <w:rsid w:val="00A24D7B"/>
    <w:rsid w:val="00A25103"/>
    <w:rsid w:val="00A25467"/>
    <w:rsid w:val="00A2582B"/>
    <w:rsid w:val="00A25886"/>
    <w:rsid w:val="00A26117"/>
    <w:rsid w:val="00A2611E"/>
    <w:rsid w:val="00A26C74"/>
    <w:rsid w:val="00A26F0F"/>
    <w:rsid w:val="00A2728F"/>
    <w:rsid w:val="00A27612"/>
    <w:rsid w:val="00A27DDF"/>
    <w:rsid w:val="00A30496"/>
    <w:rsid w:val="00A32CC9"/>
    <w:rsid w:val="00A34F80"/>
    <w:rsid w:val="00A34FB9"/>
    <w:rsid w:val="00A35007"/>
    <w:rsid w:val="00A36871"/>
    <w:rsid w:val="00A42E58"/>
    <w:rsid w:val="00A431BD"/>
    <w:rsid w:val="00A44303"/>
    <w:rsid w:val="00A448B5"/>
    <w:rsid w:val="00A44FB2"/>
    <w:rsid w:val="00A462C5"/>
    <w:rsid w:val="00A470AF"/>
    <w:rsid w:val="00A47D6A"/>
    <w:rsid w:val="00A50FBC"/>
    <w:rsid w:val="00A525C3"/>
    <w:rsid w:val="00A54ECE"/>
    <w:rsid w:val="00A55AB4"/>
    <w:rsid w:val="00A60719"/>
    <w:rsid w:val="00A61459"/>
    <w:rsid w:val="00A6192E"/>
    <w:rsid w:val="00A62F14"/>
    <w:rsid w:val="00A64D02"/>
    <w:rsid w:val="00A65526"/>
    <w:rsid w:val="00A65AAF"/>
    <w:rsid w:val="00A66EBF"/>
    <w:rsid w:val="00A67E03"/>
    <w:rsid w:val="00A70DD4"/>
    <w:rsid w:val="00A7172C"/>
    <w:rsid w:val="00A72BB6"/>
    <w:rsid w:val="00A72DF6"/>
    <w:rsid w:val="00A74DFD"/>
    <w:rsid w:val="00A75836"/>
    <w:rsid w:val="00A76B04"/>
    <w:rsid w:val="00A800C8"/>
    <w:rsid w:val="00A803FC"/>
    <w:rsid w:val="00A80C0A"/>
    <w:rsid w:val="00A81334"/>
    <w:rsid w:val="00A85D70"/>
    <w:rsid w:val="00A8624E"/>
    <w:rsid w:val="00A87EAD"/>
    <w:rsid w:val="00A9052E"/>
    <w:rsid w:val="00A912C5"/>
    <w:rsid w:val="00A9259E"/>
    <w:rsid w:val="00A925EF"/>
    <w:rsid w:val="00A94701"/>
    <w:rsid w:val="00A94AE6"/>
    <w:rsid w:val="00A96205"/>
    <w:rsid w:val="00AA0010"/>
    <w:rsid w:val="00AA1B39"/>
    <w:rsid w:val="00AA1B3D"/>
    <w:rsid w:val="00AA2CFD"/>
    <w:rsid w:val="00AA304F"/>
    <w:rsid w:val="00AA460C"/>
    <w:rsid w:val="00AA510B"/>
    <w:rsid w:val="00AA5425"/>
    <w:rsid w:val="00AA5875"/>
    <w:rsid w:val="00AA5FD3"/>
    <w:rsid w:val="00AA6114"/>
    <w:rsid w:val="00AA7A61"/>
    <w:rsid w:val="00AB00F8"/>
    <w:rsid w:val="00AB243B"/>
    <w:rsid w:val="00AD3082"/>
    <w:rsid w:val="00AD3A87"/>
    <w:rsid w:val="00AD4A91"/>
    <w:rsid w:val="00AD4C45"/>
    <w:rsid w:val="00AE22AD"/>
    <w:rsid w:val="00AE2D66"/>
    <w:rsid w:val="00AE45BE"/>
    <w:rsid w:val="00AE46AB"/>
    <w:rsid w:val="00AE55A7"/>
    <w:rsid w:val="00AE6FFD"/>
    <w:rsid w:val="00AF0DB6"/>
    <w:rsid w:val="00AF2462"/>
    <w:rsid w:val="00AF24CA"/>
    <w:rsid w:val="00AF4E5A"/>
    <w:rsid w:val="00AF5002"/>
    <w:rsid w:val="00AF55F3"/>
    <w:rsid w:val="00AF6928"/>
    <w:rsid w:val="00B00B4F"/>
    <w:rsid w:val="00B01A91"/>
    <w:rsid w:val="00B02DE4"/>
    <w:rsid w:val="00B03334"/>
    <w:rsid w:val="00B047FD"/>
    <w:rsid w:val="00B05994"/>
    <w:rsid w:val="00B0645F"/>
    <w:rsid w:val="00B06620"/>
    <w:rsid w:val="00B07DD3"/>
    <w:rsid w:val="00B130EB"/>
    <w:rsid w:val="00B143B1"/>
    <w:rsid w:val="00B16AD0"/>
    <w:rsid w:val="00B16CEB"/>
    <w:rsid w:val="00B17D76"/>
    <w:rsid w:val="00B20066"/>
    <w:rsid w:val="00B20773"/>
    <w:rsid w:val="00B207BE"/>
    <w:rsid w:val="00B21702"/>
    <w:rsid w:val="00B219EC"/>
    <w:rsid w:val="00B22AE2"/>
    <w:rsid w:val="00B22EC6"/>
    <w:rsid w:val="00B2480B"/>
    <w:rsid w:val="00B26EE0"/>
    <w:rsid w:val="00B27E01"/>
    <w:rsid w:val="00B27F3A"/>
    <w:rsid w:val="00B301BB"/>
    <w:rsid w:val="00B313B3"/>
    <w:rsid w:val="00B32755"/>
    <w:rsid w:val="00B32C5F"/>
    <w:rsid w:val="00B32F1B"/>
    <w:rsid w:val="00B3556B"/>
    <w:rsid w:val="00B35CD1"/>
    <w:rsid w:val="00B364C0"/>
    <w:rsid w:val="00B37432"/>
    <w:rsid w:val="00B37B0F"/>
    <w:rsid w:val="00B4073A"/>
    <w:rsid w:val="00B40B85"/>
    <w:rsid w:val="00B427E0"/>
    <w:rsid w:val="00B433C6"/>
    <w:rsid w:val="00B454B8"/>
    <w:rsid w:val="00B4796C"/>
    <w:rsid w:val="00B5000F"/>
    <w:rsid w:val="00B52F43"/>
    <w:rsid w:val="00B539AC"/>
    <w:rsid w:val="00B549C8"/>
    <w:rsid w:val="00B55126"/>
    <w:rsid w:val="00B55B3E"/>
    <w:rsid w:val="00B55D28"/>
    <w:rsid w:val="00B61842"/>
    <w:rsid w:val="00B6229C"/>
    <w:rsid w:val="00B632C0"/>
    <w:rsid w:val="00B63362"/>
    <w:rsid w:val="00B63878"/>
    <w:rsid w:val="00B63D5C"/>
    <w:rsid w:val="00B64C1A"/>
    <w:rsid w:val="00B650E5"/>
    <w:rsid w:val="00B659F9"/>
    <w:rsid w:val="00B7064C"/>
    <w:rsid w:val="00B70B39"/>
    <w:rsid w:val="00B724B7"/>
    <w:rsid w:val="00B724EE"/>
    <w:rsid w:val="00B72F75"/>
    <w:rsid w:val="00B74DAC"/>
    <w:rsid w:val="00B7540A"/>
    <w:rsid w:val="00B76C6F"/>
    <w:rsid w:val="00B80213"/>
    <w:rsid w:val="00B81CD7"/>
    <w:rsid w:val="00B81E56"/>
    <w:rsid w:val="00B8266B"/>
    <w:rsid w:val="00B827E2"/>
    <w:rsid w:val="00B82952"/>
    <w:rsid w:val="00B82DCC"/>
    <w:rsid w:val="00B82F0A"/>
    <w:rsid w:val="00B8357D"/>
    <w:rsid w:val="00B83CA4"/>
    <w:rsid w:val="00B842BA"/>
    <w:rsid w:val="00B84517"/>
    <w:rsid w:val="00B84B14"/>
    <w:rsid w:val="00B8527C"/>
    <w:rsid w:val="00B86B41"/>
    <w:rsid w:val="00B94935"/>
    <w:rsid w:val="00B94997"/>
    <w:rsid w:val="00B9640F"/>
    <w:rsid w:val="00B96659"/>
    <w:rsid w:val="00B97143"/>
    <w:rsid w:val="00BA046D"/>
    <w:rsid w:val="00BA0980"/>
    <w:rsid w:val="00BA175B"/>
    <w:rsid w:val="00BA254A"/>
    <w:rsid w:val="00BA338D"/>
    <w:rsid w:val="00BA35FE"/>
    <w:rsid w:val="00BA521B"/>
    <w:rsid w:val="00BA6BBF"/>
    <w:rsid w:val="00BB0F10"/>
    <w:rsid w:val="00BB191E"/>
    <w:rsid w:val="00BB410D"/>
    <w:rsid w:val="00BB5397"/>
    <w:rsid w:val="00BB5951"/>
    <w:rsid w:val="00BB6B35"/>
    <w:rsid w:val="00BB6D7D"/>
    <w:rsid w:val="00BB763A"/>
    <w:rsid w:val="00BB7DAC"/>
    <w:rsid w:val="00BB7E56"/>
    <w:rsid w:val="00BC111C"/>
    <w:rsid w:val="00BC4297"/>
    <w:rsid w:val="00BC6C01"/>
    <w:rsid w:val="00BC7D8E"/>
    <w:rsid w:val="00BD066B"/>
    <w:rsid w:val="00BD0A18"/>
    <w:rsid w:val="00BD123B"/>
    <w:rsid w:val="00BD1759"/>
    <w:rsid w:val="00BD1B8D"/>
    <w:rsid w:val="00BD1F73"/>
    <w:rsid w:val="00BD241E"/>
    <w:rsid w:val="00BD264E"/>
    <w:rsid w:val="00BD4BA5"/>
    <w:rsid w:val="00BD4F07"/>
    <w:rsid w:val="00BD5262"/>
    <w:rsid w:val="00BD572A"/>
    <w:rsid w:val="00BD62E6"/>
    <w:rsid w:val="00BD6C76"/>
    <w:rsid w:val="00BE1648"/>
    <w:rsid w:val="00BE2D30"/>
    <w:rsid w:val="00BE34FA"/>
    <w:rsid w:val="00BE3F56"/>
    <w:rsid w:val="00BE7504"/>
    <w:rsid w:val="00BF17C4"/>
    <w:rsid w:val="00BF1F55"/>
    <w:rsid w:val="00BF387F"/>
    <w:rsid w:val="00BF4A23"/>
    <w:rsid w:val="00BF555E"/>
    <w:rsid w:val="00BF7AE8"/>
    <w:rsid w:val="00C0323A"/>
    <w:rsid w:val="00C0351A"/>
    <w:rsid w:val="00C04D0E"/>
    <w:rsid w:val="00C05B8E"/>
    <w:rsid w:val="00C07AD7"/>
    <w:rsid w:val="00C109C5"/>
    <w:rsid w:val="00C11531"/>
    <w:rsid w:val="00C11A38"/>
    <w:rsid w:val="00C11D5E"/>
    <w:rsid w:val="00C11E77"/>
    <w:rsid w:val="00C12355"/>
    <w:rsid w:val="00C13392"/>
    <w:rsid w:val="00C137B9"/>
    <w:rsid w:val="00C14108"/>
    <w:rsid w:val="00C14FE9"/>
    <w:rsid w:val="00C15317"/>
    <w:rsid w:val="00C163AB"/>
    <w:rsid w:val="00C169E9"/>
    <w:rsid w:val="00C205B9"/>
    <w:rsid w:val="00C218C8"/>
    <w:rsid w:val="00C22BD7"/>
    <w:rsid w:val="00C23257"/>
    <w:rsid w:val="00C233F8"/>
    <w:rsid w:val="00C2346D"/>
    <w:rsid w:val="00C23F86"/>
    <w:rsid w:val="00C240FA"/>
    <w:rsid w:val="00C24C71"/>
    <w:rsid w:val="00C24DF5"/>
    <w:rsid w:val="00C250CA"/>
    <w:rsid w:val="00C254E9"/>
    <w:rsid w:val="00C25F27"/>
    <w:rsid w:val="00C25F6C"/>
    <w:rsid w:val="00C2608D"/>
    <w:rsid w:val="00C27899"/>
    <w:rsid w:val="00C30347"/>
    <w:rsid w:val="00C31EC1"/>
    <w:rsid w:val="00C3205C"/>
    <w:rsid w:val="00C32E1E"/>
    <w:rsid w:val="00C32FBF"/>
    <w:rsid w:val="00C33060"/>
    <w:rsid w:val="00C339A5"/>
    <w:rsid w:val="00C3441C"/>
    <w:rsid w:val="00C35437"/>
    <w:rsid w:val="00C35683"/>
    <w:rsid w:val="00C36A67"/>
    <w:rsid w:val="00C41921"/>
    <w:rsid w:val="00C463D3"/>
    <w:rsid w:val="00C46A7F"/>
    <w:rsid w:val="00C46DCF"/>
    <w:rsid w:val="00C476DA"/>
    <w:rsid w:val="00C4793A"/>
    <w:rsid w:val="00C501FB"/>
    <w:rsid w:val="00C506BE"/>
    <w:rsid w:val="00C5190E"/>
    <w:rsid w:val="00C52F3E"/>
    <w:rsid w:val="00C540FD"/>
    <w:rsid w:val="00C54BCA"/>
    <w:rsid w:val="00C557D4"/>
    <w:rsid w:val="00C57675"/>
    <w:rsid w:val="00C626D1"/>
    <w:rsid w:val="00C6344A"/>
    <w:rsid w:val="00C63633"/>
    <w:rsid w:val="00C65256"/>
    <w:rsid w:val="00C67150"/>
    <w:rsid w:val="00C67C91"/>
    <w:rsid w:val="00C70F97"/>
    <w:rsid w:val="00C71247"/>
    <w:rsid w:val="00C714C2"/>
    <w:rsid w:val="00C724F9"/>
    <w:rsid w:val="00C726D7"/>
    <w:rsid w:val="00C72ECD"/>
    <w:rsid w:val="00C75291"/>
    <w:rsid w:val="00C757F0"/>
    <w:rsid w:val="00C759A7"/>
    <w:rsid w:val="00C75C96"/>
    <w:rsid w:val="00C76AF3"/>
    <w:rsid w:val="00C8002D"/>
    <w:rsid w:val="00C801E0"/>
    <w:rsid w:val="00C80811"/>
    <w:rsid w:val="00C81DA8"/>
    <w:rsid w:val="00C820E1"/>
    <w:rsid w:val="00C82242"/>
    <w:rsid w:val="00C826F7"/>
    <w:rsid w:val="00C82DF8"/>
    <w:rsid w:val="00C834D6"/>
    <w:rsid w:val="00C83713"/>
    <w:rsid w:val="00C83744"/>
    <w:rsid w:val="00C8465E"/>
    <w:rsid w:val="00C8695D"/>
    <w:rsid w:val="00C93F51"/>
    <w:rsid w:val="00C953DE"/>
    <w:rsid w:val="00C96020"/>
    <w:rsid w:val="00CA1BF9"/>
    <w:rsid w:val="00CA4433"/>
    <w:rsid w:val="00CA556E"/>
    <w:rsid w:val="00CA61F0"/>
    <w:rsid w:val="00CA61F2"/>
    <w:rsid w:val="00CA6507"/>
    <w:rsid w:val="00CA6B0E"/>
    <w:rsid w:val="00CA7308"/>
    <w:rsid w:val="00CB0D16"/>
    <w:rsid w:val="00CB12C2"/>
    <w:rsid w:val="00CB1DC1"/>
    <w:rsid w:val="00CB2458"/>
    <w:rsid w:val="00CB2AC7"/>
    <w:rsid w:val="00CB43E7"/>
    <w:rsid w:val="00CB69DE"/>
    <w:rsid w:val="00CB7021"/>
    <w:rsid w:val="00CB70C1"/>
    <w:rsid w:val="00CC1A3B"/>
    <w:rsid w:val="00CC249D"/>
    <w:rsid w:val="00CC259B"/>
    <w:rsid w:val="00CC5124"/>
    <w:rsid w:val="00CC5EC1"/>
    <w:rsid w:val="00CC6F21"/>
    <w:rsid w:val="00CC7E1F"/>
    <w:rsid w:val="00CD0DB9"/>
    <w:rsid w:val="00CD10F8"/>
    <w:rsid w:val="00CD260B"/>
    <w:rsid w:val="00CD3309"/>
    <w:rsid w:val="00CD38E1"/>
    <w:rsid w:val="00CD47A3"/>
    <w:rsid w:val="00CD51A7"/>
    <w:rsid w:val="00CD53DF"/>
    <w:rsid w:val="00CD7AC2"/>
    <w:rsid w:val="00CE10B1"/>
    <w:rsid w:val="00CE195A"/>
    <w:rsid w:val="00CE1C61"/>
    <w:rsid w:val="00CE2862"/>
    <w:rsid w:val="00CE2993"/>
    <w:rsid w:val="00CE2F00"/>
    <w:rsid w:val="00CE34A6"/>
    <w:rsid w:val="00CE432F"/>
    <w:rsid w:val="00CE7A78"/>
    <w:rsid w:val="00CF03CF"/>
    <w:rsid w:val="00CF28B0"/>
    <w:rsid w:val="00CF3B12"/>
    <w:rsid w:val="00CF3C9D"/>
    <w:rsid w:val="00D0036B"/>
    <w:rsid w:val="00D00931"/>
    <w:rsid w:val="00D01F66"/>
    <w:rsid w:val="00D028F4"/>
    <w:rsid w:val="00D02EF1"/>
    <w:rsid w:val="00D038F3"/>
    <w:rsid w:val="00D03F6D"/>
    <w:rsid w:val="00D04AA3"/>
    <w:rsid w:val="00D12358"/>
    <w:rsid w:val="00D1293F"/>
    <w:rsid w:val="00D13EA2"/>
    <w:rsid w:val="00D142CC"/>
    <w:rsid w:val="00D15C85"/>
    <w:rsid w:val="00D16B34"/>
    <w:rsid w:val="00D20263"/>
    <w:rsid w:val="00D20862"/>
    <w:rsid w:val="00D20A57"/>
    <w:rsid w:val="00D2346D"/>
    <w:rsid w:val="00D2416B"/>
    <w:rsid w:val="00D24277"/>
    <w:rsid w:val="00D24658"/>
    <w:rsid w:val="00D2501B"/>
    <w:rsid w:val="00D25F87"/>
    <w:rsid w:val="00D279DC"/>
    <w:rsid w:val="00D27BBC"/>
    <w:rsid w:val="00D27C21"/>
    <w:rsid w:val="00D316E9"/>
    <w:rsid w:val="00D31D53"/>
    <w:rsid w:val="00D31FBF"/>
    <w:rsid w:val="00D32B21"/>
    <w:rsid w:val="00D33568"/>
    <w:rsid w:val="00D34E4D"/>
    <w:rsid w:val="00D35E55"/>
    <w:rsid w:val="00D36897"/>
    <w:rsid w:val="00D3695F"/>
    <w:rsid w:val="00D3755C"/>
    <w:rsid w:val="00D37A28"/>
    <w:rsid w:val="00D40E5F"/>
    <w:rsid w:val="00D41348"/>
    <w:rsid w:val="00D42023"/>
    <w:rsid w:val="00D4219C"/>
    <w:rsid w:val="00D43280"/>
    <w:rsid w:val="00D44E28"/>
    <w:rsid w:val="00D45B34"/>
    <w:rsid w:val="00D45D00"/>
    <w:rsid w:val="00D5190C"/>
    <w:rsid w:val="00D530C5"/>
    <w:rsid w:val="00D554AC"/>
    <w:rsid w:val="00D6063B"/>
    <w:rsid w:val="00D60D4C"/>
    <w:rsid w:val="00D61896"/>
    <w:rsid w:val="00D626A0"/>
    <w:rsid w:val="00D62FD5"/>
    <w:rsid w:val="00D64F29"/>
    <w:rsid w:val="00D65368"/>
    <w:rsid w:val="00D65E1B"/>
    <w:rsid w:val="00D6647C"/>
    <w:rsid w:val="00D672B0"/>
    <w:rsid w:val="00D67D45"/>
    <w:rsid w:val="00D72B33"/>
    <w:rsid w:val="00D74E6C"/>
    <w:rsid w:val="00D75839"/>
    <w:rsid w:val="00D761D2"/>
    <w:rsid w:val="00D77638"/>
    <w:rsid w:val="00D801B0"/>
    <w:rsid w:val="00D804DC"/>
    <w:rsid w:val="00D80624"/>
    <w:rsid w:val="00D807B5"/>
    <w:rsid w:val="00D80C02"/>
    <w:rsid w:val="00D81C99"/>
    <w:rsid w:val="00D81F2A"/>
    <w:rsid w:val="00D82AEA"/>
    <w:rsid w:val="00D843B7"/>
    <w:rsid w:val="00D849D6"/>
    <w:rsid w:val="00D84E31"/>
    <w:rsid w:val="00D857B6"/>
    <w:rsid w:val="00D85EE3"/>
    <w:rsid w:val="00D90C96"/>
    <w:rsid w:val="00D92A6F"/>
    <w:rsid w:val="00D92D71"/>
    <w:rsid w:val="00D93C7A"/>
    <w:rsid w:val="00D9561C"/>
    <w:rsid w:val="00D95CDB"/>
    <w:rsid w:val="00DA03BA"/>
    <w:rsid w:val="00DA397C"/>
    <w:rsid w:val="00DA420C"/>
    <w:rsid w:val="00DA6326"/>
    <w:rsid w:val="00DA68D4"/>
    <w:rsid w:val="00DA7C2B"/>
    <w:rsid w:val="00DB196D"/>
    <w:rsid w:val="00DB537B"/>
    <w:rsid w:val="00DB5540"/>
    <w:rsid w:val="00DB614C"/>
    <w:rsid w:val="00DB6435"/>
    <w:rsid w:val="00DB73AB"/>
    <w:rsid w:val="00DB7693"/>
    <w:rsid w:val="00DC0383"/>
    <w:rsid w:val="00DC0AB3"/>
    <w:rsid w:val="00DC0FB1"/>
    <w:rsid w:val="00DC49E6"/>
    <w:rsid w:val="00DC5373"/>
    <w:rsid w:val="00DD0101"/>
    <w:rsid w:val="00DD010E"/>
    <w:rsid w:val="00DD0C5D"/>
    <w:rsid w:val="00DD0E06"/>
    <w:rsid w:val="00DD205C"/>
    <w:rsid w:val="00DD40FA"/>
    <w:rsid w:val="00DD4C91"/>
    <w:rsid w:val="00DD4E64"/>
    <w:rsid w:val="00DD70AF"/>
    <w:rsid w:val="00DD7C89"/>
    <w:rsid w:val="00DD7D3C"/>
    <w:rsid w:val="00DE2B2D"/>
    <w:rsid w:val="00DE4270"/>
    <w:rsid w:val="00DE4AC4"/>
    <w:rsid w:val="00DE6838"/>
    <w:rsid w:val="00DE72FB"/>
    <w:rsid w:val="00DE7A18"/>
    <w:rsid w:val="00DE7A93"/>
    <w:rsid w:val="00DF0F02"/>
    <w:rsid w:val="00DF103A"/>
    <w:rsid w:val="00DF16DC"/>
    <w:rsid w:val="00DF1F19"/>
    <w:rsid w:val="00DF355A"/>
    <w:rsid w:val="00DF3C90"/>
    <w:rsid w:val="00DF3EF6"/>
    <w:rsid w:val="00DF54D6"/>
    <w:rsid w:val="00DF78EE"/>
    <w:rsid w:val="00E00937"/>
    <w:rsid w:val="00E01906"/>
    <w:rsid w:val="00E03A4A"/>
    <w:rsid w:val="00E040CA"/>
    <w:rsid w:val="00E043DC"/>
    <w:rsid w:val="00E05CBC"/>
    <w:rsid w:val="00E0674F"/>
    <w:rsid w:val="00E07807"/>
    <w:rsid w:val="00E078C7"/>
    <w:rsid w:val="00E12F5B"/>
    <w:rsid w:val="00E13309"/>
    <w:rsid w:val="00E145D6"/>
    <w:rsid w:val="00E155F1"/>
    <w:rsid w:val="00E15D0E"/>
    <w:rsid w:val="00E15E02"/>
    <w:rsid w:val="00E16632"/>
    <w:rsid w:val="00E17A02"/>
    <w:rsid w:val="00E2085C"/>
    <w:rsid w:val="00E2353D"/>
    <w:rsid w:val="00E236F2"/>
    <w:rsid w:val="00E23779"/>
    <w:rsid w:val="00E25011"/>
    <w:rsid w:val="00E26243"/>
    <w:rsid w:val="00E273E5"/>
    <w:rsid w:val="00E276E5"/>
    <w:rsid w:val="00E301A2"/>
    <w:rsid w:val="00E308F9"/>
    <w:rsid w:val="00E30AB5"/>
    <w:rsid w:val="00E31681"/>
    <w:rsid w:val="00E33540"/>
    <w:rsid w:val="00E35127"/>
    <w:rsid w:val="00E35AEF"/>
    <w:rsid w:val="00E3799A"/>
    <w:rsid w:val="00E37B67"/>
    <w:rsid w:val="00E4011F"/>
    <w:rsid w:val="00E427CB"/>
    <w:rsid w:val="00E438F8"/>
    <w:rsid w:val="00E43AD9"/>
    <w:rsid w:val="00E47513"/>
    <w:rsid w:val="00E47A12"/>
    <w:rsid w:val="00E501DD"/>
    <w:rsid w:val="00E53672"/>
    <w:rsid w:val="00E55590"/>
    <w:rsid w:val="00E57454"/>
    <w:rsid w:val="00E5797E"/>
    <w:rsid w:val="00E60752"/>
    <w:rsid w:val="00E61479"/>
    <w:rsid w:val="00E64969"/>
    <w:rsid w:val="00E64E56"/>
    <w:rsid w:val="00E6505C"/>
    <w:rsid w:val="00E654BC"/>
    <w:rsid w:val="00E6663E"/>
    <w:rsid w:val="00E666B3"/>
    <w:rsid w:val="00E66927"/>
    <w:rsid w:val="00E7166C"/>
    <w:rsid w:val="00E754B9"/>
    <w:rsid w:val="00E76957"/>
    <w:rsid w:val="00E77024"/>
    <w:rsid w:val="00E772EB"/>
    <w:rsid w:val="00E80235"/>
    <w:rsid w:val="00E818DD"/>
    <w:rsid w:val="00E8197B"/>
    <w:rsid w:val="00E81C5C"/>
    <w:rsid w:val="00E831E2"/>
    <w:rsid w:val="00E83568"/>
    <w:rsid w:val="00E836F9"/>
    <w:rsid w:val="00E844EF"/>
    <w:rsid w:val="00E86224"/>
    <w:rsid w:val="00E86D4F"/>
    <w:rsid w:val="00E8724D"/>
    <w:rsid w:val="00E87F6B"/>
    <w:rsid w:val="00E87F78"/>
    <w:rsid w:val="00E901B5"/>
    <w:rsid w:val="00E90902"/>
    <w:rsid w:val="00E94C27"/>
    <w:rsid w:val="00E95053"/>
    <w:rsid w:val="00E95BF4"/>
    <w:rsid w:val="00E96192"/>
    <w:rsid w:val="00E965BB"/>
    <w:rsid w:val="00E97266"/>
    <w:rsid w:val="00E9753A"/>
    <w:rsid w:val="00EA1D9A"/>
    <w:rsid w:val="00EA1F07"/>
    <w:rsid w:val="00EA244B"/>
    <w:rsid w:val="00EA3369"/>
    <w:rsid w:val="00EA4C75"/>
    <w:rsid w:val="00EA775D"/>
    <w:rsid w:val="00EA7AED"/>
    <w:rsid w:val="00EB02D2"/>
    <w:rsid w:val="00EB0DB9"/>
    <w:rsid w:val="00EB533B"/>
    <w:rsid w:val="00EB5686"/>
    <w:rsid w:val="00EB57DC"/>
    <w:rsid w:val="00EB6AC8"/>
    <w:rsid w:val="00EB7045"/>
    <w:rsid w:val="00EC0DFD"/>
    <w:rsid w:val="00EC245A"/>
    <w:rsid w:val="00EC2A1B"/>
    <w:rsid w:val="00EC359F"/>
    <w:rsid w:val="00EC453F"/>
    <w:rsid w:val="00EC5471"/>
    <w:rsid w:val="00EC742E"/>
    <w:rsid w:val="00EC785B"/>
    <w:rsid w:val="00ED0392"/>
    <w:rsid w:val="00ED1F49"/>
    <w:rsid w:val="00ED4AFF"/>
    <w:rsid w:val="00ED53DF"/>
    <w:rsid w:val="00ED5C34"/>
    <w:rsid w:val="00EE01C9"/>
    <w:rsid w:val="00EE572A"/>
    <w:rsid w:val="00EE6298"/>
    <w:rsid w:val="00EE65EE"/>
    <w:rsid w:val="00EF053E"/>
    <w:rsid w:val="00EF2169"/>
    <w:rsid w:val="00EF3D79"/>
    <w:rsid w:val="00EF5838"/>
    <w:rsid w:val="00EF7E8F"/>
    <w:rsid w:val="00F0078B"/>
    <w:rsid w:val="00F007D1"/>
    <w:rsid w:val="00F0176C"/>
    <w:rsid w:val="00F022C4"/>
    <w:rsid w:val="00F0316B"/>
    <w:rsid w:val="00F0325C"/>
    <w:rsid w:val="00F03708"/>
    <w:rsid w:val="00F03DBE"/>
    <w:rsid w:val="00F04D04"/>
    <w:rsid w:val="00F0669F"/>
    <w:rsid w:val="00F07BCA"/>
    <w:rsid w:val="00F11C03"/>
    <w:rsid w:val="00F12411"/>
    <w:rsid w:val="00F132D2"/>
    <w:rsid w:val="00F13968"/>
    <w:rsid w:val="00F13A5E"/>
    <w:rsid w:val="00F16A27"/>
    <w:rsid w:val="00F22B01"/>
    <w:rsid w:val="00F24808"/>
    <w:rsid w:val="00F24A20"/>
    <w:rsid w:val="00F25C65"/>
    <w:rsid w:val="00F260D6"/>
    <w:rsid w:val="00F26954"/>
    <w:rsid w:val="00F269D3"/>
    <w:rsid w:val="00F26C5E"/>
    <w:rsid w:val="00F32D47"/>
    <w:rsid w:val="00F333DA"/>
    <w:rsid w:val="00F33ECC"/>
    <w:rsid w:val="00F342BE"/>
    <w:rsid w:val="00F34B76"/>
    <w:rsid w:val="00F34E9E"/>
    <w:rsid w:val="00F35211"/>
    <w:rsid w:val="00F3578A"/>
    <w:rsid w:val="00F35C5E"/>
    <w:rsid w:val="00F37161"/>
    <w:rsid w:val="00F40269"/>
    <w:rsid w:val="00F403DA"/>
    <w:rsid w:val="00F4401B"/>
    <w:rsid w:val="00F4489E"/>
    <w:rsid w:val="00F45173"/>
    <w:rsid w:val="00F462C4"/>
    <w:rsid w:val="00F46A58"/>
    <w:rsid w:val="00F46A82"/>
    <w:rsid w:val="00F46E2A"/>
    <w:rsid w:val="00F500AF"/>
    <w:rsid w:val="00F501AA"/>
    <w:rsid w:val="00F51590"/>
    <w:rsid w:val="00F54599"/>
    <w:rsid w:val="00F55C81"/>
    <w:rsid w:val="00F5703E"/>
    <w:rsid w:val="00F57D2E"/>
    <w:rsid w:val="00F6229B"/>
    <w:rsid w:val="00F6229F"/>
    <w:rsid w:val="00F653A6"/>
    <w:rsid w:val="00F708E0"/>
    <w:rsid w:val="00F71A99"/>
    <w:rsid w:val="00F74C2E"/>
    <w:rsid w:val="00F76EA6"/>
    <w:rsid w:val="00F77668"/>
    <w:rsid w:val="00F8130D"/>
    <w:rsid w:val="00F8233C"/>
    <w:rsid w:val="00F834A4"/>
    <w:rsid w:val="00F845D9"/>
    <w:rsid w:val="00F85FAF"/>
    <w:rsid w:val="00F86182"/>
    <w:rsid w:val="00F865EF"/>
    <w:rsid w:val="00F86B66"/>
    <w:rsid w:val="00F86CC3"/>
    <w:rsid w:val="00F9296C"/>
    <w:rsid w:val="00F9360F"/>
    <w:rsid w:val="00F97D58"/>
    <w:rsid w:val="00F97D62"/>
    <w:rsid w:val="00FA2121"/>
    <w:rsid w:val="00FA24B8"/>
    <w:rsid w:val="00FA4F38"/>
    <w:rsid w:val="00FA4FC1"/>
    <w:rsid w:val="00FA6228"/>
    <w:rsid w:val="00FA6398"/>
    <w:rsid w:val="00FA7135"/>
    <w:rsid w:val="00FA791F"/>
    <w:rsid w:val="00FB0A44"/>
    <w:rsid w:val="00FB1633"/>
    <w:rsid w:val="00FB1C8F"/>
    <w:rsid w:val="00FB5B37"/>
    <w:rsid w:val="00FB67C0"/>
    <w:rsid w:val="00FC18E9"/>
    <w:rsid w:val="00FC1F81"/>
    <w:rsid w:val="00FC23B6"/>
    <w:rsid w:val="00FC2B57"/>
    <w:rsid w:val="00FC3935"/>
    <w:rsid w:val="00FC3D1B"/>
    <w:rsid w:val="00FC49B3"/>
    <w:rsid w:val="00FC7A73"/>
    <w:rsid w:val="00FD0B51"/>
    <w:rsid w:val="00FD274F"/>
    <w:rsid w:val="00FD34A6"/>
    <w:rsid w:val="00FD6D1A"/>
    <w:rsid w:val="00FD70F1"/>
    <w:rsid w:val="00FE08F1"/>
    <w:rsid w:val="00FE0933"/>
    <w:rsid w:val="00FE57E0"/>
    <w:rsid w:val="00FE5B20"/>
    <w:rsid w:val="00FE772D"/>
    <w:rsid w:val="00FF549D"/>
    <w:rsid w:val="00FF550B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2E079F"/>
  <w15:docId w15:val="{0EFD7944-EB8B-4DDA-8970-AF483BED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440" w:hanging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339"/>
  </w:style>
  <w:style w:type="paragraph" w:styleId="Heading2">
    <w:name w:val="heading 2"/>
    <w:basedOn w:val="Normal"/>
    <w:link w:val="Heading2Char"/>
    <w:uiPriority w:val="9"/>
    <w:unhideWhenUsed/>
    <w:qFormat/>
    <w:rsid w:val="00281F10"/>
    <w:pPr>
      <w:widowControl w:val="0"/>
      <w:autoSpaceDE w:val="0"/>
      <w:autoSpaceDN w:val="0"/>
      <w:spacing w:after="0" w:line="240" w:lineRule="auto"/>
      <w:ind w:left="118" w:firstLine="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693"/>
    <w:pPr>
      <w:ind w:left="720"/>
      <w:contextualSpacing/>
    </w:pPr>
  </w:style>
  <w:style w:type="table" w:styleId="TableGrid">
    <w:name w:val="Table Grid"/>
    <w:basedOn w:val="TableNormal"/>
    <w:uiPriority w:val="59"/>
    <w:rsid w:val="004C75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2">
    <w:name w:val="Body Text Indent 2"/>
    <w:basedOn w:val="Normal"/>
    <w:link w:val="BodyTextIndent2Char"/>
    <w:semiHidden/>
    <w:rsid w:val="00EA1D9A"/>
    <w:pPr>
      <w:spacing w:after="0" w:line="240" w:lineRule="auto"/>
      <w:ind w:left="1170" w:hanging="540"/>
      <w:jc w:val="lowKashida"/>
    </w:pPr>
    <w:rPr>
      <w:rFonts w:ascii="Times New Roman" w:eastAsia="Times New Roman" w:hAnsi="Times New Roman" w:cs="Traditional Arabic"/>
      <w:noProof/>
      <w:sz w:val="24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A1D9A"/>
    <w:rPr>
      <w:rFonts w:ascii="Times New Roman" w:eastAsia="Times New Roman" w:hAnsi="Times New Roman" w:cs="Traditional Arabic"/>
      <w:noProof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092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DDE"/>
  </w:style>
  <w:style w:type="paragraph" w:styleId="Footer">
    <w:name w:val="footer"/>
    <w:basedOn w:val="Normal"/>
    <w:link w:val="FooterChar"/>
    <w:uiPriority w:val="99"/>
    <w:unhideWhenUsed/>
    <w:rsid w:val="00092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DDE"/>
  </w:style>
  <w:style w:type="paragraph" w:styleId="PlainText">
    <w:name w:val="Plain Text"/>
    <w:basedOn w:val="Normal"/>
    <w:link w:val="PlainTextChar"/>
    <w:uiPriority w:val="99"/>
    <w:rsid w:val="0056456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64561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qFormat/>
    <w:rsid w:val="00E33540"/>
    <w:pPr>
      <w:spacing w:after="0" w:line="240" w:lineRule="auto"/>
      <w:jc w:val="center"/>
    </w:pPr>
    <w:rPr>
      <w:rFonts w:ascii="Times New Roman" w:eastAsia="Times New Roman" w:hAnsi="Times New Roman" w:cs="Traditional Arabic"/>
      <w:noProof/>
      <w:sz w:val="24"/>
      <w:szCs w:val="28"/>
    </w:rPr>
  </w:style>
  <w:style w:type="character" w:customStyle="1" w:styleId="TitleChar">
    <w:name w:val="Title Char"/>
    <w:basedOn w:val="DefaultParagraphFont"/>
    <w:link w:val="Title"/>
    <w:rsid w:val="00E33540"/>
    <w:rPr>
      <w:rFonts w:ascii="Times New Roman" w:eastAsia="Times New Roman" w:hAnsi="Times New Roman" w:cs="Traditional Arabic"/>
      <w:noProof/>
      <w:sz w:val="24"/>
      <w:szCs w:val="28"/>
    </w:rPr>
  </w:style>
  <w:style w:type="paragraph" w:customStyle="1" w:styleId="Mohammed">
    <w:name w:val="Mohammed"/>
    <w:basedOn w:val="Normal"/>
    <w:rsid w:val="00E33540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281B74"/>
    <w:pPr>
      <w:tabs>
        <w:tab w:val="left" w:pos="450"/>
      </w:tabs>
      <w:spacing w:after="0" w:line="240" w:lineRule="auto"/>
      <w:jc w:val="center"/>
    </w:pPr>
    <w:rPr>
      <w:rFonts w:ascii="Times New Roman" w:eastAsia="Times New Roman" w:hAnsi="Times New Roman" w:cs="Traditional Arabic"/>
      <w:noProof/>
      <w:sz w:val="24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281B74"/>
    <w:rPr>
      <w:rFonts w:ascii="Times New Roman" w:eastAsia="Times New Roman" w:hAnsi="Times New Roman" w:cs="Traditional Arabic"/>
      <w:noProof/>
      <w:sz w:val="24"/>
      <w:szCs w:val="28"/>
      <w:u w:val="single"/>
    </w:rPr>
  </w:style>
  <w:style w:type="paragraph" w:styleId="BodyTextIndent">
    <w:name w:val="Body Text Indent"/>
    <w:basedOn w:val="Normal"/>
    <w:link w:val="BodyTextIndentChar"/>
    <w:unhideWhenUsed/>
    <w:rsid w:val="00F622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229B"/>
  </w:style>
  <w:style w:type="paragraph" w:styleId="BodyText">
    <w:name w:val="Body Text"/>
    <w:basedOn w:val="Normal"/>
    <w:link w:val="BodyTextChar"/>
    <w:unhideWhenUsed/>
    <w:rsid w:val="00F622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6229B"/>
  </w:style>
  <w:style w:type="numbering" w:customStyle="1" w:styleId="CurrentList1">
    <w:name w:val="Current List1"/>
    <w:rsid w:val="00F6229B"/>
    <w:pPr>
      <w:numPr>
        <w:numId w:val="1"/>
      </w:numPr>
    </w:pPr>
  </w:style>
  <w:style w:type="numbering" w:customStyle="1" w:styleId="Style1">
    <w:name w:val="Style1"/>
    <w:rsid w:val="00F6229B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F6229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29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229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0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51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19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1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90E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D27BBC"/>
  </w:style>
  <w:style w:type="character" w:styleId="FollowedHyperlink">
    <w:name w:val="FollowedHyperlink"/>
    <w:basedOn w:val="DefaultParagraphFont"/>
    <w:uiPriority w:val="99"/>
    <w:semiHidden/>
    <w:unhideWhenUsed/>
    <w:rsid w:val="009C3923"/>
    <w:rPr>
      <w:color w:val="800080" w:themeColor="followedHyperlink"/>
      <w:u w:val="single"/>
    </w:rPr>
  </w:style>
  <w:style w:type="paragraph" w:customStyle="1" w:styleId="Default">
    <w:name w:val="Default"/>
    <w:rsid w:val="0052236F"/>
    <w:pPr>
      <w:autoSpaceDE w:val="0"/>
      <w:autoSpaceDN w:val="0"/>
      <w:adjustRightInd w:val="0"/>
      <w:spacing w:after="0" w:line="240" w:lineRule="auto"/>
      <w:ind w:left="0" w:firstLine="0"/>
    </w:pPr>
    <w:rPr>
      <w:rFonts w:ascii="Frutiger 55 Roman" w:hAnsi="Frutiger 55 Roman" w:cs="Frutiger 55 Roman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52236F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52236F"/>
    <w:rPr>
      <w:rFonts w:cs="Frutiger 55 Roman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281F10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98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3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79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5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3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2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00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869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15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80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0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74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9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80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0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1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82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4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88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4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69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6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5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4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4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21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78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uel.loredo\OneDrive%20-%20FGC\02.%20MISCELLANEOUS\CV\Aramco\Aramco%20Project%20Accounts%20CV%20-%20Lored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2C2F13A1E95746BCBA5F572B458934" ma:contentTypeVersion="12" ma:contentTypeDescription="Create a new document." ma:contentTypeScope="" ma:versionID="dd6dc873bc08692621f4db1c77825b1a">
  <xsd:schema xmlns:xsd="http://www.w3.org/2001/XMLSchema" xmlns:xs="http://www.w3.org/2001/XMLSchema" xmlns:p="http://schemas.microsoft.com/office/2006/metadata/properties" xmlns:ns2="559bea88-49ab-472c-84b7-6a4a84577362" xmlns:ns3="aa91f6e1-e459-49ca-af15-eb9de61d4855" targetNamespace="http://schemas.microsoft.com/office/2006/metadata/properties" ma:root="true" ma:fieldsID="dc1f4c8710f48c582df257c3f8de04c0" ns2:_="" ns3:_="">
    <xsd:import namespace="559bea88-49ab-472c-84b7-6a4a84577362"/>
    <xsd:import namespace="aa91f6e1-e459-49ca-af15-eb9de61d48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bea88-49ab-472c-84b7-6a4a84577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4fbd122-4c3e-487c-b873-387ef073c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1f6e1-e459-49ca-af15-eb9de61d48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f908e1a-6150-429a-8bd6-0ac51afa4a21}" ma:internalName="TaxCatchAll" ma:showField="CatchAllData" ma:web="aa91f6e1-e459-49ca-af15-eb9de61d4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bea88-49ab-472c-84b7-6a4a84577362">
      <Terms xmlns="http://schemas.microsoft.com/office/infopath/2007/PartnerControls"/>
    </lcf76f155ced4ddcb4097134ff3c332f>
    <TaxCatchAll xmlns="aa91f6e1-e459-49ca-af15-eb9de61d485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9E3A2-CE58-418B-9124-86C90773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9bea88-49ab-472c-84b7-6a4a84577362"/>
    <ds:schemaRef ds:uri="aa91f6e1-e459-49ca-af15-eb9de61d48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28CE55-F9BA-4BEA-9CF7-715FC4E0C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E5AE-FB3B-44EF-A5DF-DD4BB8BB20D7}">
  <ds:schemaRefs>
    <ds:schemaRef ds:uri="http://schemas.microsoft.com/office/2006/metadata/properties"/>
    <ds:schemaRef ds:uri="http://schemas.microsoft.com/office/infopath/2007/PartnerControls"/>
    <ds:schemaRef ds:uri="559bea88-49ab-472c-84b7-6a4a84577362"/>
    <ds:schemaRef ds:uri="aa91f6e1-e459-49ca-af15-eb9de61d4855"/>
  </ds:schemaRefs>
</ds:datastoreItem>
</file>

<file path=customXml/itemProps4.xml><?xml version="1.0" encoding="utf-8"?>
<ds:datastoreItem xmlns:ds="http://schemas.openxmlformats.org/officeDocument/2006/customXml" ds:itemID="{D92D5520-D347-47D2-A6BF-285D7EE0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Aramco Project Accounts CV - Loredo</Template>
  <TotalTime>200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Saudi Aramco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 Loredo</dc:creator>
  <cp:keywords>Confidential</cp:keywords>
  <cp:lastModifiedBy>Ziad Algifedi</cp:lastModifiedBy>
  <cp:revision>3</cp:revision>
  <cp:lastPrinted>2024-12-17T08:10:00Z</cp:lastPrinted>
  <dcterms:created xsi:type="dcterms:W3CDTF">2024-12-17T08:08:00Z</dcterms:created>
  <dcterms:modified xsi:type="dcterms:W3CDTF">2024-12-17T11:28:00Z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124908b3-79cf-4f58-bc9d-7bde512aad14</vt:lpwstr>
  </property>
  <property fmtid="{D5CDD505-2E9C-101B-9397-08002B2CF9AE}" pid="3" name="Editor">
    <vt:lpwstr>breakoe</vt:lpwstr>
  </property>
  <property fmtid="{D5CDD505-2E9C-101B-9397-08002B2CF9AE}" pid="4" name="Last Modification date">
    <vt:lpwstr>2017-03-26</vt:lpwstr>
  </property>
  <property fmtid="{D5CDD505-2E9C-101B-9397-08002B2CF9AE}" pid="5" name="Last Modification time">
    <vt:lpwstr>1:35:42 PM</vt:lpwstr>
  </property>
  <property fmtid="{D5CDD505-2E9C-101B-9397-08002B2CF9AE}" pid="6" name="Classification">
    <vt:lpwstr>Confidential</vt:lpwstr>
  </property>
  <property fmtid="{D5CDD505-2E9C-101B-9397-08002B2CF9AE}" pid="7" name="MSIP_Label_312f0b70-52c4-44fb-9350-51d9d8c28432_Enabled">
    <vt:lpwstr>True</vt:lpwstr>
  </property>
  <property fmtid="{D5CDD505-2E9C-101B-9397-08002B2CF9AE}" pid="8" name="MSIP_Label_312f0b70-52c4-44fb-9350-51d9d8c28432_SiteId">
    <vt:lpwstr>5a1e0c10-68b1-4667-974b-f394ba989c51</vt:lpwstr>
  </property>
  <property fmtid="{D5CDD505-2E9C-101B-9397-08002B2CF9AE}" pid="9" name="MSIP_Label_312f0b70-52c4-44fb-9350-51d9d8c28432_Owner">
    <vt:lpwstr>farranjm@aramco.com</vt:lpwstr>
  </property>
  <property fmtid="{D5CDD505-2E9C-101B-9397-08002B2CF9AE}" pid="10" name="MSIP_Label_312f0b70-52c4-44fb-9350-51d9d8c28432_SetDate">
    <vt:lpwstr>2021-06-15T06:24:00.6176902Z</vt:lpwstr>
  </property>
  <property fmtid="{D5CDD505-2E9C-101B-9397-08002B2CF9AE}" pid="11" name="MSIP_Label_312f0b70-52c4-44fb-9350-51d9d8c28432_Name">
    <vt:lpwstr>Confidential</vt:lpwstr>
  </property>
  <property fmtid="{D5CDD505-2E9C-101B-9397-08002B2CF9AE}" pid="12" name="MSIP_Label_312f0b70-52c4-44fb-9350-51d9d8c28432_Application">
    <vt:lpwstr>Microsoft Azure Information Protection</vt:lpwstr>
  </property>
  <property fmtid="{D5CDD505-2E9C-101B-9397-08002B2CF9AE}" pid="13" name="MSIP_Label_312f0b70-52c4-44fb-9350-51d9d8c28432_ActionId">
    <vt:lpwstr>b6e863b0-14f7-4521-8253-07aa523fe85b</vt:lpwstr>
  </property>
  <property fmtid="{D5CDD505-2E9C-101B-9397-08002B2CF9AE}" pid="14" name="MSIP_Label_312f0b70-52c4-44fb-9350-51d9d8c28432_Extended_MSFT_Method">
    <vt:lpwstr>Automatic</vt:lpwstr>
  </property>
  <property fmtid="{D5CDD505-2E9C-101B-9397-08002B2CF9AE}" pid="15" name="Sensitivity">
    <vt:lpwstr>Confidential</vt:lpwstr>
  </property>
  <property fmtid="{D5CDD505-2E9C-101B-9397-08002B2CF9AE}" pid="16" name="ContentTypeId">
    <vt:lpwstr>0x010100FE2C2F13A1E95746BCBA5F572B458934</vt:lpwstr>
  </property>
  <property fmtid="{D5CDD505-2E9C-101B-9397-08002B2CF9AE}" pid="17" name="MediaServiceImageTags">
    <vt:lpwstr/>
  </property>
</Properties>
</file>